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2E663" w14:textId="3263171B" w:rsidR="00D04603" w:rsidRPr="009A47BC" w:rsidRDefault="00D04603" w:rsidP="009A47BC">
      <w:pPr>
        <w:ind w:left="6480" w:firstLine="720"/>
        <w:jc w:val="both"/>
        <w:rPr>
          <w:rFonts w:cstheme="minorHAnsi"/>
          <w:bCs/>
          <w:spacing w:val="-2"/>
          <w:lang w:val="it-IT"/>
        </w:rPr>
      </w:pPr>
      <w:r w:rsidRPr="009A47BC">
        <w:rPr>
          <w:rFonts w:cstheme="minorHAnsi"/>
          <w:bCs/>
          <w:spacing w:val="-2"/>
          <w:lang w:val="it-IT"/>
        </w:rPr>
        <w:t>Spett.le</w:t>
      </w:r>
    </w:p>
    <w:p w14:paraId="1E7A22E7" w14:textId="698DA0EB" w:rsidR="00D04603" w:rsidRPr="009A47BC" w:rsidRDefault="00D04603" w:rsidP="009A47BC">
      <w:pPr>
        <w:ind w:left="6592" w:firstLine="608"/>
        <w:jc w:val="both"/>
        <w:rPr>
          <w:rFonts w:cstheme="minorHAnsi"/>
          <w:b/>
          <w:spacing w:val="-2"/>
          <w:lang w:val="it-IT"/>
        </w:rPr>
      </w:pPr>
      <w:r w:rsidRPr="009A47BC">
        <w:rPr>
          <w:rFonts w:cstheme="minorHAnsi"/>
          <w:b/>
          <w:spacing w:val="-2"/>
          <w:lang w:val="it-IT"/>
        </w:rPr>
        <w:t>Finaosta S.p.A.</w:t>
      </w:r>
    </w:p>
    <w:p w14:paraId="376CA55C" w14:textId="77777777" w:rsidR="00D04603" w:rsidRPr="009A47BC" w:rsidRDefault="00D04603" w:rsidP="009A47BC">
      <w:pPr>
        <w:ind w:left="6592" w:firstLine="608"/>
        <w:jc w:val="both"/>
        <w:rPr>
          <w:rFonts w:cstheme="minorHAnsi"/>
          <w:bCs/>
          <w:spacing w:val="-2"/>
          <w:lang w:val="it-IT"/>
        </w:rPr>
      </w:pPr>
      <w:r w:rsidRPr="009A47BC">
        <w:rPr>
          <w:rFonts w:cstheme="minorHAnsi"/>
          <w:bCs/>
          <w:spacing w:val="-2"/>
          <w:lang w:val="it-IT"/>
        </w:rPr>
        <w:t xml:space="preserve">Via </w:t>
      </w:r>
      <w:proofErr w:type="spellStart"/>
      <w:r w:rsidRPr="009A47BC">
        <w:rPr>
          <w:rFonts w:cstheme="minorHAnsi"/>
          <w:bCs/>
          <w:spacing w:val="-2"/>
          <w:lang w:val="it-IT"/>
        </w:rPr>
        <w:t>Festaz</w:t>
      </w:r>
      <w:proofErr w:type="spellEnd"/>
      <w:r w:rsidRPr="009A47BC">
        <w:rPr>
          <w:rFonts w:cstheme="minorHAnsi"/>
          <w:bCs/>
          <w:spacing w:val="-2"/>
          <w:lang w:val="it-IT"/>
        </w:rPr>
        <w:t xml:space="preserve">, 22 </w:t>
      </w:r>
    </w:p>
    <w:p w14:paraId="79634D4E" w14:textId="34799598" w:rsidR="00D04603" w:rsidRPr="009A47BC" w:rsidRDefault="00D04603" w:rsidP="009A47BC">
      <w:pPr>
        <w:ind w:left="6592" w:firstLine="608"/>
        <w:jc w:val="both"/>
        <w:rPr>
          <w:rFonts w:cstheme="minorHAnsi"/>
          <w:bCs/>
          <w:spacing w:val="-2"/>
          <w:lang w:val="it-IT"/>
        </w:rPr>
      </w:pPr>
      <w:r w:rsidRPr="009A47BC">
        <w:rPr>
          <w:rFonts w:cstheme="minorHAnsi"/>
          <w:bCs/>
          <w:spacing w:val="-2"/>
          <w:lang w:val="it-IT"/>
        </w:rPr>
        <w:t>11100 Aosta (AO)</w:t>
      </w:r>
    </w:p>
    <w:p w14:paraId="00E43A87" w14:textId="77777777" w:rsidR="00D04603" w:rsidRPr="009A47BC" w:rsidRDefault="00D04603" w:rsidP="009A47BC">
      <w:pPr>
        <w:spacing w:after="120"/>
        <w:ind w:left="112"/>
        <w:jc w:val="both"/>
        <w:rPr>
          <w:rFonts w:cstheme="minorHAnsi"/>
          <w:b/>
          <w:spacing w:val="-2"/>
          <w:lang w:val="it-IT"/>
        </w:rPr>
      </w:pPr>
    </w:p>
    <w:p w14:paraId="3E783BBF" w14:textId="4D536585" w:rsidR="006C18A2" w:rsidRPr="009A47BC" w:rsidRDefault="00917889" w:rsidP="009A47BC">
      <w:pPr>
        <w:spacing w:after="120"/>
        <w:jc w:val="center"/>
        <w:rPr>
          <w:rFonts w:cstheme="minorHAnsi"/>
          <w:b/>
          <w:bCs/>
          <w:spacing w:val="-1"/>
          <w:lang w:val="it-IT"/>
        </w:rPr>
      </w:pPr>
      <w:r w:rsidRPr="009A47BC">
        <w:rPr>
          <w:rFonts w:cstheme="minorHAnsi"/>
          <w:b/>
          <w:bCs/>
          <w:spacing w:val="-1"/>
          <w:lang w:val="it-IT"/>
        </w:rPr>
        <w:t xml:space="preserve">ISTANZA DI </w:t>
      </w:r>
      <w:r w:rsidR="00F04D0D" w:rsidRPr="009A47BC">
        <w:rPr>
          <w:rFonts w:cstheme="minorHAnsi"/>
          <w:b/>
          <w:bCs/>
          <w:spacing w:val="-1"/>
          <w:lang w:val="it-IT"/>
        </w:rPr>
        <w:t>MANIFESTAZIONE DI INTERESSE</w:t>
      </w:r>
    </w:p>
    <w:p w14:paraId="3075E73F" w14:textId="77777777" w:rsidR="006C18A2" w:rsidRPr="009A47BC" w:rsidRDefault="006C18A2" w:rsidP="009A47BC">
      <w:pPr>
        <w:spacing w:after="120"/>
        <w:jc w:val="both"/>
        <w:rPr>
          <w:rFonts w:cstheme="minorHAnsi"/>
          <w:b/>
          <w:bCs/>
          <w:spacing w:val="-1"/>
          <w:lang w:val="it-IT"/>
        </w:rPr>
      </w:pPr>
    </w:p>
    <w:p w14:paraId="73254A8B" w14:textId="73FBDD29" w:rsidR="006C18A2" w:rsidRPr="009A47BC" w:rsidRDefault="006C18A2" w:rsidP="009A47BC">
      <w:pPr>
        <w:spacing w:after="120"/>
        <w:jc w:val="both"/>
        <w:rPr>
          <w:rFonts w:cstheme="minorHAnsi"/>
          <w:b/>
          <w:lang w:val="it-IT"/>
        </w:rPr>
      </w:pPr>
      <w:r w:rsidRPr="009A47BC">
        <w:rPr>
          <w:rFonts w:cstheme="minorHAnsi"/>
          <w:b/>
          <w:bCs/>
          <w:spacing w:val="-1"/>
          <w:lang w:val="it-IT"/>
        </w:rPr>
        <w:t xml:space="preserve">OGGETTO: </w:t>
      </w:r>
      <w:r w:rsidRPr="009A47BC">
        <w:rPr>
          <w:rFonts w:cstheme="minorHAnsi"/>
          <w:bCs/>
          <w:lang w:val="it-IT"/>
        </w:rPr>
        <w:t>AVVISO PUBBLICO DI INDAGINE DI MERCATO PER MANIFESTAZIONE DI INTERESSE A PARTECIPARE ALL’ASTA PREORDINATA ALLA CESSIONE PARZIALE DELLA PARTECIPAZIONE AZIONARIA IN AOSTA FACTOR S.P.A.</w:t>
      </w:r>
    </w:p>
    <w:p w14:paraId="0EAB24E7" w14:textId="726D2FC8" w:rsidR="00C7045F" w:rsidRPr="009A47BC" w:rsidRDefault="00194570" w:rsidP="009A47BC">
      <w:pPr>
        <w:pStyle w:val="Titolo1"/>
        <w:spacing w:after="120"/>
        <w:ind w:left="0"/>
        <w:jc w:val="center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***</w:t>
      </w:r>
    </w:p>
    <w:p w14:paraId="1071F9FE" w14:textId="0FCD746B" w:rsidR="00194570" w:rsidRPr="009A47BC" w:rsidRDefault="00CB48B8" w:rsidP="009A47BC">
      <w:pPr>
        <w:pStyle w:val="Corpotesto"/>
        <w:spacing w:after="120"/>
        <w:ind w:left="0"/>
        <w:jc w:val="center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it-IT"/>
        </w:rPr>
      </w:pPr>
      <w:r w:rsidRPr="009A47B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it-IT"/>
        </w:rPr>
        <w:t>DICHIARAZIONE</w:t>
      </w:r>
      <w:r w:rsidRPr="009A47BC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 xml:space="preserve"> </w:t>
      </w:r>
      <w:r w:rsidRPr="009A47B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it-IT"/>
        </w:rPr>
        <w:t>SOSTITUTIVA</w:t>
      </w:r>
    </w:p>
    <w:p w14:paraId="6E5BFC9E" w14:textId="57F7D661" w:rsidR="00C7045F" w:rsidRPr="009A47BC" w:rsidRDefault="00CB48B8" w:rsidP="009A47BC">
      <w:pPr>
        <w:pStyle w:val="Corpotesto"/>
        <w:spacing w:after="120"/>
        <w:ind w:left="0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2"/>
          <w:sz w:val="22"/>
          <w:szCs w:val="22"/>
          <w:lang w:val="it-IT"/>
        </w:rPr>
        <w:t>AI</w:t>
      </w:r>
      <w:r w:rsidRPr="009A47BC">
        <w:rPr>
          <w:rFonts w:asciiTheme="minorHAnsi" w:hAnsiTheme="minorHAnsi" w:cstheme="minorHAnsi"/>
          <w:spacing w:val="-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SENSI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DE</w:t>
      </w:r>
      <w:r w:rsidR="00B50FA5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GLI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ART</w:t>
      </w:r>
      <w:r w:rsidR="00B50FA5">
        <w:rPr>
          <w:rFonts w:asciiTheme="minorHAnsi" w:hAnsiTheme="minorHAnsi" w:cstheme="minorHAnsi"/>
          <w:spacing w:val="-1"/>
          <w:sz w:val="22"/>
          <w:szCs w:val="22"/>
          <w:lang w:val="it-IT"/>
        </w:rPr>
        <w:t>T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.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6C18A2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46 e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47</w:t>
      </w:r>
      <w:r w:rsidR="00194570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DEL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D.P.R. 445/2000 </w:t>
      </w:r>
    </w:p>
    <w:p w14:paraId="6ACB3E77" w14:textId="7DDC34EE" w:rsidR="00AE6A28" w:rsidRPr="009A47BC" w:rsidRDefault="00CB48B8" w:rsidP="00902C5A">
      <w:pPr>
        <w:pStyle w:val="Corpotesto"/>
        <w:spacing w:after="120" w:line="480" w:lineRule="auto"/>
        <w:ind w:left="0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Il/la</w:t>
      </w:r>
      <w:r w:rsidR="008E4F1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sottoscritto/a……………………………………..……………………………………………</w:t>
      </w:r>
      <w:r w:rsid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nato/a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………………………………………..………</w:t>
      </w:r>
      <w:r w:rsidR="008E4F1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il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………………………..……………….……</w:t>
      </w:r>
      <w:r w:rsidRPr="009A47BC">
        <w:rPr>
          <w:rFonts w:asciiTheme="minorHAnsi" w:hAnsiTheme="minorHAnsi" w:cstheme="minorHAnsi"/>
          <w:spacing w:val="92"/>
          <w:sz w:val="22"/>
          <w:szCs w:val="22"/>
          <w:lang w:val="it-IT"/>
        </w:rPr>
        <w:t xml:space="preserve"> </w:t>
      </w:r>
      <w:r w:rsidR="00D0303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C.F………………………………….……..……..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r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esidente</w:t>
      </w:r>
      <w:r w:rsidR="008E4F1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/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>d</w:t>
      </w:r>
      <w:r w:rsidR="008E4F1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omiciliato per la carica</w:t>
      </w:r>
      <w:r w:rsidR="00D04603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in </w:t>
      </w:r>
      <w:r w:rsid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</w:t>
      </w:r>
      <w:r w:rsid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…………………….….………..</w:t>
      </w:r>
      <w:r w:rsidR="008E4F1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Prov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.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</w:t>
      </w:r>
      <w:r w:rsidRPr="009A47BC">
        <w:rPr>
          <w:rFonts w:asciiTheme="minorHAnsi" w:hAnsiTheme="minorHAnsi" w:cstheme="minorHAnsi"/>
          <w:spacing w:val="9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Via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…………………………………..….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D03039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….….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124852CC" w14:textId="21B4F0BB" w:rsidR="00AE6A28" w:rsidRPr="009A47BC" w:rsidRDefault="00E455CA" w:rsidP="00902C5A">
      <w:pPr>
        <w:pStyle w:val="Corpotesto"/>
        <w:spacing w:after="120" w:line="480" w:lineRule="auto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  <w:lang w:val="it-IT"/>
          </w:rPr>
          <w:id w:val="163421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A28" w:rsidRPr="009A47BC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it-IT"/>
            </w:rPr>
            <w:t>☐</w:t>
          </w:r>
        </w:sdtContent>
      </w:sdt>
      <w:r w:rsid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In</w:t>
      </w:r>
      <w:r w:rsidR="00CB48B8" w:rsidRPr="009A47BC">
        <w:rPr>
          <w:rFonts w:asciiTheme="minorHAnsi" w:hAnsiTheme="minorHAnsi" w:cstheme="minorHAnsi"/>
          <w:b/>
          <w:bCs/>
          <w:spacing w:val="5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qualità</w:t>
      </w:r>
      <w:r w:rsidR="00CB48B8" w:rsidRPr="009A47BC">
        <w:rPr>
          <w:rFonts w:asciiTheme="minorHAnsi" w:hAnsiTheme="minorHAnsi" w:cstheme="minorHAnsi"/>
          <w:b/>
          <w:bCs/>
          <w:spacing w:val="4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di</w:t>
      </w:r>
      <w:r w:rsidR="00CB48B8" w:rsidRPr="009A47BC">
        <w:rPr>
          <w:rFonts w:asciiTheme="minorHAnsi" w:hAnsiTheme="minorHAnsi" w:cstheme="minorHAnsi"/>
          <w:b/>
          <w:bCs/>
          <w:spacing w:val="5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Rappresentante</w:t>
      </w:r>
      <w:r w:rsidR="00CB48B8" w:rsidRPr="009A47BC">
        <w:rPr>
          <w:rFonts w:asciiTheme="minorHAnsi" w:hAnsiTheme="minorHAnsi" w:cstheme="minorHAnsi"/>
          <w:b/>
          <w:bCs/>
          <w:spacing w:val="3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legale</w:t>
      </w:r>
      <w:r w:rsidR="00CB48B8" w:rsidRPr="009A47BC">
        <w:rPr>
          <w:rFonts w:asciiTheme="minorHAnsi" w:hAnsiTheme="minorHAnsi" w:cstheme="minorHAnsi"/>
          <w:b/>
          <w:bCs/>
          <w:spacing w:val="3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d</w:t>
      </w:r>
      <w:r w:rsidR="00D03039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i</w:t>
      </w:r>
      <w:r w:rsidR="00D03039" w:rsidRPr="009A47BC" w:rsidDel="00D03039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………………………………...</w:t>
      </w:r>
      <w:r w:rsidR="00CB48B8" w:rsidRPr="009A47BC">
        <w:rPr>
          <w:rFonts w:asciiTheme="minorHAnsi" w:hAnsiTheme="minorHAnsi" w:cstheme="minorHAnsi"/>
          <w:spacing w:val="47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D0303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Prov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. </w:t>
      </w:r>
      <w:r w:rsidR="00D0303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</w:t>
      </w:r>
      <w:r w:rsidR="00D03039" w:rsidRP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D03039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..……</w:t>
      </w:r>
      <w:r w:rsidR="00CB48B8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D03039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, PEC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</w:t>
      </w:r>
      <w:r w:rsidR="00D0303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CB48B8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CB48B8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8E4F1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delle</w:t>
      </w:r>
      <w:r w:rsidR="00CB48B8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CB48B8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….…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…….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………………………….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……………………………..……………</w:t>
      </w:r>
      <w:r w:rsidR="006D4A3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(“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>Operatore Economico” od “OE”</w:t>
      </w:r>
      <w:r w:rsidR="006D4A39" w:rsidRPr="009A47BC">
        <w:rPr>
          <w:rFonts w:asciiTheme="minorHAnsi" w:hAnsiTheme="minorHAnsi" w:cstheme="minorHAnsi"/>
          <w:sz w:val="22"/>
          <w:szCs w:val="22"/>
          <w:lang w:val="it-IT"/>
        </w:rPr>
        <w:t>)</w:t>
      </w:r>
    </w:p>
    <w:p w14:paraId="450AE524" w14:textId="6EF0AB38" w:rsidR="00D0082A" w:rsidRPr="009A47BC" w:rsidRDefault="00E455CA" w:rsidP="00902C5A">
      <w:pPr>
        <w:pStyle w:val="Corpotesto"/>
        <w:spacing w:after="120" w:line="480" w:lineRule="auto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  <w:lang w:val="it-IT"/>
          </w:rPr>
          <w:id w:val="78777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A28" w:rsidRPr="009A47BC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it-IT"/>
            </w:rPr>
            <w:t>☐</w:t>
          </w:r>
        </w:sdtContent>
      </w:sdt>
      <w:r w:rsid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In </w:t>
      </w:r>
      <w:r w:rsidR="00CB48B8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qualità</w:t>
      </w:r>
      <w:r w:rsidR="00CB48B8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di </w:t>
      </w:r>
      <w:r w:rsidR="00CB48B8" w:rsidRPr="009A47BC">
        <w:rPr>
          <w:rFonts w:asciiTheme="minorHAnsi" w:hAnsiTheme="minorHAnsi" w:cstheme="minorHAnsi"/>
          <w:b/>
          <w:bCs/>
          <w:spacing w:val="-1"/>
          <w:sz w:val="22"/>
          <w:szCs w:val="22"/>
          <w:lang w:val="it-IT"/>
        </w:rPr>
        <w:t>Procuratore speciale</w:t>
      </w:r>
      <w:r w:rsidR="00CB48B8" w:rsidRPr="009A47BC">
        <w:rPr>
          <w:rFonts w:asciiTheme="minorHAnsi" w:hAnsiTheme="minorHAnsi" w:cstheme="minorHAnsi"/>
          <w:b/>
          <w:bCs/>
          <w:spacing w:val="1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CB48B8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…………………..…………………………………………</w:t>
      </w:r>
      <w:r w:rsidR="00D0082A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Prov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.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…………………….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</w:t>
      </w:r>
      <w:r w:rsidR="00EA66C9" w:rsidRPr="00D0303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..……</w:t>
      </w:r>
      <w:r w:rsidR="00EA66C9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EA66C9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PEC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EA66C9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EA66C9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="00EA66C9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EA66C9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….…</w:t>
      </w:r>
      <w:r w:rsidR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>…….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………………………….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n°</w:t>
      </w:r>
      <w:r w:rsidR="00EA66C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EA66C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……………………………..……………</w:t>
      </w:r>
      <w:r w:rsidR="00EA66C9" w:rsidRPr="009A47BC" w:rsidDel="00EA66C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6D4A39" w:rsidRPr="009A47BC">
        <w:rPr>
          <w:rFonts w:asciiTheme="minorHAnsi" w:hAnsiTheme="minorHAnsi" w:cstheme="minorHAnsi"/>
          <w:sz w:val="22"/>
          <w:szCs w:val="22"/>
          <w:lang w:val="it-IT"/>
        </w:rPr>
        <w:t>(“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>Operatore Economico” od “OE”</w:t>
      </w:r>
      <w:r w:rsidR="006D4A39" w:rsidRPr="009A47BC">
        <w:rPr>
          <w:rFonts w:asciiTheme="minorHAnsi" w:hAnsiTheme="minorHAnsi" w:cstheme="minorHAnsi"/>
          <w:sz w:val="22"/>
          <w:szCs w:val="22"/>
          <w:lang w:val="it-IT"/>
        </w:rPr>
        <w:t>)</w:t>
      </w:r>
    </w:p>
    <w:p w14:paraId="5C09BC47" w14:textId="72DAA168" w:rsidR="00C7045F" w:rsidRPr="00927963" w:rsidRDefault="00CB48B8" w:rsidP="00902C5A">
      <w:pPr>
        <w:pStyle w:val="Corpotesto"/>
        <w:spacing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sotto</w:t>
      </w:r>
      <w:r w:rsidRPr="009A47BC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la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propria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responsabilità,</w:t>
      </w:r>
      <w:r w:rsidRPr="009A47BC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consapevole</w:t>
      </w:r>
      <w:r w:rsidRPr="009A47BC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delle</w:t>
      </w:r>
      <w:r w:rsidR="004C25A2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sanzioni 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 xml:space="preserve">e delle </w:t>
      </w:r>
      <w:r w:rsidR="00B50FA5" w:rsidRPr="00927963">
        <w:rPr>
          <w:rFonts w:asciiTheme="minorHAnsi" w:hAnsiTheme="minorHAnsi" w:cstheme="minorHAnsi"/>
          <w:spacing w:val="-1"/>
          <w:sz w:val="22"/>
          <w:szCs w:val="22"/>
          <w:lang w:val="it-IT"/>
        </w:rPr>
        <w:t>conseguenze civili e penali previste in</w:t>
      </w:r>
      <w:r w:rsidR="00B50FA5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B50FA5" w:rsidRPr="00927963">
        <w:rPr>
          <w:rFonts w:asciiTheme="minorHAnsi" w:hAnsiTheme="minorHAnsi" w:cstheme="minorHAnsi"/>
          <w:spacing w:val="-1"/>
          <w:sz w:val="22"/>
          <w:szCs w:val="22"/>
          <w:lang w:val="it-IT"/>
        </w:rPr>
        <w:t>caso di dichiarazioni mendaci e/o formazione od uso di atti falsi nonché in caso di esibizione di</w:t>
      </w:r>
      <w:r w:rsidR="00B50FA5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B50FA5" w:rsidRPr="00927963">
        <w:rPr>
          <w:rFonts w:asciiTheme="minorHAnsi" w:hAnsiTheme="minorHAnsi" w:cstheme="minorHAnsi"/>
          <w:spacing w:val="-1"/>
          <w:sz w:val="22"/>
          <w:szCs w:val="22"/>
          <w:lang w:val="it-IT"/>
        </w:rPr>
        <w:t>atti contenenti dati non più corrispondenti a verità</w:t>
      </w:r>
      <w:r w:rsidR="00B50FA5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(artt. 75 e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76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del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D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>.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P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>.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R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>.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445/2000</w:t>
      </w:r>
      <w:r w:rsidR="00B50FA5">
        <w:rPr>
          <w:rFonts w:asciiTheme="minorHAnsi" w:hAnsiTheme="minorHAnsi" w:cstheme="minorHAnsi"/>
          <w:sz w:val="22"/>
          <w:szCs w:val="22"/>
          <w:lang w:val="it-IT"/>
        </w:rPr>
        <w:t>)</w:t>
      </w:r>
      <w:r w:rsidR="00927963" w:rsidRPr="00927963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</w:p>
    <w:p w14:paraId="2AFBEBDD" w14:textId="77777777" w:rsidR="00C7045F" w:rsidRPr="009A47BC" w:rsidRDefault="00CB48B8" w:rsidP="009A47BC">
      <w:pPr>
        <w:pStyle w:val="Titolo1"/>
        <w:spacing w:after="120"/>
        <w:ind w:left="0"/>
        <w:jc w:val="center"/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DICHIARA</w:t>
      </w:r>
    </w:p>
    <w:p w14:paraId="6C9080C3" w14:textId="486F0EB6" w:rsidR="006D4A39" w:rsidRPr="007311FA" w:rsidRDefault="006D4A39" w:rsidP="009A47BC">
      <w:pPr>
        <w:pStyle w:val="Paragrafoelenco"/>
        <w:widowControl/>
        <w:numPr>
          <w:ilvl w:val="1"/>
          <w:numId w:val="7"/>
        </w:numPr>
        <w:spacing w:after="120"/>
        <w:ind w:left="567" w:hanging="567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 xml:space="preserve">che </w:t>
      </w:r>
      <w:r w:rsidR="00D03039" w:rsidRPr="007311FA">
        <w:rPr>
          <w:rFonts w:cstheme="minorHAnsi"/>
          <w:lang w:val="it-IT"/>
        </w:rPr>
        <w:t>l’Operatore Economico</w:t>
      </w:r>
      <w:r w:rsidR="00D03039" w:rsidRPr="007311FA" w:rsidDel="00D03039">
        <w:rPr>
          <w:rFonts w:cstheme="minorHAnsi"/>
          <w:lang w:val="it-IT"/>
        </w:rPr>
        <w:t xml:space="preserve"> </w:t>
      </w:r>
      <w:r w:rsidRPr="007311FA">
        <w:rPr>
          <w:rFonts w:cstheme="minorHAnsi"/>
          <w:lang w:val="it-IT"/>
        </w:rPr>
        <w:t>non si trova in stato di fallimento, di liquidazione coatta o di concordato preventivo o altra procedura analoga e che non è in corso un procedimento per la dichiarazione di una delle suddette situazioni;</w:t>
      </w:r>
    </w:p>
    <w:p w14:paraId="7693A2D4" w14:textId="188B2548" w:rsidR="00AB234E" w:rsidRPr="007311FA" w:rsidRDefault="00EA66C9" w:rsidP="009A47BC">
      <w:pPr>
        <w:pStyle w:val="Paragrafoelenco"/>
        <w:widowControl/>
        <w:numPr>
          <w:ilvl w:val="1"/>
          <w:numId w:val="7"/>
        </w:numPr>
        <w:spacing w:after="120"/>
        <w:ind w:left="567" w:hanging="567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lastRenderedPageBreak/>
        <w:t>che l’Operatore Economico</w:t>
      </w:r>
      <w:r w:rsidRPr="007311FA" w:rsidDel="00D03039">
        <w:rPr>
          <w:rFonts w:cstheme="minorHAnsi"/>
          <w:lang w:val="it-IT"/>
        </w:rPr>
        <w:t xml:space="preserve"> </w:t>
      </w:r>
      <w:r w:rsidRPr="007311FA">
        <w:rPr>
          <w:rFonts w:cstheme="minorHAnsi"/>
          <w:lang w:val="it-IT"/>
        </w:rPr>
        <w:t xml:space="preserve">non si </w:t>
      </w:r>
      <w:r w:rsidR="00D03039" w:rsidRPr="007311FA">
        <w:rPr>
          <w:rFonts w:cstheme="minorHAnsi"/>
          <w:lang w:val="it-IT"/>
        </w:rPr>
        <w:t xml:space="preserve">trova in alcuno dei motivi di esclusione di cui all’art. 80 del </w:t>
      </w:r>
      <w:proofErr w:type="spellStart"/>
      <w:r w:rsidR="00D03039" w:rsidRPr="007311FA">
        <w:rPr>
          <w:rFonts w:cstheme="minorHAnsi"/>
          <w:lang w:val="it-IT"/>
        </w:rPr>
        <w:t>D.Lgs.</w:t>
      </w:r>
      <w:proofErr w:type="spellEnd"/>
      <w:r w:rsidR="00D03039" w:rsidRPr="007311FA">
        <w:rPr>
          <w:rFonts w:cstheme="minorHAnsi"/>
          <w:lang w:val="it-IT"/>
        </w:rPr>
        <w:t xml:space="preserve"> 50/2016</w:t>
      </w:r>
      <w:r w:rsidR="00AB234E" w:rsidRPr="007311FA">
        <w:rPr>
          <w:rFonts w:cstheme="minorHAnsi"/>
          <w:lang w:val="it-IT"/>
        </w:rPr>
        <w:t>;</w:t>
      </w:r>
    </w:p>
    <w:p w14:paraId="2D21FDD8" w14:textId="6CBA01C3" w:rsidR="00AB234E" w:rsidRPr="007311FA" w:rsidRDefault="00AB234E" w:rsidP="009A47BC">
      <w:pPr>
        <w:pStyle w:val="Paragrafoelenco"/>
        <w:widowControl/>
        <w:numPr>
          <w:ilvl w:val="1"/>
          <w:numId w:val="7"/>
        </w:numPr>
        <w:spacing w:after="120"/>
        <w:ind w:left="567" w:hanging="567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>che l’Operatore Economico</w:t>
      </w:r>
      <w:r w:rsidR="00C722AC" w:rsidRPr="007311FA">
        <w:rPr>
          <w:rFonts w:cstheme="minorHAnsi"/>
          <w:lang w:val="it-IT"/>
        </w:rPr>
        <w:t xml:space="preserve"> non è stato oggetto di sanzioni, misure cautelari o interdittive o provvedimenti di condanna, anche non definitiva ai sensi del </w:t>
      </w:r>
      <w:proofErr w:type="spellStart"/>
      <w:r w:rsidR="00C722AC" w:rsidRPr="007311FA">
        <w:rPr>
          <w:rFonts w:cstheme="minorHAnsi"/>
          <w:lang w:val="it-IT"/>
        </w:rPr>
        <w:t>D.Lgs.</w:t>
      </w:r>
      <w:proofErr w:type="spellEnd"/>
      <w:r w:rsidR="00C722AC" w:rsidRPr="007311FA">
        <w:rPr>
          <w:rFonts w:cstheme="minorHAnsi"/>
          <w:lang w:val="it-IT"/>
        </w:rPr>
        <w:t xml:space="preserve"> 231/2001;</w:t>
      </w:r>
    </w:p>
    <w:p w14:paraId="36E289C1" w14:textId="679446BD" w:rsidR="00F52E10" w:rsidRPr="007311FA" w:rsidRDefault="00F52E10" w:rsidP="009A47BC">
      <w:pPr>
        <w:pStyle w:val="Paragrafoelenco"/>
        <w:widowControl/>
        <w:numPr>
          <w:ilvl w:val="1"/>
          <w:numId w:val="7"/>
        </w:numPr>
        <w:spacing w:after="120"/>
        <w:ind w:left="567" w:hanging="567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>che l’Operatore Economico non ha reso false dichiarazioni in merito a requisiti, stati e/o condizioni rese per la partecipazione a procedure di appalto o ad aste pubbliche;</w:t>
      </w:r>
    </w:p>
    <w:p w14:paraId="3FD45FD2" w14:textId="6DA3CBD8" w:rsidR="00323749" w:rsidRDefault="00323749" w:rsidP="00323749">
      <w:pPr>
        <w:pStyle w:val="Corpotesto"/>
        <w:spacing w:after="120"/>
        <w:ind w:left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[</w:t>
      </w:r>
      <w:r w:rsidRPr="009A47BC">
        <w:rPr>
          <w:rFonts w:asciiTheme="minorHAnsi" w:hAnsiTheme="minorHAnsi" w:cstheme="minorHAnsi"/>
          <w:i/>
          <w:iCs/>
          <w:sz w:val="22"/>
          <w:szCs w:val="22"/>
          <w:lang w:val="it-IT"/>
        </w:rPr>
        <w:t>In caso di Manifestazione di Interesse presentata da un Interessato Aggregato]</w:t>
      </w:r>
    </w:p>
    <w:p w14:paraId="3FCFFD3A" w14:textId="37DDAD8C" w:rsidR="00323749" w:rsidRPr="009A47BC" w:rsidRDefault="00323749" w:rsidP="00902C5A">
      <w:pPr>
        <w:pStyle w:val="Paragrafoelenco"/>
        <w:widowControl/>
        <w:numPr>
          <w:ilvl w:val="1"/>
          <w:numId w:val="7"/>
        </w:numPr>
        <w:spacing w:after="120"/>
        <w:ind w:left="567" w:hanging="567"/>
        <w:jc w:val="both"/>
        <w:rPr>
          <w:rFonts w:cstheme="minorHAnsi"/>
          <w:lang w:val="it-IT"/>
        </w:rPr>
      </w:pPr>
      <w:r w:rsidRPr="009A47BC">
        <w:rPr>
          <w:rFonts w:cstheme="minorHAnsi"/>
          <w:lang w:val="it-IT"/>
        </w:rPr>
        <w:t xml:space="preserve">che </w:t>
      </w:r>
      <w:r>
        <w:rPr>
          <w:rFonts w:cstheme="minorHAnsi"/>
          <w:lang w:val="it-IT"/>
        </w:rPr>
        <w:t xml:space="preserve">l’Operatore Economico è in </w:t>
      </w:r>
      <w:r w:rsidRPr="003C6972">
        <w:rPr>
          <w:rFonts w:cstheme="minorHAnsi"/>
          <w:lang w:val="it-IT"/>
        </w:rPr>
        <w:t>posse</w:t>
      </w:r>
      <w:r>
        <w:rPr>
          <w:rFonts w:cstheme="minorHAnsi"/>
          <w:lang w:val="it-IT"/>
        </w:rPr>
        <w:t xml:space="preserve">sso </w:t>
      </w:r>
      <w:r w:rsidRPr="00A8427E">
        <w:rPr>
          <w:rFonts w:cstheme="minorHAnsi"/>
          <w:lang w:val="it-IT"/>
        </w:rPr>
        <w:t xml:space="preserve">di un fatturato, negli ultimi tre esercizi </w:t>
      </w:r>
      <w:r w:rsidR="00A8427E" w:rsidRPr="00A8427E">
        <w:rPr>
          <w:rFonts w:cstheme="minorHAnsi"/>
          <w:lang w:val="it-IT"/>
        </w:rPr>
        <w:t>finanziari disponibili, ovverosia approvati alla data di scadenza del termine per la presentazione della Manifestazione di Interesse</w:t>
      </w:r>
      <w:r w:rsidRPr="00A8427E">
        <w:rPr>
          <w:rFonts w:cstheme="minorHAnsi"/>
          <w:lang w:val="it-IT"/>
        </w:rPr>
        <w:t>, un</w:t>
      </w:r>
      <w:r w:rsidRPr="003C6972">
        <w:rPr>
          <w:rFonts w:cstheme="minorHAnsi"/>
          <w:lang w:val="it-IT"/>
        </w:rPr>
        <w:t xml:space="preserve"> fatturato globale non inferiore ad Euro 5</w:t>
      </w:r>
      <w:r w:rsidR="00481543">
        <w:rPr>
          <w:rFonts w:cstheme="minorHAnsi"/>
          <w:lang w:val="it-IT"/>
        </w:rPr>
        <w:t>.0</w:t>
      </w:r>
      <w:r w:rsidRPr="003C6972">
        <w:rPr>
          <w:rFonts w:cstheme="minorHAnsi"/>
          <w:lang w:val="it-IT"/>
        </w:rPr>
        <w:t xml:space="preserve">00.000 (Euro </w:t>
      </w:r>
      <w:proofErr w:type="spellStart"/>
      <w:r w:rsidR="00481543" w:rsidRPr="003C6972">
        <w:rPr>
          <w:rFonts w:cstheme="minorHAnsi"/>
          <w:lang w:val="it-IT"/>
        </w:rPr>
        <w:t>cinque</w:t>
      </w:r>
      <w:r w:rsidR="00481543">
        <w:rPr>
          <w:rFonts w:cstheme="minorHAnsi"/>
          <w:lang w:val="it-IT"/>
        </w:rPr>
        <w:t>milioni</w:t>
      </w:r>
      <w:proofErr w:type="spellEnd"/>
      <w:r w:rsidRPr="003C6972">
        <w:rPr>
          <w:rFonts w:cstheme="minorHAnsi"/>
          <w:lang w:val="it-IT"/>
        </w:rPr>
        <w:t>/00) medio per anno</w:t>
      </w:r>
      <w:r w:rsidR="00AC2E56">
        <w:rPr>
          <w:rFonts w:cstheme="minorHAnsi"/>
          <w:lang w:val="it-IT"/>
        </w:rPr>
        <w:t xml:space="preserve"> </w:t>
      </w:r>
      <w:r w:rsidR="00AC2E56" w:rsidRPr="00AC2E56">
        <w:rPr>
          <w:rFonts w:cstheme="minorHAnsi"/>
          <w:lang w:val="it-IT"/>
        </w:rPr>
        <w:t xml:space="preserve">o un margine di intermediazione non inferiore ad Euro 1.000.000 (Euro </w:t>
      </w:r>
      <w:proofErr w:type="spellStart"/>
      <w:r w:rsidR="00AC2E56" w:rsidRPr="00AC2E56">
        <w:rPr>
          <w:rFonts w:cstheme="minorHAnsi"/>
          <w:lang w:val="it-IT"/>
        </w:rPr>
        <w:t>unmilione</w:t>
      </w:r>
      <w:proofErr w:type="spellEnd"/>
      <w:r w:rsidR="00AC2E56" w:rsidRPr="00AC2E56">
        <w:rPr>
          <w:rFonts w:cstheme="minorHAnsi"/>
          <w:lang w:val="it-IT"/>
        </w:rPr>
        <w:t>/00)</w:t>
      </w:r>
      <w:r>
        <w:rPr>
          <w:rFonts w:cstheme="minorHAnsi"/>
          <w:lang w:val="it-IT"/>
        </w:rPr>
        <w:t>;</w:t>
      </w:r>
    </w:p>
    <w:p w14:paraId="5B726250" w14:textId="63F4B9A5" w:rsidR="006D4A39" w:rsidRPr="009A47BC" w:rsidRDefault="006D4A39" w:rsidP="009A47BC">
      <w:pPr>
        <w:spacing w:after="120"/>
        <w:ind w:left="567" w:hanging="567"/>
        <w:jc w:val="center"/>
        <w:rPr>
          <w:rFonts w:eastAsia="Times New Roman" w:cstheme="minorHAnsi"/>
          <w:b/>
          <w:bCs/>
          <w:lang w:val="it-IT"/>
        </w:rPr>
      </w:pPr>
      <w:r w:rsidRPr="009A47BC">
        <w:rPr>
          <w:rFonts w:eastAsia="Times New Roman" w:cstheme="minorHAnsi"/>
          <w:b/>
          <w:bCs/>
          <w:lang w:val="it-IT"/>
        </w:rPr>
        <w:t>DICHIARA, altresì,</w:t>
      </w:r>
    </w:p>
    <w:p w14:paraId="1D944D3C" w14:textId="40A361D9" w:rsidR="00C7045F" w:rsidRPr="009A47BC" w:rsidRDefault="004C25A2" w:rsidP="00902C5A">
      <w:pPr>
        <w:pStyle w:val="Paragrafoelenco"/>
        <w:widowControl/>
        <w:spacing w:after="120"/>
        <w:jc w:val="both"/>
        <w:rPr>
          <w:rFonts w:cstheme="minorHAnsi"/>
          <w:lang w:val="it-IT"/>
        </w:rPr>
      </w:pPr>
      <w:r w:rsidRPr="009A47BC">
        <w:rPr>
          <w:rFonts w:cstheme="minorHAnsi"/>
          <w:lang w:val="it-IT"/>
        </w:rPr>
        <w:t>in proprio e</w:t>
      </w:r>
      <w:r w:rsidR="006D4A39" w:rsidRPr="009A47BC">
        <w:rPr>
          <w:rFonts w:cstheme="minorHAnsi"/>
          <w:lang w:val="it-IT"/>
        </w:rPr>
        <w:t xml:space="preserve">, </w:t>
      </w:r>
      <w:r w:rsidRPr="009A47BC">
        <w:rPr>
          <w:rFonts w:cstheme="minorHAnsi"/>
          <w:lang w:val="it-IT"/>
        </w:rPr>
        <w:t>per quanto a propria conoscenza</w:t>
      </w:r>
      <w:r w:rsidR="006D4A39" w:rsidRPr="009A47BC">
        <w:rPr>
          <w:rFonts w:cstheme="minorHAnsi"/>
          <w:lang w:val="it-IT"/>
        </w:rPr>
        <w:t>,</w:t>
      </w:r>
      <w:r w:rsidRPr="009A47BC">
        <w:rPr>
          <w:rFonts w:cstheme="minorHAnsi"/>
          <w:lang w:val="it-IT"/>
        </w:rPr>
        <w:t xml:space="preserve"> per i soggetti di cui all’art. 80, co</w:t>
      </w:r>
      <w:r w:rsidR="00E77CE0">
        <w:rPr>
          <w:rFonts w:cstheme="minorHAnsi"/>
          <w:lang w:val="it-IT"/>
        </w:rPr>
        <w:t>mma</w:t>
      </w:r>
      <w:r w:rsidRPr="009A47BC">
        <w:rPr>
          <w:rFonts w:cstheme="minorHAnsi"/>
          <w:lang w:val="it-IT"/>
        </w:rPr>
        <w:t xml:space="preserve"> 3 del </w:t>
      </w:r>
      <w:proofErr w:type="spellStart"/>
      <w:r w:rsidRPr="009A47BC">
        <w:rPr>
          <w:rFonts w:cstheme="minorHAnsi"/>
          <w:lang w:val="it-IT"/>
        </w:rPr>
        <w:t>D.Lgs.</w:t>
      </w:r>
      <w:proofErr w:type="spellEnd"/>
      <w:r w:rsidRPr="009A47BC">
        <w:rPr>
          <w:rFonts w:cstheme="minorHAnsi"/>
          <w:lang w:val="it-IT"/>
        </w:rPr>
        <w:t xml:space="preserve"> 50/2016</w:t>
      </w:r>
      <w:r w:rsidR="00AB234E">
        <w:rPr>
          <w:rFonts w:cstheme="minorHAnsi"/>
          <w:lang w:val="it-IT"/>
        </w:rPr>
        <w:t xml:space="preserve"> e</w:t>
      </w:r>
      <w:r w:rsidR="00C722AC">
        <w:rPr>
          <w:rFonts w:cstheme="minorHAnsi"/>
          <w:lang w:val="it-IT"/>
        </w:rPr>
        <w:t xml:space="preserve"> per</w:t>
      </w:r>
      <w:r w:rsidR="00AB234E">
        <w:rPr>
          <w:rFonts w:cstheme="minorHAnsi"/>
          <w:lang w:val="it-IT"/>
        </w:rPr>
        <w:t xml:space="preserve"> </w:t>
      </w:r>
      <w:r w:rsidR="00AB234E" w:rsidRPr="009A47BC">
        <w:rPr>
          <w:rFonts w:cstheme="minorHAnsi"/>
          <w:lang w:val="it-IT"/>
        </w:rPr>
        <w:t>i soggetti di cui all’art. 8</w:t>
      </w:r>
      <w:r w:rsidR="00AB234E">
        <w:rPr>
          <w:rFonts w:cstheme="minorHAnsi"/>
          <w:lang w:val="it-IT"/>
        </w:rPr>
        <w:t>5</w:t>
      </w:r>
      <w:r w:rsidR="00E77CE0">
        <w:rPr>
          <w:rFonts w:cstheme="minorHAnsi"/>
          <w:lang w:val="it-IT"/>
        </w:rPr>
        <w:t xml:space="preserve"> comma 2</w:t>
      </w:r>
      <w:r w:rsidR="00AB234E" w:rsidRPr="009A47BC">
        <w:rPr>
          <w:rFonts w:cstheme="minorHAnsi"/>
          <w:lang w:val="it-IT"/>
        </w:rPr>
        <w:t xml:space="preserve"> del </w:t>
      </w:r>
      <w:proofErr w:type="spellStart"/>
      <w:r w:rsidR="00AB234E" w:rsidRPr="009A47BC">
        <w:rPr>
          <w:rFonts w:cstheme="minorHAnsi"/>
          <w:lang w:val="it-IT"/>
        </w:rPr>
        <w:t>D.Lgs.</w:t>
      </w:r>
      <w:proofErr w:type="spellEnd"/>
      <w:r w:rsidR="00AB234E" w:rsidRPr="009A47BC">
        <w:rPr>
          <w:rFonts w:cstheme="minorHAnsi"/>
          <w:lang w:val="it-IT"/>
        </w:rPr>
        <w:t xml:space="preserve"> </w:t>
      </w:r>
      <w:r w:rsidR="00AB234E">
        <w:rPr>
          <w:rFonts w:cstheme="minorHAnsi"/>
          <w:lang w:val="it-IT"/>
        </w:rPr>
        <w:t>159</w:t>
      </w:r>
      <w:r w:rsidR="00AB234E" w:rsidRPr="009A47BC">
        <w:rPr>
          <w:rFonts w:cstheme="minorHAnsi"/>
          <w:lang w:val="it-IT"/>
        </w:rPr>
        <w:t>/201</w:t>
      </w:r>
      <w:r w:rsidR="00AB234E">
        <w:rPr>
          <w:rFonts w:cstheme="minorHAnsi"/>
          <w:lang w:val="it-IT"/>
        </w:rPr>
        <w:t>1</w:t>
      </w:r>
      <w:r w:rsidR="00AB234E" w:rsidRPr="009A47BC">
        <w:rPr>
          <w:rFonts w:cstheme="minorHAnsi"/>
          <w:lang w:val="it-IT"/>
        </w:rPr>
        <w:t>:</w:t>
      </w:r>
    </w:p>
    <w:p w14:paraId="77C8B052" w14:textId="41B3AE6E" w:rsidR="004C25A2" w:rsidRPr="007311FA" w:rsidRDefault="004C25A2" w:rsidP="00902C5A">
      <w:pPr>
        <w:pStyle w:val="Paragrafoelenco"/>
        <w:widowControl/>
        <w:numPr>
          <w:ilvl w:val="2"/>
          <w:numId w:val="11"/>
        </w:numPr>
        <w:spacing w:after="120"/>
        <w:ind w:left="567" w:hanging="425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 xml:space="preserve">di essere in possesso della piena capacità di agire e </w:t>
      </w:r>
      <w:r w:rsidR="00C722AC" w:rsidRPr="007311FA">
        <w:rPr>
          <w:rFonts w:cstheme="minorHAnsi"/>
          <w:lang w:val="it-IT"/>
        </w:rPr>
        <w:t>l’</w:t>
      </w:r>
      <w:r w:rsidRPr="007311FA">
        <w:rPr>
          <w:rFonts w:cstheme="minorHAnsi"/>
          <w:lang w:val="it-IT"/>
        </w:rPr>
        <w:t>assenza di limiti o impedimenti a contrattare con la Pubblica Amministrazione secondo le vigenti disposizioni di legge;</w:t>
      </w:r>
    </w:p>
    <w:p w14:paraId="23C3E26A" w14:textId="56ED99CC" w:rsidR="00D03039" w:rsidRPr="007311FA" w:rsidRDefault="004C25A2" w:rsidP="00902C5A">
      <w:pPr>
        <w:pStyle w:val="Paragrafoelenco"/>
        <w:numPr>
          <w:ilvl w:val="2"/>
          <w:numId w:val="11"/>
        </w:numPr>
        <w:ind w:left="567" w:hanging="425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 xml:space="preserve">di non trovarsi nelle condizioni di cui all’art. 9, comma 2, lett. c), </w:t>
      </w:r>
      <w:proofErr w:type="spellStart"/>
      <w:r w:rsidRPr="007311FA">
        <w:rPr>
          <w:rFonts w:cstheme="minorHAnsi"/>
          <w:lang w:val="it-IT"/>
        </w:rPr>
        <w:t>D.Lgs.</w:t>
      </w:r>
      <w:proofErr w:type="spellEnd"/>
      <w:r w:rsidRPr="007311FA">
        <w:rPr>
          <w:rFonts w:cstheme="minorHAnsi"/>
          <w:lang w:val="it-IT"/>
        </w:rPr>
        <w:t xml:space="preserve"> 231/2001</w:t>
      </w:r>
      <w:r w:rsidR="00C722AC" w:rsidRPr="007311FA">
        <w:rPr>
          <w:rFonts w:cstheme="minorHAnsi"/>
          <w:lang w:val="it-IT"/>
        </w:rPr>
        <w:t xml:space="preserve"> </w:t>
      </w:r>
      <w:bookmarkStart w:id="0" w:name="_Hlk92813346"/>
      <w:r w:rsidR="00C722AC" w:rsidRPr="007311FA">
        <w:rPr>
          <w:rFonts w:cstheme="minorHAnsi"/>
          <w:lang w:val="it-IT"/>
        </w:rPr>
        <w:t xml:space="preserve">e di non essere stato oggetto di sanzioni, misure cautelari o interdittive o provvedimenti di condanna, anche non definitiva ai sensi del </w:t>
      </w:r>
      <w:proofErr w:type="spellStart"/>
      <w:r w:rsidR="00C722AC" w:rsidRPr="007311FA">
        <w:rPr>
          <w:rFonts w:cstheme="minorHAnsi"/>
          <w:lang w:val="it-IT"/>
        </w:rPr>
        <w:t>D.Lgs.</w:t>
      </w:r>
      <w:proofErr w:type="spellEnd"/>
      <w:r w:rsidR="00C722AC" w:rsidRPr="007311FA">
        <w:rPr>
          <w:rFonts w:cstheme="minorHAnsi"/>
          <w:lang w:val="it-IT"/>
        </w:rPr>
        <w:t xml:space="preserve"> 231/2001</w:t>
      </w:r>
      <w:bookmarkEnd w:id="0"/>
      <w:r w:rsidRPr="007311FA">
        <w:rPr>
          <w:rFonts w:cstheme="minorHAnsi"/>
          <w:lang w:val="it-IT"/>
        </w:rPr>
        <w:t>;</w:t>
      </w:r>
    </w:p>
    <w:p w14:paraId="16AAC064" w14:textId="45FBF42C" w:rsidR="003E6A22" w:rsidRPr="007311FA" w:rsidRDefault="003E6A22" w:rsidP="00902C5A">
      <w:pPr>
        <w:pStyle w:val="Paragrafoelenco"/>
        <w:widowControl/>
        <w:numPr>
          <w:ilvl w:val="2"/>
          <w:numId w:val="11"/>
        </w:numPr>
        <w:spacing w:after="120"/>
        <w:ind w:left="567" w:hanging="425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>di</w:t>
      </w:r>
      <w:r w:rsidRPr="007311FA">
        <w:rPr>
          <w:rFonts w:cstheme="minorHAnsi"/>
          <w:spacing w:val="33"/>
          <w:lang w:val="it-IT"/>
        </w:rPr>
        <w:t xml:space="preserve"> </w:t>
      </w:r>
      <w:r w:rsidRPr="007311FA">
        <w:rPr>
          <w:rFonts w:cstheme="minorHAnsi"/>
          <w:lang w:val="it-IT"/>
        </w:rPr>
        <w:t>non</w:t>
      </w:r>
      <w:r w:rsidRPr="007311FA">
        <w:rPr>
          <w:rFonts w:cstheme="minorHAnsi"/>
          <w:spacing w:val="33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avere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lang w:val="it-IT"/>
        </w:rPr>
        <w:t>a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lang w:val="it-IT"/>
        </w:rPr>
        <w:t>proprio</w:t>
      </w:r>
      <w:r w:rsidRPr="007311FA">
        <w:rPr>
          <w:rFonts w:cstheme="minorHAnsi"/>
          <w:spacing w:val="33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carico</w:t>
      </w:r>
      <w:r w:rsidRPr="007311FA">
        <w:rPr>
          <w:rFonts w:cstheme="minorHAnsi"/>
          <w:spacing w:val="33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procedimenti</w:t>
      </w:r>
      <w:r w:rsidRPr="007311FA">
        <w:rPr>
          <w:rFonts w:cstheme="minorHAnsi"/>
          <w:spacing w:val="34"/>
          <w:lang w:val="it-IT"/>
        </w:rPr>
        <w:t xml:space="preserve"> </w:t>
      </w:r>
      <w:r w:rsidRPr="007311FA">
        <w:rPr>
          <w:rFonts w:cstheme="minorHAnsi"/>
          <w:lang w:val="it-IT"/>
        </w:rPr>
        <w:t>in</w:t>
      </w:r>
      <w:r w:rsidRPr="007311FA">
        <w:rPr>
          <w:rFonts w:cstheme="minorHAnsi"/>
          <w:spacing w:val="33"/>
          <w:lang w:val="it-IT"/>
        </w:rPr>
        <w:t xml:space="preserve"> </w:t>
      </w:r>
      <w:r w:rsidRPr="007311FA">
        <w:rPr>
          <w:rFonts w:cstheme="minorHAnsi"/>
          <w:lang w:val="it-IT"/>
        </w:rPr>
        <w:t>corso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per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l’applicazione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lang w:val="it-IT"/>
        </w:rPr>
        <w:t>di</w:t>
      </w:r>
      <w:r w:rsidRPr="007311FA">
        <w:rPr>
          <w:rFonts w:cstheme="minorHAnsi"/>
          <w:spacing w:val="36"/>
          <w:lang w:val="it-IT"/>
        </w:rPr>
        <w:t xml:space="preserve"> </w:t>
      </w:r>
      <w:r w:rsidRPr="007311FA">
        <w:rPr>
          <w:rFonts w:cstheme="minorHAnsi"/>
          <w:lang w:val="it-IT"/>
        </w:rPr>
        <w:t>una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delle</w:t>
      </w:r>
      <w:r w:rsidRPr="007311FA">
        <w:rPr>
          <w:rFonts w:cstheme="minorHAnsi"/>
          <w:spacing w:val="40"/>
          <w:lang w:val="it-IT"/>
        </w:rPr>
        <w:t xml:space="preserve"> </w:t>
      </w:r>
      <w:r w:rsidRPr="007311FA">
        <w:rPr>
          <w:rFonts w:cstheme="minorHAnsi"/>
          <w:lang w:val="it-IT"/>
        </w:rPr>
        <w:t>misure</w:t>
      </w:r>
      <w:r w:rsidRPr="007311FA">
        <w:rPr>
          <w:rFonts w:cstheme="minorHAnsi"/>
          <w:spacing w:val="32"/>
          <w:lang w:val="it-IT"/>
        </w:rPr>
        <w:t xml:space="preserve"> </w:t>
      </w:r>
      <w:r w:rsidRPr="007311FA">
        <w:rPr>
          <w:rFonts w:cstheme="minorHAnsi"/>
          <w:lang w:val="it-IT"/>
        </w:rPr>
        <w:t>di</w:t>
      </w:r>
      <w:r w:rsidRPr="007311FA">
        <w:rPr>
          <w:rFonts w:cstheme="minorHAnsi"/>
          <w:spacing w:val="79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prevenzione</w:t>
      </w:r>
      <w:r w:rsidRPr="007311FA">
        <w:rPr>
          <w:rFonts w:cstheme="minorHAnsi"/>
          <w:spacing w:val="30"/>
          <w:lang w:val="it-IT"/>
        </w:rPr>
        <w:t xml:space="preserve"> </w:t>
      </w:r>
      <w:r w:rsidRPr="007311FA">
        <w:rPr>
          <w:rFonts w:cstheme="minorHAnsi"/>
          <w:lang w:val="it-IT"/>
        </w:rPr>
        <w:t>di</w:t>
      </w:r>
      <w:r w:rsidRPr="007311FA">
        <w:rPr>
          <w:rFonts w:cstheme="minorHAnsi"/>
          <w:spacing w:val="31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cui</w:t>
      </w:r>
      <w:r w:rsidRPr="007311FA">
        <w:rPr>
          <w:rFonts w:cstheme="minorHAnsi"/>
          <w:spacing w:val="31"/>
          <w:lang w:val="it-IT"/>
        </w:rPr>
        <w:t xml:space="preserve"> </w:t>
      </w:r>
      <w:r w:rsidRPr="007311FA">
        <w:rPr>
          <w:rFonts w:cstheme="minorHAnsi"/>
          <w:lang w:val="it-IT"/>
        </w:rPr>
        <w:t>all’art.</w:t>
      </w:r>
      <w:r w:rsidRPr="007311FA">
        <w:rPr>
          <w:rFonts w:cstheme="minorHAnsi"/>
          <w:spacing w:val="31"/>
          <w:lang w:val="it-IT"/>
        </w:rPr>
        <w:t xml:space="preserve"> </w:t>
      </w:r>
      <w:r w:rsidRPr="007311FA">
        <w:rPr>
          <w:rFonts w:cstheme="minorHAnsi"/>
          <w:lang w:val="it-IT"/>
        </w:rPr>
        <w:t>6</w:t>
      </w:r>
      <w:r w:rsidRPr="007311FA">
        <w:rPr>
          <w:rFonts w:cstheme="minorHAnsi"/>
          <w:spacing w:val="30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del</w:t>
      </w:r>
      <w:r w:rsidRPr="007311FA">
        <w:rPr>
          <w:rFonts w:cstheme="minorHAnsi"/>
          <w:spacing w:val="31"/>
          <w:lang w:val="it-IT"/>
        </w:rPr>
        <w:t xml:space="preserve"> </w:t>
      </w:r>
      <w:proofErr w:type="spellStart"/>
      <w:r w:rsidRPr="007311FA">
        <w:rPr>
          <w:rFonts w:cstheme="minorHAnsi"/>
          <w:spacing w:val="-1"/>
          <w:lang w:val="it-IT"/>
        </w:rPr>
        <w:t>D.Lgs.</w:t>
      </w:r>
      <w:proofErr w:type="spellEnd"/>
      <w:r w:rsidRPr="007311FA">
        <w:rPr>
          <w:rFonts w:cstheme="minorHAnsi"/>
          <w:spacing w:val="31"/>
          <w:lang w:val="it-IT"/>
        </w:rPr>
        <w:t xml:space="preserve"> </w:t>
      </w:r>
      <w:r w:rsidRPr="007311FA">
        <w:rPr>
          <w:rFonts w:cstheme="minorHAnsi"/>
          <w:lang w:val="it-IT"/>
        </w:rPr>
        <w:t>159</w:t>
      </w:r>
      <w:r w:rsidR="00597872" w:rsidRPr="007311FA">
        <w:rPr>
          <w:rFonts w:cstheme="minorHAnsi"/>
          <w:lang w:val="it-IT"/>
        </w:rPr>
        <w:t>/</w:t>
      </w:r>
      <w:r w:rsidRPr="007311FA">
        <w:rPr>
          <w:rFonts w:cstheme="minorHAnsi"/>
          <w:lang w:val="it-IT"/>
        </w:rPr>
        <w:t>2011</w:t>
      </w:r>
      <w:r w:rsidR="00597872" w:rsidRPr="007311FA">
        <w:rPr>
          <w:rFonts w:cstheme="minorHAnsi"/>
          <w:lang w:val="it-IT"/>
        </w:rPr>
        <w:t>,</w:t>
      </w:r>
      <w:r w:rsidRPr="007311FA">
        <w:rPr>
          <w:rFonts w:cstheme="minorHAnsi"/>
          <w:spacing w:val="30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che</w:t>
      </w:r>
      <w:r w:rsidRPr="007311FA">
        <w:rPr>
          <w:rFonts w:cstheme="minorHAnsi"/>
          <w:spacing w:val="30"/>
          <w:lang w:val="it-IT"/>
        </w:rPr>
        <w:t xml:space="preserve"> </w:t>
      </w:r>
      <w:r w:rsidRPr="007311FA">
        <w:rPr>
          <w:rFonts w:cstheme="minorHAnsi"/>
          <w:lang w:val="it-IT"/>
        </w:rPr>
        <w:t>non</w:t>
      </w:r>
      <w:r w:rsidRPr="007311FA">
        <w:rPr>
          <w:rFonts w:cstheme="minorHAnsi"/>
          <w:spacing w:val="30"/>
          <w:lang w:val="it-IT"/>
        </w:rPr>
        <w:t xml:space="preserve"> </w:t>
      </w:r>
      <w:r w:rsidRPr="007311FA">
        <w:rPr>
          <w:rFonts w:cstheme="minorHAnsi"/>
          <w:lang w:val="it-IT"/>
        </w:rPr>
        <w:t>sussiste</w:t>
      </w:r>
      <w:r w:rsidRPr="007311FA">
        <w:rPr>
          <w:rFonts w:cstheme="minorHAnsi"/>
          <w:spacing w:val="36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alcuno</w:t>
      </w:r>
      <w:r w:rsidRPr="007311FA">
        <w:rPr>
          <w:rFonts w:cstheme="minorHAnsi"/>
          <w:spacing w:val="30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dei</w:t>
      </w:r>
      <w:r w:rsidRPr="007311FA">
        <w:rPr>
          <w:rFonts w:cstheme="minorHAnsi"/>
          <w:spacing w:val="31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divieti</w:t>
      </w:r>
      <w:r w:rsidRPr="007311FA">
        <w:rPr>
          <w:rFonts w:cstheme="minorHAnsi"/>
          <w:spacing w:val="67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previsti</w:t>
      </w:r>
      <w:r w:rsidRPr="007311FA">
        <w:rPr>
          <w:rFonts w:cstheme="minorHAnsi"/>
          <w:lang w:val="it-IT"/>
        </w:rPr>
        <w:t xml:space="preserve"> </w:t>
      </w:r>
      <w:r w:rsidRPr="007311FA">
        <w:rPr>
          <w:rFonts w:cstheme="minorHAnsi"/>
          <w:spacing w:val="-1"/>
          <w:lang w:val="it-IT"/>
        </w:rPr>
        <w:t>dall’art.</w:t>
      </w:r>
      <w:r w:rsidRPr="007311FA">
        <w:rPr>
          <w:rFonts w:cstheme="minorHAnsi"/>
          <w:lang w:val="it-IT"/>
        </w:rPr>
        <w:t xml:space="preserve"> 67 del </w:t>
      </w:r>
      <w:proofErr w:type="spellStart"/>
      <w:r w:rsidRPr="007311FA">
        <w:rPr>
          <w:rFonts w:cstheme="minorHAnsi"/>
          <w:lang w:val="it-IT"/>
        </w:rPr>
        <w:t>D.Lgs.</w:t>
      </w:r>
      <w:proofErr w:type="spellEnd"/>
      <w:r w:rsidRPr="007311FA">
        <w:rPr>
          <w:rFonts w:cstheme="minorHAnsi"/>
          <w:lang w:val="it-IT"/>
        </w:rPr>
        <w:t xml:space="preserve"> 159/2011 e non incorrano tentativi di infiltrazione mafiosa di cui all’art. 84, comma 4, </w:t>
      </w:r>
      <w:proofErr w:type="spellStart"/>
      <w:r w:rsidR="00F52E10" w:rsidRPr="007311FA">
        <w:rPr>
          <w:rFonts w:cstheme="minorHAnsi"/>
          <w:lang w:val="it-IT"/>
        </w:rPr>
        <w:t>D.Lgs.</w:t>
      </w:r>
      <w:proofErr w:type="spellEnd"/>
      <w:r w:rsidR="00F52E10" w:rsidRPr="007311FA">
        <w:rPr>
          <w:rFonts w:cstheme="minorHAnsi"/>
          <w:lang w:val="it-IT"/>
        </w:rPr>
        <w:t xml:space="preserve"> 159/2011</w:t>
      </w:r>
      <w:r w:rsidRPr="007311FA">
        <w:rPr>
          <w:rFonts w:cstheme="minorHAnsi"/>
          <w:lang w:val="it-IT"/>
        </w:rPr>
        <w:t xml:space="preserve">, fermo restando quanto previsto dagli artt. 88, comma 4 e 92, commi 2 e 3, </w:t>
      </w:r>
      <w:proofErr w:type="spellStart"/>
      <w:r w:rsidR="00F52E10" w:rsidRPr="007311FA">
        <w:rPr>
          <w:rFonts w:cstheme="minorHAnsi"/>
          <w:lang w:val="it-IT"/>
        </w:rPr>
        <w:t>D.Lgs.</w:t>
      </w:r>
      <w:proofErr w:type="spellEnd"/>
      <w:r w:rsidR="00F52E10" w:rsidRPr="007311FA">
        <w:rPr>
          <w:rFonts w:cstheme="minorHAnsi"/>
          <w:lang w:val="it-IT"/>
        </w:rPr>
        <w:t xml:space="preserve"> 159/2011 </w:t>
      </w:r>
      <w:r w:rsidRPr="007311FA">
        <w:rPr>
          <w:rFonts w:cstheme="minorHAnsi"/>
          <w:lang w:val="it-IT"/>
        </w:rPr>
        <w:t>con riferimento rispettivamente alle comunicazioni antimafia e alle informative antimafia e quanto previsto dall’art. 34</w:t>
      </w:r>
      <w:r w:rsidR="00F52E10" w:rsidRPr="007311FA">
        <w:rPr>
          <w:rFonts w:cstheme="minorHAnsi"/>
          <w:lang w:val="it-IT"/>
        </w:rPr>
        <w:t>-</w:t>
      </w:r>
      <w:r w:rsidRPr="007311FA">
        <w:rPr>
          <w:rFonts w:cstheme="minorHAnsi"/>
          <w:i/>
          <w:iCs/>
          <w:lang w:val="it-IT"/>
        </w:rPr>
        <w:t>bis</w:t>
      </w:r>
      <w:r w:rsidRPr="007311FA">
        <w:rPr>
          <w:rFonts w:cstheme="minorHAnsi"/>
          <w:lang w:val="it-IT"/>
        </w:rPr>
        <w:t>, commi 6 e</w:t>
      </w:r>
      <w:r w:rsidR="00F52E10" w:rsidRPr="007311FA">
        <w:rPr>
          <w:rFonts w:cstheme="minorHAnsi"/>
          <w:lang w:val="it-IT"/>
        </w:rPr>
        <w:t xml:space="preserve"> </w:t>
      </w:r>
      <w:r w:rsidRPr="007311FA">
        <w:rPr>
          <w:rFonts w:cstheme="minorHAnsi"/>
          <w:lang w:val="it-IT"/>
        </w:rPr>
        <w:t xml:space="preserve">7, </w:t>
      </w:r>
      <w:proofErr w:type="spellStart"/>
      <w:r w:rsidR="00F52E10" w:rsidRPr="007311FA">
        <w:rPr>
          <w:rFonts w:cstheme="minorHAnsi"/>
          <w:lang w:val="it-IT"/>
        </w:rPr>
        <w:t>D.Lgs.</w:t>
      </w:r>
      <w:proofErr w:type="spellEnd"/>
      <w:r w:rsidR="00F52E10" w:rsidRPr="007311FA">
        <w:rPr>
          <w:rFonts w:cstheme="minorHAnsi"/>
          <w:lang w:val="it-IT"/>
        </w:rPr>
        <w:t xml:space="preserve"> 159/2011</w:t>
      </w:r>
      <w:r w:rsidRPr="007311FA">
        <w:rPr>
          <w:rFonts w:cstheme="minorHAnsi"/>
          <w:lang w:val="it-IT"/>
        </w:rPr>
        <w:t>;</w:t>
      </w:r>
    </w:p>
    <w:p w14:paraId="52EE0534" w14:textId="71B16019" w:rsidR="004C25A2" w:rsidRPr="007311FA" w:rsidRDefault="004C25A2" w:rsidP="00902C5A">
      <w:pPr>
        <w:pStyle w:val="Paragrafoelenco"/>
        <w:widowControl/>
        <w:numPr>
          <w:ilvl w:val="2"/>
          <w:numId w:val="11"/>
        </w:numPr>
        <w:spacing w:after="120"/>
        <w:ind w:left="567" w:hanging="425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 xml:space="preserve">di non trovarsi in alcuno dei motivi di esclusione di cui all’art. 80 del </w:t>
      </w:r>
      <w:proofErr w:type="spellStart"/>
      <w:r w:rsidRPr="007311FA">
        <w:rPr>
          <w:rFonts w:cstheme="minorHAnsi"/>
          <w:lang w:val="it-IT"/>
        </w:rPr>
        <w:t>D.Lgs.</w:t>
      </w:r>
      <w:proofErr w:type="spellEnd"/>
      <w:r w:rsidRPr="007311FA">
        <w:rPr>
          <w:rFonts w:cstheme="minorHAnsi"/>
          <w:lang w:val="it-IT"/>
        </w:rPr>
        <w:t xml:space="preserve"> 50/2016;</w:t>
      </w:r>
    </w:p>
    <w:p w14:paraId="73E83450" w14:textId="6DD30D34" w:rsidR="00C7045F" w:rsidRPr="007311FA" w:rsidRDefault="004C25A2" w:rsidP="00902C5A">
      <w:pPr>
        <w:pStyle w:val="Paragrafoelenco"/>
        <w:widowControl/>
        <w:numPr>
          <w:ilvl w:val="2"/>
          <w:numId w:val="11"/>
        </w:numPr>
        <w:spacing w:after="120"/>
        <w:ind w:left="567" w:hanging="425"/>
        <w:jc w:val="both"/>
        <w:rPr>
          <w:rFonts w:cstheme="minorHAnsi"/>
          <w:lang w:val="it-IT"/>
        </w:rPr>
      </w:pPr>
      <w:r w:rsidRPr="007311FA">
        <w:rPr>
          <w:rFonts w:cstheme="minorHAnsi"/>
          <w:lang w:val="it-IT"/>
        </w:rPr>
        <w:t>di non aver reso false dichiarazioni in merito a requisiti, stati e/o condizioni rese per la partecipazione a procedure di appalto o ad aste pubbliche.</w:t>
      </w:r>
    </w:p>
    <w:p w14:paraId="2E2BC7F1" w14:textId="77777777" w:rsidR="00C7045F" w:rsidRPr="009A47BC" w:rsidRDefault="00CB48B8" w:rsidP="009A47BC">
      <w:pPr>
        <w:pStyle w:val="Titolo1"/>
        <w:spacing w:after="120"/>
        <w:ind w:left="0"/>
        <w:jc w:val="center"/>
        <w:rPr>
          <w:rFonts w:asciiTheme="minorHAnsi" w:hAnsiTheme="minorHAnsi" w:cstheme="minorHAnsi"/>
          <w:b w:val="0"/>
          <w:bCs w:val="0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DICHIARA inoltre:</w:t>
      </w:r>
    </w:p>
    <w:p w14:paraId="485EB017" w14:textId="0A0F80D9" w:rsidR="00C7045F" w:rsidRPr="00902C5A" w:rsidRDefault="00CB48B8" w:rsidP="009A47BC">
      <w:pPr>
        <w:pStyle w:val="Corpotesto"/>
        <w:numPr>
          <w:ilvl w:val="1"/>
          <w:numId w:val="3"/>
        </w:numPr>
        <w:spacing w:after="120"/>
        <w:ind w:left="567" w:hanging="567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Pr="009A47BC">
        <w:rPr>
          <w:rFonts w:asciiTheme="minorHAnsi" w:hAnsiTheme="minorHAnsi" w:cstheme="minorHAnsi"/>
          <w:spacing w:val="4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aver</w:t>
      </w:r>
      <w:r w:rsidRPr="009A47BC">
        <w:rPr>
          <w:rFonts w:asciiTheme="minorHAnsi" w:hAnsiTheme="minorHAnsi" w:cstheme="minorHAnsi"/>
          <w:spacing w:val="4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preso</w:t>
      </w:r>
      <w:r w:rsidRPr="009A47BC">
        <w:rPr>
          <w:rFonts w:asciiTheme="minorHAnsi" w:hAnsiTheme="minorHAnsi" w:cstheme="minorHAnsi"/>
          <w:spacing w:val="4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completa</w:t>
      </w:r>
      <w:r w:rsidRPr="009A47BC">
        <w:rPr>
          <w:rFonts w:asciiTheme="minorHAnsi" w:hAnsiTheme="minorHAnsi" w:cstheme="minorHAnsi"/>
          <w:spacing w:val="4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visione</w:t>
      </w:r>
      <w:r w:rsidRPr="009A47BC">
        <w:rPr>
          <w:rFonts w:asciiTheme="minorHAnsi" w:hAnsiTheme="minorHAnsi" w:cstheme="minorHAnsi"/>
          <w:spacing w:val="4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9A47BC">
        <w:rPr>
          <w:rFonts w:asciiTheme="minorHAnsi" w:hAnsiTheme="minorHAnsi" w:cstheme="minorHAnsi"/>
          <w:spacing w:val="4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Pr="009A47BC">
        <w:rPr>
          <w:rFonts w:asciiTheme="minorHAnsi" w:hAnsiTheme="minorHAnsi" w:cstheme="minorHAnsi"/>
          <w:spacing w:val="48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accettare</w:t>
      </w:r>
      <w:r w:rsidRPr="009A47BC">
        <w:rPr>
          <w:rFonts w:asciiTheme="minorHAnsi" w:hAnsiTheme="minorHAnsi" w:cstheme="minorHAnsi"/>
          <w:spacing w:val="4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tutte</w:t>
      </w:r>
      <w:r w:rsidRPr="009A47BC">
        <w:rPr>
          <w:rFonts w:asciiTheme="minorHAnsi" w:hAnsiTheme="minorHAnsi" w:cstheme="minorHAnsi"/>
          <w:spacing w:val="4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le</w:t>
      </w:r>
      <w:r w:rsidRPr="009A47BC">
        <w:rPr>
          <w:rFonts w:asciiTheme="minorHAnsi" w:hAnsiTheme="minorHAnsi" w:cstheme="minorHAnsi"/>
          <w:spacing w:val="4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disposizioni,</w:t>
      </w:r>
      <w:r w:rsidRPr="009A47BC">
        <w:rPr>
          <w:rFonts w:asciiTheme="minorHAnsi" w:hAnsiTheme="minorHAnsi" w:cstheme="minorHAnsi"/>
          <w:spacing w:val="4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condizioni,</w:t>
      </w:r>
      <w:r w:rsidRPr="009A47BC">
        <w:rPr>
          <w:rFonts w:asciiTheme="minorHAnsi" w:hAnsiTheme="minorHAnsi" w:cstheme="minorHAnsi"/>
          <w:spacing w:val="52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prescrizioni</w:t>
      </w:r>
      <w:r w:rsidRPr="009A47BC">
        <w:rPr>
          <w:rFonts w:asciiTheme="minorHAnsi" w:hAnsiTheme="minorHAnsi" w:cstheme="minorHAnsi"/>
          <w:spacing w:val="4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9A47BC">
        <w:rPr>
          <w:rFonts w:asciiTheme="minorHAnsi" w:hAnsiTheme="minorHAnsi" w:cstheme="minorHAnsi"/>
          <w:spacing w:val="5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modalità</w:t>
      </w:r>
      <w:r w:rsidRPr="009A47BC">
        <w:rPr>
          <w:rFonts w:asciiTheme="minorHAnsi" w:hAnsiTheme="minorHAnsi" w:cstheme="minorHAnsi"/>
          <w:spacing w:val="39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contenute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28767F"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nell’Avviso di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manifestazione</w:t>
      </w:r>
      <w:r w:rsidRPr="009A47BC">
        <w:rPr>
          <w:rFonts w:asciiTheme="minorHAnsi" w:hAnsiTheme="minorHAnsi" w:cstheme="minorHAnsi"/>
          <w:spacing w:val="4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Pr="009A47BC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interesse</w:t>
      </w:r>
      <w:r w:rsidRPr="009A47BC">
        <w:rPr>
          <w:rFonts w:asciiTheme="minorHAnsi" w:hAnsiTheme="minorHAnsi" w:cstheme="minorHAnsi"/>
          <w:spacing w:val="4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9A47BC">
        <w:rPr>
          <w:rFonts w:asciiTheme="minorHAnsi" w:hAnsiTheme="minorHAnsi" w:cstheme="minorHAnsi"/>
          <w:spacing w:val="39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nei</w:t>
      </w:r>
      <w:r w:rsidRPr="009A47BC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suoi</w:t>
      </w:r>
      <w:r w:rsidRPr="009A47BC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allegati,</w:t>
      </w:r>
      <w:r w:rsidRPr="009A47BC">
        <w:rPr>
          <w:rFonts w:asciiTheme="minorHAnsi" w:hAnsiTheme="minorHAnsi" w:cstheme="minorHAnsi"/>
          <w:spacing w:val="4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senza</w:t>
      </w:r>
      <w:r w:rsidRPr="009A47BC">
        <w:rPr>
          <w:rFonts w:asciiTheme="minorHAnsi" w:hAnsiTheme="minorHAnsi" w:cstheme="minorHAnsi"/>
          <w:spacing w:val="39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alcuna</w:t>
      </w:r>
      <w:r w:rsidRPr="009A47BC">
        <w:rPr>
          <w:rFonts w:asciiTheme="minorHAnsi" w:hAnsiTheme="minorHAnsi" w:cstheme="minorHAnsi"/>
          <w:spacing w:val="39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riserva,</w:t>
      </w:r>
      <w:r w:rsidRPr="009A47BC">
        <w:rPr>
          <w:rFonts w:asciiTheme="minorHAnsi" w:hAnsiTheme="minorHAnsi" w:cstheme="minorHAnsi"/>
          <w:spacing w:val="87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>anche</w:t>
      </w:r>
      <w:r w:rsidRPr="00902C5A">
        <w:rPr>
          <w:rFonts w:asciiTheme="minorHAnsi" w:hAnsiTheme="minorHAnsi" w:cstheme="minorHAnsi"/>
          <w:spacing w:val="15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>così</w:t>
      </w:r>
      <w:r w:rsidRPr="00902C5A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z w:val="22"/>
          <w:szCs w:val="22"/>
          <w:lang w:val="it-IT"/>
        </w:rPr>
        <w:t>come</w:t>
      </w:r>
      <w:r w:rsidRPr="00902C5A">
        <w:rPr>
          <w:rFonts w:asciiTheme="minorHAnsi" w:hAnsiTheme="minorHAnsi" w:cstheme="minorHAnsi"/>
          <w:spacing w:val="15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>integrati</w:t>
      </w:r>
      <w:r w:rsidRPr="00902C5A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z w:val="22"/>
          <w:szCs w:val="22"/>
          <w:lang w:val="it-IT"/>
        </w:rPr>
        <w:t>da</w:t>
      </w:r>
      <w:r w:rsidRPr="00902C5A">
        <w:rPr>
          <w:rFonts w:asciiTheme="minorHAnsi" w:hAnsiTheme="minorHAnsi" w:cstheme="minorHAnsi"/>
          <w:spacing w:val="15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>eventuali</w:t>
      </w:r>
      <w:r w:rsidRPr="00902C5A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>chiarimenti</w:t>
      </w:r>
      <w:r w:rsidRPr="00902C5A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pubblicati </w:t>
      </w:r>
      <w:r w:rsidR="00F52E10"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>da Finaosta</w:t>
      </w:r>
      <w:bookmarkStart w:id="1" w:name="_Hlk85539223"/>
      <w:r w:rsidR="00D04603" w:rsidRPr="00902C5A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S.p.A.</w:t>
      </w:r>
      <w:bookmarkEnd w:id="1"/>
      <w:r w:rsidR="008F1405" w:rsidRPr="00F52E10">
        <w:rPr>
          <w:rFonts w:asciiTheme="minorHAnsi" w:hAnsiTheme="minorHAnsi" w:cstheme="minorHAnsi"/>
          <w:spacing w:val="-1"/>
          <w:sz w:val="22"/>
          <w:szCs w:val="22"/>
          <w:lang w:val="it-IT"/>
        </w:rPr>
        <w:t>;</w:t>
      </w:r>
    </w:p>
    <w:p w14:paraId="673988B2" w14:textId="0A29B952" w:rsidR="001622D9" w:rsidRPr="009A47BC" w:rsidRDefault="00CB48B8" w:rsidP="009A47BC">
      <w:pPr>
        <w:pStyle w:val="Corpotesto"/>
        <w:numPr>
          <w:ilvl w:val="1"/>
          <w:numId w:val="3"/>
        </w:numPr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Pr="009A47BC">
        <w:rPr>
          <w:rFonts w:asciiTheme="minorHAnsi" w:hAnsiTheme="minorHAnsi" w:cstheme="minorHAnsi"/>
          <w:spacing w:val="1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essere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informato</w:t>
      </w:r>
      <w:r w:rsidRPr="009A47BC">
        <w:rPr>
          <w:rFonts w:asciiTheme="minorHAnsi" w:hAnsiTheme="minorHAnsi" w:cstheme="minorHAnsi"/>
          <w:spacing w:val="1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9A47BC">
        <w:rPr>
          <w:rFonts w:asciiTheme="minorHAnsi" w:hAnsiTheme="minorHAnsi" w:cstheme="minorHAnsi"/>
          <w:spacing w:val="1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Pr="009A47BC">
        <w:rPr>
          <w:rFonts w:asciiTheme="minorHAnsi" w:hAnsiTheme="minorHAnsi" w:cstheme="minorHAnsi"/>
          <w:spacing w:val="1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autorizzare</w:t>
      </w:r>
      <w:r w:rsidRPr="009A47BC">
        <w:rPr>
          <w:rFonts w:asciiTheme="minorHAnsi" w:hAnsiTheme="minorHAnsi" w:cstheme="minorHAnsi"/>
          <w:spacing w:val="12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che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tutti</w:t>
      </w:r>
      <w:r w:rsidRPr="009A47BC">
        <w:rPr>
          <w:rFonts w:asciiTheme="minorHAnsi" w:hAnsiTheme="minorHAnsi" w:cstheme="minorHAnsi"/>
          <w:spacing w:val="1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dati</w:t>
      </w:r>
      <w:r w:rsidRPr="009A47BC">
        <w:rPr>
          <w:rFonts w:asciiTheme="minorHAnsi" w:hAnsiTheme="minorHAnsi" w:cstheme="minorHAnsi"/>
          <w:spacing w:val="1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dichiarati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9A47BC">
        <w:rPr>
          <w:rFonts w:asciiTheme="minorHAnsi" w:hAnsiTheme="minorHAnsi" w:cstheme="minorHAnsi"/>
          <w:spacing w:val="1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riportati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nei</w:t>
      </w:r>
      <w:r w:rsidRPr="009A47BC">
        <w:rPr>
          <w:rFonts w:asciiTheme="minorHAnsi" w:hAnsiTheme="minorHAnsi" w:cstheme="minorHAnsi"/>
          <w:spacing w:val="14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documenti</w:t>
      </w:r>
      <w:r w:rsidRPr="009A47BC">
        <w:rPr>
          <w:rFonts w:asciiTheme="minorHAnsi" w:hAnsiTheme="minorHAnsi" w:cstheme="minorHAnsi"/>
          <w:spacing w:val="2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presentati</w:t>
      </w:r>
      <w:r w:rsidRPr="009A47BC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r w:rsidR="00F52E10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dall’</w:t>
      </w:r>
      <w:r w:rsidR="00F52E10">
        <w:rPr>
          <w:rFonts w:asciiTheme="minorHAnsi" w:hAnsiTheme="minorHAnsi" w:cstheme="minorHAnsi"/>
          <w:spacing w:val="-1"/>
          <w:sz w:val="22"/>
          <w:szCs w:val="22"/>
          <w:lang w:val="it-IT"/>
        </w:rPr>
        <w:t>OE</w:t>
      </w:r>
      <w:r w:rsidR="00F52E10" w:rsidRPr="009A47BC">
        <w:rPr>
          <w:rFonts w:asciiTheme="minorHAnsi" w:hAnsiTheme="minorHAnsi" w:cstheme="minorHAnsi"/>
          <w:spacing w:val="2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siano</w:t>
      </w:r>
      <w:r w:rsidRPr="009A47BC">
        <w:rPr>
          <w:rFonts w:asciiTheme="minorHAnsi" w:hAnsiTheme="minorHAnsi" w:cstheme="minorHAnsi"/>
          <w:spacing w:val="2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9A47BC">
        <w:rPr>
          <w:rFonts w:asciiTheme="minorHAnsi" w:hAnsiTheme="minorHAnsi" w:cstheme="minorHAnsi"/>
          <w:spacing w:val="2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trattati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-</w:t>
      </w:r>
      <w:r w:rsidRPr="009A47BC">
        <w:rPr>
          <w:rFonts w:asciiTheme="minorHAnsi" w:hAnsiTheme="minorHAnsi" w:cstheme="minorHAnsi"/>
          <w:spacing w:val="2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anche</w:t>
      </w:r>
      <w:r w:rsidRPr="009A47BC">
        <w:rPr>
          <w:rFonts w:asciiTheme="minorHAnsi" w:hAnsiTheme="minorHAnsi" w:cstheme="minorHAnsi"/>
          <w:spacing w:val="2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strumenti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informatici</w:t>
      </w:r>
      <w:r w:rsidRPr="009A47BC">
        <w:rPr>
          <w:rFonts w:asciiTheme="minorHAnsi" w:hAnsiTheme="minorHAnsi" w:cstheme="minorHAnsi"/>
          <w:spacing w:val="29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nell’ambito</w:t>
      </w:r>
      <w:r w:rsidRPr="009A47BC">
        <w:rPr>
          <w:rFonts w:asciiTheme="minorHAnsi" w:hAnsiTheme="minorHAnsi" w:cstheme="minorHAnsi"/>
          <w:spacing w:val="2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del</w:t>
      </w:r>
      <w:r w:rsidRPr="009A47BC">
        <w:rPr>
          <w:rFonts w:asciiTheme="minorHAnsi" w:hAnsiTheme="minorHAnsi" w:cstheme="minorHAnsi"/>
          <w:spacing w:val="85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procedimento</w:t>
      </w:r>
      <w:r w:rsidRPr="009A47BC">
        <w:rPr>
          <w:rFonts w:asciiTheme="minorHAnsi" w:hAnsiTheme="minorHAnsi" w:cstheme="minorHAnsi"/>
          <w:spacing w:val="3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per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il</w:t>
      </w:r>
      <w:r w:rsidRPr="009A47BC">
        <w:rPr>
          <w:rFonts w:asciiTheme="minorHAnsi" w:hAnsiTheme="minorHAnsi" w:cstheme="minorHAnsi"/>
          <w:spacing w:val="3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quale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viene</w:t>
      </w:r>
      <w:r w:rsidRPr="009A47BC">
        <w:rPr>
          <w:rFonts w:asciiTheme="minorHAnsi" w:hAnsiTheme="minorHAnsi" w:cstheme="minorHAnsi"/>
          <w:spacing w:val="29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resa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la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dichiarazione,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nel</w:t>
      </w:r>
      <w:r w:rsidRPr="009A47BC">
        <w:rPr>
          <w:rFonts w:asciiTheme="minorHAnsi" w:hAnsiTheme="minorHAnsi" w:cstheme="minorHAnsi"/>
          <w:spacing w:val="3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pieno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rispetto</w:t>
      </w:r>
      <w:r w:rsidRPr="009A47BC">
        <w:rPr>
          <w:rFonts w:asciiTheme="minorHAnsi" w:hAnsiTheme="minorHAnsi" w:cstheme="minorHAnsi"/>
          <w:spacing w:val="28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delle</w:t>
      </w:r>
      <w:r w:rsidRPr="009A47BC">
        <w:rPr>
          <w:rFonts w:asciiTheme="minorHAnsi" w:hAnsiTheme="minorHAnsi" w:cstheme="minorHAnsi"/>
          <w:spacing w:val="30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disposizioni</w:t>
      </w:r>
      <w:r w:rsidRPr="009A47BC">
        <w:rPr>
          <w:rFonts w:asciiTheme="minorHAnsi" w:hAnsiTheme="minorHAnsi" w:cstheme="minorHAnsi"/>
          <w:spacing w:val="3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del</w:t>
      </w:r>
      <w:r w:rsidR="0004598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D86EB9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Regolamento (UE) 2016/679</w:t>
      </w:r>
      <w:r w:rsidR="00F52E10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04598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e del</w:t>
      </w:r>
      <w:r w:rsidR="00F52E10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proofErr w:type="spellStart"/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D.Lgs.</w:t>
      </w:r>
      <w:proofErr w:type="spellEnd"/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196/2003</w:t>
      </w:r>
      <w:r w:rsidR="008F1405"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457EE2AD" w14:textId="4004C654" w:rsidR="00AC486A" w:rsidRPr="009A47BC" w:rsidRDefault="001622D9" w:rsidP="009A47BC">
      <w:pPr>
        <w:pStyle w:val="Corpotesto"/>
        <w:numPr>
          <w:ilvl w:val="1"/>
          <w:numId w:val="3"/>
        </w:numPr>
        <w:spacing w:after="120"/>
        <w:ind w:left="567" w:hanging="567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di essere informato che </w:t>
      </w:r>
      <w:r w:rsidR="001B6DD3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Finaosta S.p.A.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si riserva ogni più opportuna verifica in ordine a</w:t>
      </w:r>
      <w:r w:rsidR="001B6DD3">
        <w:rPr>
          <w:rFonts w:asciiTheme="minorHAnsi" w:hAnsiTheme="minorHAnsi" w:cstheme="minorHAnsi"/>
          <w:sz w:val="22"/>
          <w:szCs w:val="22"/>
          <w:lang w:val="it-IT"/>
        </w:rPr>
        <w:t xml:space="preserve"> quanto oggetto di dichiarazione, compresa la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solidità e capacità economico-finanziaria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dell’</w:t>
      </w:r>
      <w:r w:rsidR="001B6DD3">
        <w:rPr>
          <w:rFonts w:asciiTheme="minorHAnsi" w:hAnsiTheme="minorHAnsi" w:cstheme="minorHAnsi"/>
          <w:spacing w:val="-1"/>
          <w:sz w:val="22"/>
          <w:szCs w:val="22"/>
          <w:lang w:val="it-IT"/>
        </w:rPr>
        <w:t>OE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;</w:t>
      </w:r>
    </w:p>
    <w:p w14:paraId="2F267A8F" w14:textId="7265D435" w:rsidR="00AC486A" w:rsidRPr="009A47BC" w:rsidRDefault="00AC486A" w:rsidP="009A47BC">
      <w:pPr>
        <w:pStyle w:val="Corpotesto"/>
        <w:numPr>
          <w:ilvl w:val="1"/>
          <w:numId w:val="3"/>
        </w:numPr>
        <w:spacing w:after="120"/>
        <w:ind w:left="567" w:hanging="567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di essere informato che Finaosta S.p.A. </w:t>
      </w:r>
      <w:r w:rsidR="00D1022A" w:rsidRPr="009A47BC">
        <w:rPr>
          <w:rFonts w:asciiTheme="minorHAnsi" w:hAnsiTheme="minorHAnsi" w:cstheme="minorHAnsi"/>
          <w:bCs/>
          <w:spacing w:val="-1"/>
          <w:sz w:val="22"/>
          <w:szCs w:val="22"/>
          <w:lang w:val="it-IT"/>
        </w:rPr>
        <w:t xml:space="preserve">si riserva la facoltà di sospendere o revocare, prima dell’assegnazione, in qualsiasi momento, l’avviso e/o di non procedere </w:t>
      </w:r>
      <w:r w:rsidR="001B6DD3">
        <w:rPr>
          <w:rFonts w:asciiTheme="minorHAnsi" w:hAnsiTheme="minorHAnsi" w:cstheme="minorHAnsi"/>
          <w:bCs/>
          <w:spacing w:val="-1"/>
          <w:sz w:val="22"/>
          <w:szCs w:val="22"/>
          <w:lang w:val="it-IT"/>
        </w:rPr>
        <w:t xml:space="preserve">all’invio della Lettera di Invito o </w:t>
      </w:r>
      <w:r w:rsidR="00D1022A" w:rsidRPr="009A47BC">
        <w:rPr>
          <w:rFonts w:asciiTheme="minorHAnsi" w:hAnsiTheme="minorHAnsi" w:cstheme="minorHAnsi"/>
          <w:bCs/>
          <w:spacing w:val="-1"/>
          <w:sz w:val="22"/>
          <w:szCs w:val="22"/>
          <w:lang w:val="it-IT"/>
        </w:rPr>
        <w:t>alla vendita, a suo insindacabile giudizio, senza che possa esser avanzata alcuna pretesa o responsabilità nei suoi confronti</w:t>
      </w:r>
      <w:r w:rsidR="00D1022A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a titolo risarcitorio o di indennizzo né pretendere alcun diritto a qualsivoglia prestazione e/o vantare alcun valido affidamento o posizione negoziale e/o </w:t>
      </w:r>
      <w:proofErr w:type="spellStart"/>
      <w:r w:rsidR="00D1022A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pre</w:t>
      </w:r>
      <w:proofErr w:type="spellEnd"/>
      <w:r w:rsidR="00737689">
        <w:rPr>
          <w:rFonts w:asciiTheme="minorHAnsi" w:hAnsiTheme="minorHAnsi" w:cstheme="minorHAnsi"/>
          <w:spacing w:val="-1"/>
          <w:sz w:val="22"/>
          <w:szCs w:val="22"/>
          <w:lang w:val="it-IT"/>
        </w:rPr>
        <w:t>-contrattuale</w:t>
      </w:r>
      <w:r w:rsidR="00D1022A" w:rsidRPr="009A47BC">
        <w:rPr>
          <w:rFonts w:asciiTheme="minorHAnsi" w:hAnsiTheme="minorHAnsi" w:cstheme="minorHAnsi"/>
          <w:bCs/>
          <w:spacing w:val="-1"/>
          <w:sz w:val="22"/>
          <w:szCs w:val="22"/>
          <w:lang w:val="it-IT"/>
        </w:rPr>
        <w:t>;</w:t>
      </w:r>
    </w:p>
    <w:p w14:paraId="16F1FC67" w14:textId="61C450A6" w:rsidR="00AC486A" w:rsidRPr="009A47BC" w:rsidRDefault="001F4529" w:rsidP="009A47BC">
      <w:pPr>
        <w:pStyle w:val="Corpotesto"/>
        <w:numPr>
          <w:ilvl w:val="1"/>
          <w:numId w:val="3"/>
        </w:numPr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che </w:t>
      </w:r>
      <w:r w:rsidR="00D1022A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l’indirizzo di posta elettronica certificata di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recapit</w:t>
      </w:r>
      <w:r w:rsidR="00D1022A" w:rsidRPr="009A47BC">
        <w:rPr>
          <w:rFonts w:asciiTheme="minorHAnsi" w:hAnsiTheme="minorHAnsi" w:cstheme="minorHAnsi"/>
          <w:sz w:val="22"/>
          <w:szCs w:val="22"/>
          <w:lang w:val="it-IT"/>
        </w:rPr>
        <w:t>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per eventuali comunicazioni </w:t>
      </w:r>
      <w:r w:rsidR="00D1022A" w:rsidRPr="009A47BC">
        <w:rPr>
          <w:rFonts w:asciiTheme="minorHAnsi" w:hAnsiTheme="minorHAnsi" w:cstheme="minorHAnsi"/>
          <w:sz w:val="22"/>
          <w:szCs w:val="22"/>
          <w:lang w:val="it-IT"/>
        </w:rPr>
        <w:t>e a cui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far pervenire la </w:t>
      </w:r>
      <w:r w:rsidR="001B6DD3">
        <w:rPr>
          <w:rFonts w:asciiTheme="minorHAnsi" w:hAnsiTheme="minorHAnsi" w:cstheme="minorHAnsi"/>
          <w:sz w:val="22"/>
          <w:szCs w:val="22"/>
          <w:lang w:val="it-IT"/>
        </w:rPr>
        <w:t>L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ettera di </w:t>
      </w:r>
      <w:r w:rsidR="001B6DD3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nvito </w:t>
      </w:r>
      <w:r w:rsidR="00D1022A" w:rsidRPr="009A47BC">
        <w:rPr>
          <w:rFonts w:asciiTheme="minorHAnsi" w:hAnsiTheme="minorHAnsi" w:cstheme="minorHAnsi"/>
          <w:sz w:val="22"/>
          <w:szCs w:val="22"/>
          <w:lang w:val="it-IT"/>
        </w:rPr>
        <w:t>è la seguente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:</w:t>
      </w:r>
      <w:r w:rsidR="00D1022A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…………………………</w:t>
      </w:r>
    </w:p>
    <w:p w14:paraId="73FC9765" w14:textId="77777777" w:rsidR="003F5BB9" w:rsidRPr="009A47BC" w:rsidRDefault="003F5BB9" w:rsidP="009A47BC">
      <w:pPr>
        <w:pStyle w:val="Corpotesto"/>
        <w:spacing w:after="12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PRESENTA</w:t>
      </w:r>
    </w:p>
    <w:p w14:paraId="5521C474" w14:textId="031548A7" w:rsidR="003F5BB9" w:rsidRPr="009A47BC" w:rsidRDefault="003F5BB9" w:rsidP="009A47BC">
      <w:pPr>
        <w:pStyle w:val="Corpotesto"/>
        <w:spacing w:after="120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la Manifestazione di Interesse in qualità di: </w:t>
      </w:r>
    </w:p>
    <w:p w14:paraId="7827BBC8" w14:textId="77777777" w:rsidR="00484878" w:rsidRDefault="00E455CA">
      <w:pPr>
        <w:pStyle w:val="Corpotesto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  <w:lang w:val="it-IT"/>
          </w:rPr>
          <w:id w:val="-168219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BB9" w:rsidRPr="009A47BC">
            <w:rPr>
              <w:rFonts w:ascii="Segoe UI Symbol" w:eastAsia="MS Gothic" w:hAnsi="Segoe UI Symbol" w:cs="Segoe UI Symbol"/>
              <w:sz w:val="22"/>
              <w:szCs w:val="22"/>
              <w:lang w:val="it-IT"/>
            </w:rPr>
            <w:t>☐</w:t>
          </w:r>
        </w:sdtContent>
      </w:sdt>
      <w:r w:rsidR="00A524B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F5BB9" w:rsidRPr="009A47BC">
        <w:rPr>
          <w:rFonts w:asciiTheme="minorHAnsi" w:hAnsiTheme="minorHAnsi" w:cstheme="minorHAnsi"/>
          <w:sz w:val="22"/>
          <w:szCs w:val="22"/>
          <w:u w:val="single"/>
          <w:lang w:val="it-IT"/>
        </w:rPr>
        <w:t>Interessato singolo</w:t>
      </w:r>
      <w:r w:rsidR="003F5BB9" w:rsidRPr="009A47BC">
        <w:rPr>
          <w:rFonts w:asciiTheme="minorHAnsi" w:hAnsiTheme="minorHAnsi" w:cstheme="minorHAnsi"/>
          <w:sz w:val="22"/>
          <w:szCs w:val="22"/>
          <w:lang w:val="it-IT"/>
        </w:rPr>
        <w:t>, iscritto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FF8A734" w14:textId="1979B327" w:rsidR="00484878" w:rsidRDefault="00F0092F">
      <w:pPr>
        <w:pStyle w:val="Corpotesto"/>
        <w:spacing w:after="120"/>
        <w:ind w:left="0"/>
        <w:jc w:val="both"/>
        <w:rPr>
          <w:rFonts w:ascii="Calibri" w:hAnsi="Calibri" w:cs="Calibr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all’Albo </w:t>
      </w:r>
      <w:r w:rsidRPr="00057F11">
        <w:rPr>
          <w:rFonts w:ascii="Calibri" w:hAnsi="Calibri" w:cs="Calibri"/>
          <w:sz w:val="22"/>
          <w:szCs w:val="22"/>
          <w:lang w:val="it-IT"/>
        </w:rPr>
        <w:t xml:space="preserve">delle banche </w:t>
      </w:r>
      <w:r>
        <w:rPr>
          <w:rFonts w:ascii="Calibri" w:hAnsi="Calibri" w:cs="Calibri"/>
          <w:sz w:val="22"/>
          <w:szCs w:val="22"/>
          <w:lang w:val="it-IT"/>
        </w:rPr>
        <w:t>di cui all’</w:t>
      </w:r>
      <w:r w:rsidRPr="00057F11">
        <w:rPr>
          <w:rFonts w:ascii="Calibri" w:hAnsi="Calibri" w:cs="Calibri"/>
          <w:sz w:val="22"/>
          <w:szCs w:val="22"/>
          <w:lang w:val="it-IT"/>
        </w:rPr>
        <w:t xml:space="preserve">art. 13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del </w:t>
      </w:r>
      <w:proofErr w:type="spellStart"/>
      <w:r w:rsidRPr="009A47BC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385/1993 al n. ………………………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57F11">
        <w:rPr>
          <w:rFonts w:ascii="Calibri" w:hAnsi="Calibri" w:cs="Calibri"/>
          <w:sz w:val="22"/>
          <w:szCs w:val="22"/>
          <w:lang w:val="it-IT"/>
        </w:rPr>
        <w:t>o</w:t>
      </w:r>
    </w:p>
    <w:p w14:paraId="0AE500CB" w14:textId="2CF7800D" w:rsidR="00484878" w:rsidRPr="009A47BC" w:rsidRDefault="003F5BB9" w:rsidP="00902C5A">
      <w:pPr>
        <w:pStyle w:val="Corpotesto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all’Albo degli intermediari finanziari di cui all’art. 106 del </w:t>
      </w:r>
      <w:proofErr w:type="spellStart"/>
      <w:r w:rsidRPr="009A47BC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385/1993 al n.</w:t>
      </w:r>
      <w:r w:rsidR="002214D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214D2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</w:t>
      </w:r>
      <w:r w:rsidR="00E77CE0">
        <w:rPr>
          <w:rFonts w:asciiTheme="minorHAnsi" w:hAnsiTheme="minorHAnsi" w:cstheme="minorHAnsi"/>
          <w:sz w:val="22"/>
          <w:szCs w:val="22"/>
          <w:lang w:val="it-IT"/>
        </w:rPr>
        <w:t xml:space="preserve"> .</w:t>
      </w:r>
    </w:p>
    <w:p w14:paraId="76E9B687" w14:textId="75C97902" w:rsidR="003F5BB9" w:rsidRPr="009A47BC" w:rsidRDefault="00E455CA" w:rsidP="009A47BC">
      <w:pPr>
        <w:pStyle w:val="Corpotesto"/>
        <w:spacing w:after="120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  <w:lang w:val="it-IT"/>
          </w:rPr>
          <w:id w:val="1372731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BB9" w:rsidRPr="009A47BC">
            <w:rPr>
              <w:rFonts w:ascii="Segoe UI Symbol" w:eastAsia="MS Gothic" w:hAnsi="Segoe UI Symbol" w:cs="Segoe UI Symbol"/>
              <w:sz w:val="22"/>
              <w:szCs w:val="22"/>
              <w:lang w:val="it-IT"/>
            </w:rPr>
            <w:t>☐</w:t>
          </w:r>
        </w:sdtContent>
      </w:sdt>
      <w:r w:rsidR="00A524B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F5BB9" w:rsidRPr="009A47BC">
        <w:rPr>
          <w:rFonts w:asciiTheme="minorHAnsi" w:hAnsiTheme="minorHAnsi" w:cstheme="minorHAnsi"/>
          <w:sz w:val="22"/>
          <w:szCs w:val="22"/>
          <w:u w:val="single"/>
          <w:lang w:val="it-IT"/>
        </w:rPr>
        <w:t>Interessato aggregato</w:t>
      </w:r>
      <w:r w:rsidR="003F5BB9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nel ruolo di</w:t>
      </w:r>
      <w:r w:rsidR="00A524B1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0D5D2D2D" w14:textId="77777777" w:rsidR="00484878" w:rsidRDefault="00E455CA">
      <w:pPr>
        <w:pStyle w:val="Corpotesto"/>
        <w:spacing w:after="120"/>
        <w:ind w:left="284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  <w:lang w:val="it-IT"/>
          </w:rPr>
          <w:id w:val="-891420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BB9" w:rsidRPr="009A47BC">
            <w:rPr>
              <w:rFonts w:ascii="Segoe UI Symbol" w:eastAsia="MS Gothic" w:hAnsi="Segoe UI Symbol" w:cs="Segoe UI Symbol"/>
              <w:sz w:val="22"/>
              <w:szCs w:val="22"/>
              <w:lang w:val="it-IT"/>
            </w:rPr>
            <w:t>☐</w:t>
          </w:r>
        </w:sdtContent>
      </w:sdt>
      <w:r w:rsidR="00A524B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F5BB9" w:rsidRPr="009A47BC">
        <w:rPr>
          <w:rFonts w:asciiTheme="minorHAnsi" w:hAnsiTheme="minorHAnsi" w:cstheme="minorHAnsi"/>
          <w:b/>
          <w:bCs/>
          <w:sz w:val="22"/>
          <w:szCs w:val="22"/>
          <w:lang w:val="it-IT"/>
        </w:rPr>
        <w:t>Capofila</w:t>
      </w:r>
      <w:r w:rsidR="003F5BB9" w:rsidRPr="009A47BC">
        <w:rPr>
          <w:rFonts w:asciiTheme="minorHAnsi" w:hAnsiTheme="minorHAnsi" w:cstheme="minorHAnsi"/>
          <w:sz w:val="22"/>
          <w:szCs w:val="22"/>
          <w:lang w:val="it-IT"/>
        </w:rPr>
        <w:t>, iscritto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347A1CEF" w14:textId="77777777" w:rsidR="00484878" w:rsidRDefault="00484878" w:rsidP="00484878">
      <w:pPr>
        <w:pStyle w:val="Corpotesto"/>
        <w:spacing w:after="120"/>
        <w:ind w:left="0"/>
        <w:jc w:val="both"/>
        <w:rPr>
          <w:rFonts w:ascii="Calibri" w:hAnsi="Calibri" w:cs="Calibr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all’Albo </w:t>
      </w:r>
      <w:r w:rsidRPr="00057F11">
        <w:rPr>
          <w:rFonts w:ascii="Calibri" w:hAnsi="Calibri" w:cs="Calibri"/>
          <w:sz w:val="22"/>
          <w:szCs w:val="22"/>
          <w:lang w:val="it-IT"/>
        </w:rPr>
        <w:t xml:space="preserve">delle banche </w:t>
      </w:r>
      <w:r>
        <w:rPr>
          <w:rFonts w:ascii="Calibri" w:hAnsi="Calibri" w:cs="Calibri"/>
          <w:sz w:val="22"/>
          <w:szCs w:val="22"/>
          <w:lang w:val="it-IT"/>
        </w:rPr>
        <w:t>di cui all’</w:t>
      </w:r>
      <w:r w:rsidRPr="00057F11">
        <w:rPr>
          <w:rFonts w:ascii="Calibri" w:hAnsi="Calibri" w:cs="Calibri"/>
          <w:sz w:val="22"/>
          <w:szCs w:val="22"/>
          <w:lang w:val="it-IT"/>
        </w:rPr>
        <w:t xml:space="preserve">art. 13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del </w:t>
      </w:r>
      <w:proofErr w:type="spellStart"/>
      <w:r w:rsidRPr="009A47BC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385/1993 al n. ………………………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057F11">
        <w:rPr>
          <w:rFonts w:ascii="Calibri" w:hAnsi="Calibri" w:cs="Calibri"/>
          <w:sz w:val="22"/>
          <w:szCs w:val="22"/>
          <w:lang w:val="it-IT"/>
        </w:rPr>
        <w:t>o</w:t>
      </w:r>
    </w:p>
    <w:p w14:paraId="7F0C5951" w14:textId="53F371ED" w:rsidR="003F5BB9" w:rsidRPr="009A47BC" w:rsidRDefault="00484878" w:rsidP="00902C5A">
      <w:pPr>
        <w:pStyle w:val="Corpotesto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all’Albo degli intermediari finanziari di cui all’art. 106 del </w:t>
      </w:r>
      <w:proofErr w:type="spellStart"/>
      <w:r w:rsidRPr="009A47BC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385/1993 al n.</w:t>
      </w:r>
      <w:r w:rsidR="002214D2" w:rsidRPr="002214D2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214D2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</w:t>
      </w:r>
      <w:r w:rsidR="0028767F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08FB926B" w14:textId="1EE1B6B0" w:rsidR="00AD3056" w:rsidRPr="009A47BC" w:rsidRDefault="00484878" w:rsidP="00902C5A">
      <w:pPr>
        <w:pStyle w:val="Corpotesto"/>
        <w:spacing w:after="120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AD3056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on i seguenti soggetti Interessati </w:t>
      </w:r>
      <w:r>
        <w:rPr>
          <w:rFonts w:asciiTheme="minorHAnsi" w:hAnsiTheme="minorHAnsi" w:cstheme="minorHAnsi"/>
          <w:sz w:val="22"/>
          <w:szCs w:val="22"/>
          <w:lang w:val="it-IT"/>
        </w:rPr>
        <w:t>A</w:t>
      </w:r>
      <w:r w:rsidR="00AD3056" w:rsidRPr="009A47BC">
        <w:rPr>
          <w:rFonts w:asciiTheme="minorHAnsi" w:hAnsiTheme="minorHAnsi" w:cstheme="minorHAnsi"/>
          <w:sz w:val="22"/>
          <w:szCs w:val="22"/>
          <w:lang w:val="it-IT"/>
        </w:rPr>
        <w:t>ggregati</w:t>
      </w:r>
      <w:r w:rsidR="000F4B61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78AE1B98" w14:textId="2925FAAC" w:rsidR="00AD3056" w:rsidRPr="009A47BC" w:rsidRDefault="00AD3056" w:rsidP="00902C5A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1)</w:t>
      </w:r>
      <w:r w:rsidR="00A524B1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 w:rsidR="000F4B6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0F4B6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484878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 w:rsidR="0048487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 w:rsidR="001544F3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, (eventuale) iscritto all’Albo </w:t>
      </w:r>
      <w:r w:rsidR="0028767F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</w:t>
      </w:r>
      <w:r w:rsidR="001544F3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al n. ………………………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42B44CFD" w14:textId="61B2BB8B" w:rsidR="00AD3056" w:rsidRPr="009A47BC" w:rsidRDefault="00AD3056" w:rsidP="00902C5A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2)</w:t>
      </w:r>
      <w:r w:rsidR="00A524B1">
        <w:rPr>
          <w:rFonts w:asciiTheme="minorHAnsi" w:hAnsiTheme="minorHAnsi" w:cstheme="minorHAnsi"/>
          <w:sz w:val="22"/>
          <w:szCs w:val="22"/>
          <w:lang w:val="it-IT"/>
        </w:rPr>
        <w:tab/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="00A208D4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A208D4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n°…………………, (eventuale) iscritto all’Albo </w:t>
      </w:r>
      <w:r w:rsidR="0028767F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 al n. ………………………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39D773DA" w14:textId="4206330C" w:rsidR="00AD3056" w:rsidRPr="009A47BC" w:rsidRDefault="00AD3056" w:rsidP="00902C5A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3)</w:t>
      </w:r>
      <w:r w:rsidR="00A524B1">
        <w:rPr>
          <w:rFonts w:asciiTheme="minorHAnsi" w:hAnsiTheme="minorHAnsi" w:cstheme="minorHAnsi"/>
          <w:sz w:val="22"/>
          <w:szCs w:val="22"/>
          <w:lang w:val="it-IT"/>
        </w:rPr>
        <w:tab/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="00A208D4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A208D4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n°…………………, (eventuale) iscritto all’Albo </w:t>
      </w:r>
      <w:r w:rsidR="0028767F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 al n. ………………………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6E7CDF4" w14:textId="7C8873AC" w:rsidR="00AD3056" w:rsidRDefault="00AD3056" w:rsidP="00A208D4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4)</w:t>
      </w:r>
      <w:r w:rsidR="00A524B1">
        <w:rPr>
          <w:rFonts w:asciiTheme="minorHAnsi" w:hAnsiTheme="minorHAnsi" w:cstheme="minorHAnsi"/>
          <w:sz w:val="22"/>
          <w:szCs w:val="22"/>
          <w:lang w:val="it-IT"/>
        </w:rPr>
        <w:tab/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="00A208D4"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A208D4"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="00A208D4"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n°…………………, (eventuale) iscritto all’Albo </w:t>
      </w:r>
      <w:r w:rsidR="0028767F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 al n. ………………………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700F4ED" w14:textId="4F98FEFA" w:rsidR="003C6972" w:rsidRDefault="00E455CA" w:rsidP="00A524B1">
      <w:pPr>
        <w:pStyle w:val="Corpotesto"/>
        <w:spacing w:after="120"/>
        <w:ind w:left="284"/>
        <w:rPr>
          <w:rFonts w:asciiTheme="minorHAnsi" w:hAnsiTheme="minorHAnsi" w:cstheme="minorHAnsi"/>
          <w:sz w:val="22"/>
          <w:szCs w:val="22"/>
          <w:lang w:val="it-IT"/>
        </w:rPr>
      </w:pPr>
      <w:sdt>
        <w:sdtPr>
          <w:rPr>
            <w:rFonts w:asciiTheme="minorHAnsi" w:hAnsiTheme="minorHAnsi" w:cstheme="minorHAnsi"/>
            <w:sz w:val="22"/>
            <w:szCs w:val="22"/>
            <w:lang w:val="it-IT"/>
          </w:rPr>
          <w:id w:val="-92279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8D4" w:rsidRPr="00902C5A">
            <w:rPr>
              <w:rFonts w:ascii="MS Gothic" w:eastAsia="MS Gothic" w:hAnsi="MS Gothic" w:cstheme="minorHAnsi"/>
              <w:sz w:val="22"/>
              <w:szCs w:val="22"/>
              <w:lang w:val="it-IT"/>
            </w:rPr>
            <w:t>☐</w:t>
          </w:r>
        </w:sdtContent>
      </w:sdt>
      <w:r w:rsidR="00A524B1" w:rsidRPr="00902C5A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F5BB9" w:rsidRPr="00A208D4">
        <w:rPr>
          <w:rFonts w:asciiTheme="minorHAnsi" w:hAnsiTheme="minorHAnsi" w:cstheme="minorHAnsi"/>
          <w:b/>
          <w:bCs/>
          <w:sz w:val="22"/>
          <w:szCs w:val="22"/>
          <w:lang w:val="it-IT"/>
        </w:rPr>
        <w:t>Interessato Aggregato</w:t>
      </w:r>
    </w:p>
    <w:p w14:paraId="17CB776F" w14:textId="42B7C767" w:rsidR="003F5BB9" w:rsidRPr="00A208D4" w:rsidRDefault="003C6972" w:rsidP="00A524B1">
      <w:pPr>
        <w:pStyle w:val="Corpotesto"/>
        <w:spacing w:after="120"/>
        <w:ind w:left="284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che presenta manifestazione di interesse </w:t>
      </w:r>
      <w:r w:rsidR="00AD3056" w:rsidRPr="00A208D4">
        <w:rPr>
          <w:rFonts w:asciiTheme="minorHAnsi" w:hAnsiTheme="minorHAnsi" w:cstheme="minorHAnsi"/>
          <w:sz w:val="22"/>
          <w:szCs w:val="22"/>
          <w:lang w:val="it-IT"/>
        </w:rPr>
        <w:t>con il seguente Capofila:</w:t>
      </w:r>
    </w:p>
    <w:p w14:paraId="78B561E7" w14:textId="4ABFB9F7" w:rsidR="00A208D4" w:rsidRDefault="00AD3056" w:rsidP="00FB6C19">
      <w:pPr>
        <w:pStyle w:val="Corpotesto"/>
        <w:spacing w:after="120"/>
        <w:ind w:left="284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208D4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legale in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 w:rsidR="0032374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Via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Pr="00A208D4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 w:rsidR="00323749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Pr="00A208D4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A208D4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Pr="00A208D4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Pr="00A208D4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77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208D4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……………………….n°…………………</w:t>
      </w:r>
      <w:r w:rsidR="001544F3"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e</w:t>
      </w:r>
      <w:r w:rsidR="00FB6C19"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 iscritto </w:t>
      </w:r>
    </w:p>
    <w:p w14:paraId="2ACBF39D" w14:textId="759A79E9" w:rsidR="00A208D4" w:rsidRDefault="003C6972" w:rsidP="00902C5A">
      <w:pPr>
        <w:pStyle w:val="Corpotesto"/>
        <w:spacing w:after="120"/>
        <w:ind w:left="284"/>
        <w:rPr>
          <w:rFonts w:ascii="Calibri" w:hAnsi="Calibri" w:cs="Calibr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all’Albo </w:t>
      </w:r>
      <w:r w:rsidR="00A208D4" w:rsidRPr="00902C5A">
        <w:rPr>
          <w:rFonts w:asciiTheme="minorHAnsi" w:hAnsiTheme="minorHAnsi" w:cstheme="minorHAnsi"/>
          <w:sz w:val="22"/>
          <w:szCs w:val="22"/>
          <w:lang w:val="it-IT"/>
        </w:rPr>
        <w:t>delle</w:t>
      </w:r>
      <w:r w:rsidR="00A208D4" w:rsidRPr="00057F11">
        <w:rPr>
          <w:rFonts w:ascii="Calibri" w:hAnsi="Calibri" w:cs="Calibri"/>
          <w:sz w:val="22"/>
          <w:szCs w:val="22"/>
          <w:lang w:val="it-IT"/>
        </w:rPr>
        <w:t xml:space="preserve"> banche </w:t>
      </w:r>
      <w:r w:rsidR="00A208D4">
        <w:rPr>
          <w:rFonts w:ascii="Calibri" w:hAnsi="Calibri" w:cs="Calibri"/>
          <w:sz w:val="22"/>
          <w:szCs w:val="22"/>
          <w:lang w:val="it-IT"/>
        </w:rPr>
        <w:t>di cui all’</w:t>
      </w:r>
      <w:r w:rsidR="00A208D4" w:rsidRPr="00057F11">
        <w:rPr>
          <w:rFonts w:ascii="Calibri" w:hAnsi="Calibri" w:cs="Calibri"/>
          <w:sz w:val="22"/>
          <w:szCs w:val="22"/>
          <w:lang w:val="it-IT"/>
        </w:rPr>
        <w:t xml:space="preserve">art. 13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del </w:t>
      </w:r>
      <w:proofErr w:type="spellStart"/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385/1993 al n. ………………………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057F11">
        <w:rPr>
          <w:rFonts w:ascii="Calibri" w:hAnsi="Calibri" w:cs="Calibri"/>
          <w:sz w:val="22"/>
          <w:szCs w:val="22"/>
          <w:lang w:val="it-IT"/>
        </w:rPr>
        <w:t>o</w:t>
      </w:r>
    </w:p>
    <w:p w14:paraId="5217E8A1" w14:textId="5FC6A535" w:rsidR="00A208D4" w:rsidRDefault="003C6972" w:rsidP="00A208D4">
      <w:pPr>
        <w:pStyle w:val="Corpotesto"/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all’Albo degli intermediari finanziari di cui all’art. 106 del </w:t>
      </w:r>
      <w:proofErr w:type="spellStart"/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385/1993 al n.</w:t>
      </w:r>
      <w:r w:rsidR="00A208D4" w:rsidRPr="00A208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208D4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</w:t>
      </w:r>
      <w:r w:rsidR="00A208D4">
        <w:rPr>
          <w:rFonts w:asciiTheme="minorHAnsi" w:hAnsiTheme="minorHAnsi" w:cstheme="minorHAnsi"/>
          <w:sz w:val="22"/>
          <w:szCs w:val="22"/>
          <w:lang w:val="it-IT"/>
        </w:rPr>
        <w:t xml:space="preserve"> o</w:t>
      </w:r>
    </w:p>
    <w:p w14:paraId="2514C6F6" w14:textId="076B2858" w:rsidR="002214D2" w:rsidRPr="009A47BC" w:rsidRDefault="002214D2" w:rsidP="003C6972">
      <w:pPr>
        <w:pStyle w:val="Corpotesto"/>
        <w:spacing w:after="120"/>
        <w:ind w:left="284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e c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on i seguenti soggetti Interessati </w:t>
      </w:r>
      <w:r>
        <w:rPr>
          <w:rFonts w:asciiTheme="minorHAnsi" w:hAnsiTheme="minorHAnsi" w:cstheme="minorHAnsi"/>
          <w:sz w:val="22"/>
          <w:szCs w:val="22"/>
          <w:lang w:val="it-IT"/>
        </w:rPr>
        <w:t>A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ggregati</w:t>
      </w:r>
      <w:r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9218058" w14:textId="62BCBFFD" w:rsidR="002214D2" w:rsidRPr="009A47BC" w:rsidRDefault="002214D2" w:rsidP="002214D2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1)</w:t>
      </w: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n°…………………, (eventuale) iscritto all’Albo </w:t>
      </w:r>
      <w:r w:rsidR="0032374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 al n. ………………………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0545738F" w14:textId="67177608" w:rsidR="002214D2" w:rsidRPr="009A47BC" w:rsidRDefault="002214D2" w:rsidP="002214D2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2)</w:t>
      </w: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n°…………………, (eventuale) iscritto all’Albo </w:t>
      </w:r>
      <w:r w:rsidR="0032374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 al n. ………………………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46EE248" w14:textId="53C62559" w:rsidR="002214D2" w:rsidRPr="009A47BC" w:rsidRDefault="002214D2" w:rsidP="002214D2">
      <w:pPr>
        <w:pStyle w:val="Corpotesto"/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z w:val="22"/>
          <w:szCs w:val="22"/>
          <w:lang w:val="it-IT"/>
        </w:rPr>
        <w:t>3)</w:t>
      </w: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Denominazione ……………………………………………………………………..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con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sede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legale in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…………………………………..…..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Via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……………………………………..……</w:t>
      </w:r>
      <w:r w:rsidRPr="009A47BC">
        <w:rPr>
          <w:rFonts w:asciiTheme="minorHAnsi" w:hAnsiTheme="minorHAnsi" w:cstheme="minorHAnsi"/>
          <w:spacing w:val="26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C.F/P.I.………………………………....</w:t>
      </w:r>
      <w:r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iscritta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pacing w:val="17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 delle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imprese</w:t>
      </w:r>
      <w:r w:rsidRPr="009A47BC">
        <w:rPr>
          <w:rFonts w:asciiTheme="minorHAnsi" w:hAnsiTheme="minorHAnsi" w:cstheme="minorHAnsi"/>
          <w:spacing w:val="13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di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……………...………………..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REA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n°…………………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o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al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Registro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……………………….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n°…………………, (eventuale) iscritto all’Albo </w:t>
      </w:r>
      <w:r w:rsidR="00323749" w:rsidRPr="009A47BC">
        <w:rPr>
          <w:rFonts w:asciiTheme="minorHAnsi" w:hAnsiTheme="minorHAnsi" w:cstheme="minorHAnsi"/>
          <w:sz w:val="22"/>
          <w:szCs w:val="22"/>
          <w:lang w:val="it-IT"/>
        </w:rPr>
        <w:t>……………………… al n. ………………………</w:t>
      </w:r>
      <w:r w:rsidR="00323749">
        <w:rPr>
          <w:rFonts w:asciiTheme="minorHAnsi" w:hAnsiTheme="minorHAnsi" w:cstheme="minorHAnsi"/>
          <w:sz w:val="22"/>
          <w:szCs w:val="22"/>
          <w:lang w:val="it-IT"/>
        </w:rPr>
        <w:t xml:space="preserve"> .</w:t>
      </w:r>
    </w:p>
    <w:p w14:paraId="249B2283" w14:textId="5ADA582D" w:rsidR="003C6972" w:rsidRPr="00902C5A" w:rsidRDefault="003C6972" w:rsidP="00902C5A">
      <w:pPr>
        <w:widowControl/>
        <w:spacing w:after="120"/>
        <w:jc w:val="center"/>
        <w:rPr>
          <w:rFonts w:cstheme="minorHAnsi"/>
          <w:lang w:val="it-IT"/>
        </w:rPr>
      </w:pPr>
      <w:r>
        <w:rPr>
          <w:rFonts w:cstheme="minorHAnsi"/>
          <w:lang w:val="it-IT"/>
        </w:rPr>
        <w:t>*           *         *</w:t>
      </w:r>
    </w:p>
    <w:p w14:paraId="080C011E" w14:textId="77777777" w:rsidR="00323749" w:rsidRPr="009A47BC" w:rsidRDefault="00323749" w:rsidP="00902C5A">
      <w:pPr>
        <w:pStyle w:val="Corpotesto"/>
        <w:tabs>
          <w:tab w:val="left" w:pos="367"/>
        </w:tabs>
        <w:spacing w:after="120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6AED6794" w14:textId="48DC831C" w:rsidR="003C6972" w:rsidRDefault="00CB48B8" w:rsidP="009A47BC">
      <w:pPr>
        <w:pStyle w:val="Corpotesto"/>
        <w:spacing w:after="120" w:line="720" w:lineRule="auto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 w:rsidRPr="009A47BC">
        <w:rPr>
          <w:rFonts w:asciiTheme="minorHAnsi" w:hAnsiTheme="minorHAnsi" w:cstheme="minorHAnsi"/>
          <w:spacing w:val="-1"/>
          <w:sz w:val="22"/>
          <w:szCs w:val="22"/>
          <w:lang w:val="it-IT"/>
        </w:rPr>
        <w:t>Luogo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 xml:space="preserve"> e</w:t>
      </w:r>
      <w:r w:rsidRPr="009A47BC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9A47BC">
        <w:rPr>
          <w:rFonts w:asciiTheme="minorHAnsi" w:hAnsiTheme="minorHAnsi" w:cstheme="minorHAnsi"/>
          <w:sz w:val="22"/>
          <w:szCs w:val="22"/>
          <w:lang w:val="it-IT"/>
        </w:rPr>
        <w:t>dat</w:t>
      </w:r>
      <w:r w:rsidR="001544F3" w:rsidRPr="009A47BC">
        <w:rPr>
          <w:rFonts w:asciiTheme="minorHAnsi" w:hAnsiTheme="minorHAnsi" w:cstheme="minorHAnsi"/>
          <w:sz w:val="22"/>
          <w:szCs w:val="22"/>
          <w:lang w:val="it-IT"/>
        </w:rPr>
        <w:t>a</w:t>
      </w:r>
      <w:r w:rsidR="003C6972">
        <w:rPr>
          <w:rFonts w:asciiTheme="minorHAnsi" w:hAnsiTheme="minorHAnsi" w:cstheme="minorHAnsi"/>
          <w:sz w:val="22"/>
          <w:szCs w:val="22"/>
          <w:lang w:val="it-IT"/>
        </w:rPr>
        <w:t xml:space="preserve"> ________________</w:t>
      </w:r>
    </w:p>
    <w:p w14:paraId="481492CC" w14:textId="1C4A6B63" w:rsidR="003C6972" w:rsidRPr="009A47BC" w:rsidRDefault="001C7390" w:rsidP="009A47BC">
      <w:pPr>
        <w:pStyle w:val="Corpotesto"/>
        <w:spacing w:after="120" w:line="720" w:lineRule="auto"/>
        <w:ind w:left="0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Da sottoscrivere digi</w:t>
      </w:r>
      <w:r w:rsidR="00323749">
        <w:rPr>
          <w:rFonts w:asciiTheme="minorHAnsi" w:hAnsiTheme="minorHAnsi" w:cstheme="minorHAnsi"/>
          <w:sz w:val="22"/>
          <w:szCs w:val="22"/>
          <w:lang w:val="it-IT"/>
        </w:rPr>
        <w:t>ta</w:t>
      </w:r>
      <w:r>
        <w:rPr>
          <w:rFonts w:asciiTheme="minorHAnsi" w:hAnsiTheme="minorHAnsi" w:cstheme="minorHAnsi"/>
          <w:sz w:val="22"/>
          <w:szCs w:val="22"/>
          <w:lang w:val="it-IT"/>
        </w:rPr>
        <w:t>lmente</w:t>
      </w:r>
    </w:p>
    <w:p w14:paraId="465B82D4" w14:textId="28E9C43A" w:rsidR="00AC486A" w:rsidRPr="001C7390" w:rsidRDefault="00AC486A" w:rsidP="00902C5A">
      <w:pPr>
        <w:spacing w:after="120"/>
        <w:jc w:val="both"/>
        <w:rPr>
          <w:lang w:val="it-IT"/>
        </w:rPr>
      </w:pPr>
      <w:bookmarkStart w:id="2" w:name="_GoBack"/>
      <w:bookmarkEnd w:id="2"/>
    </w:p>
    <w:sectPr w:rsidR="00AC486A" w:rsidRPr="001C7390" w:rsidSect="00D102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340" w:right="1020" w:bottom="851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FDE22" w14:textId="77777777" w:rsidR="001C7CDA" w:rsidRDefault="001C7CDA" w:rsidP="00550D32">
      <w:r>
        <w:separator/>
      </w:r>
    </w:p>
  </w:endnote>
  <w:endnote w:type="continuationSeparator" w:id="0">
    <w:p w14:paraId="2BF0DDDA" w14:textId="77777777" w:rsidR="001C7CDA" w:rsidRDefault="001C7CDA" w:rsidP="0055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6FA1B" w14:textId="77777777" w:rsidR="00412DF5" w:rsidRDefault="00412D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168353"/>
      <w:docPartObj>
        <w:docPartGallery w:val="Page Numbers (Bottom of Page)"/>
        <w:docPartUnique/>
      </w:docPartObj>
    </w:sdtPr>
    <w:sdtEndPr/>
    <w:sdtContent>
      <w:p w14:paraId="6CB92B25" w14:textId="560AEBB1" w:rsidR="004F4AAF" w:rsidRDefault="004F4AA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5CA" w:rsidRPr="00E455CA">
          <w:rPr>
            <w:noProof/>
            <w:lang w:val="it-IT"/>
          </w:rPr>
          <w:t>1</w:t>
        </w:r>
        <w:r>
          <w:fldChar w:fldCharType="end"/>
        </w:r>
      </w:p>
    </w:sdtContent>
  </w:sdt>
  <w:p w14:paraId="59BF827B" w14:textId="77777777" w:rsidR="004F4AAF" w:rsidRDefault="004F4AA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B7056" w14:textId="77777777" w:rsidR="00412DF5" w:rsidRDefault="00412D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17486" w14:textId="77777777" w:rsidR="001C7CDA" w:rsidRDefault="001C7CDA" w:rsidP="00550D32">
      <w:r>
        <w:separator/>
      </w:r>
    </w:p>
  </w:footnote>
  <w:footnote w:type="continuationSeparator" w:id="0">
    <w:p w14:paraId="42905FB7" w14:textId="77777777" w:rsidR="001C7CDA" w:rsidRDefault="001C7CDA" w:rsidP="00550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75436" w14:textId="77777777" w:rsidR="00412DF5" w:rsidRDefault="00412DF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04D2C" w14:textId="33F9569A" w:rsidR="00194570" w:rsidRDefault="00194570" w:rsidP="00194570">
    <w:pPr>
      <w:jc w:val="center"/>
      <w:rPr>
        <w:rFonts w:ascii="Calibri" w:hAnsi="Calibri" w:cs="Calibri"/>
        <w:b/>
        <w:i/>
        <w:iCs/>
        <w:sz w:val="24"/>
        <w:szCs w:val="24"/>
        <w:lang w:val="it-IT"/>
      </w:rPr>
    </w:pPr>
    <w:r w:rsidRPr="00194570">
      <w:rPr>
        <w:rFonts w:ascii="Calibri" w:hAnsi="Calibri" w:cs="Calibri"/>
        <w:b/>
        <w:i/>
        <w:iCs/>
        <w:sz w:val="24"/>
        <w:szCs w:val="24"/>
        <w:lang w:val="it-IT"/>
      </w:rPr>
      <w:t>[Su carta intestata dell</w:t>
    </w:r>
    <w:r w:rsidR="00927963">
      <w:rPr>
        <w:rFonts w:ascii="Calibri" w:hAnsi="Calibri" w:cs="Calibri"/>
        <w:b/>
        <w:i/>
        <w:iCs/>
        <w:sz w:val="24"/>
        <w:szCs w:val="24"/>
        <w:lang w:val="it-IT"/>
      </w:rPr>
      <w:t>’Operatore Economico</w:t>
    </w:r>
    <w:r w:rsidRPr="00194570">
      <w:rPr>
        <w:rFonts w:ascii="Calibri" w:hAnsi="Calibri" w:cs="Calibri"/>
        <w:b/>
        <w:i/>
        <w:iCs/>
        <w:sz w:val="24"/>
        <w:szCs w:val="24"/>
        <w:lang w:val="it-IT"/>
      </w:rPr>
      <w:t>]</w:t>
    </w:r>
  </w:p>
  <w:p w14:paraId="492F6973" w14:textId="3AED4721" w:rsidR="006C18A2" w:rsidRDefault="006C18A2" w:rsidP="00194570">
    <w:pPr>
      <w:jc w:val="center"/>
      <w:rPr>
        <w:rFonts w:ascii="Calibri" w:hAnsi="Calibri" w:cs="Calibri"/>
        <w:b/>
        <w:i/>
        <w:iCs/>
        <w:sz w:val="24"/>
        <w:szCs w:val="24"/>
        <w:lang w:val="it-IT"/>
      </w:rPr>
    </w:pPr>
  </w:p>
  <w:p w14:paraId="3BCE9B79" w14:textId="2DD6127A" w:rsidR="006C18A2" w:rsidRDefault="006C18A2" w:rsidP="00194570">
    <w:pPr>
      <w:jc w:val="center"/>
      <w:rPr>
        <w:rFonts w:ascii="Calibri" w:hAnsi="Calibri" w:cs="Calibri"/>
        <w:b/>
        <w:i/>
        <w:iCs/>
        <w:sz w:val="24"/>
        <w:szCs w:val="24"/>
        <w:lang w:val="it-IT"/>
      </w:rPr>
    </w:pPr>
    <w:r>
      <w:rPr>
        <w:rFonts w:ascii="Calibri" w:hAnsi="Calibri" w:cs="Calibri"/>
        <w:b/>
        <w:i/>
        <w:iCs/>
        <w:sz w:val="24"/>
        <w:szCs w:val="24"/>
        <w:lang w:val="it-IT"/>
      </w:rPr>
      <w:t>ALLEGATO 1</w:t>
    </w:r>
  </w:p>
  <w:p w14:paraId="46DC4E23" w14:textId="77777777" w:rsidR="00194570" w:rsidRPr="00194570" w:rsidRDefault="00194570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B3633" w14:textId="77777777" w:rsidR="00412DF5" w:rsidRDefault="00412DF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9E8"/>
    <w:multiLevelType w:val="hybridMultilevel"/>
    <w:tmpl w:val="E99482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F63B9"/>
    <w:multiLevelType w:val="hybridMultilevel"/>
    <w:tmpl w:val="E8D82A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13703"/>
    <w:multiLevelType w:val="hybridMultilevel"/>
    <w:tmpl w:val="61B28148"/>
    <w:lvl w:ilvl="0" w:tplc="38BE582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4958E8"/>
    <w:multiLevelType w:val="hybridMultilevel"/>
    <w:tmpl w:val="03DC6780"/>
    <w:lvl w:ilvl="0" w:tplc="D0C46AD6">
      <w:start w:val="1"/>
      <w:numFmt w:val="lowerLetter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">
    <w:nsid w:val="0E48229D"/>
    <w:multiLevelType w:val="hybridMultilevel"/>
    <w:tmpl w:val="0D8883A4"/>
    <w:lvl w:ilvl="0" w:tplc="B4664060">
      <w:start w:val="1"/>
      <w:numFmt w:val="bullet"/>
      <w:lvlText w:val="□"/>
      <w:lvlJc w:val="left"/>
      <w:pPr>
        <w:ind w:left="535" w:hanging="423"/>
      </w:pPr>
      <w:rPr>
        <w:rFonts w:ascii="Times New Roman" w:eastAsia="Times New Roman" w:hAnsi="Times New Roman" w:hint="default"/>
        <w:sz w:val="40"/>
        <w:szCs w:val="40"/>
      </w:rPr>
    </w:lvl>
    <w:lvl w:ilvl="1" w:tplc="25B26206">
      <w:start w:val="1"/>
      <w:numFmt w:val="bullet"/>
      <w:lvlText w:val="□"/>
      <w:lvlJc w:val="left"/>
      <w:pPr>
        <w:ind w:left="2011" w:hanging="483"/>
      </w:pPr>
      <w:rPr>
        <w:rFonts w:ascii="Times New Roman" w:eastAsia="Times New Roman" w:hAnsi="Times New Roman" w:hint="default"/>
        <w:sz w:val="40"/>
        <w:szCs w:val="40"/>
      </w:rPr>
    </w:lvl>
    <w:lvl w:ilvl="2" w:tplc="04628316">
      <w:start w:val="1"/>
      <w:numFmt w:val="bullet"/>
      <w:lvlText w:val="•"/>
      <w:lvlJc w:val="left"/>
      <w:pPr>
        <w:ind w:left="2884" w:hanging="483"/>
      </w:pPr>
      <w:rPr>
        <w:rFonts w:hint="default"/>
      </w:rPr>
    </w:lvl>
    <w:lvl w:ilvl="3" w:tplc="4B78D126">
      <w:start w:val="1"/>
      <w:numFmt w:val="bullet"/>
      <w:lvlText w:val="•"/>
      <w:lvlJc w:val="left"/>
      <w:pPr>
        <w:ind w:left="3757" w:hanging="483"/>
      </w:pPr>
      <w:rPr>
        <w:rFonts w:hint="default"/>
      </w:rPr>
    </w:lvl>
    <w:lvl w:ilvl="4" w:tplc="60261BB4">
      <w:start w:val="1"/>
      <w:numFmt w:val="bullet"/>
      <w:lvlText w:val="•"/>
      <w:lvlJc w:val="left"/>
      <w:pPr>
        <w:ind w:left="4629" w:hanging="483"/>
      </w:pPr>
      <w:rPr>
        <w:rFonts w:hint="default"/>
      </w:rPr>
    </w:lvl>
    <w:lvl w:ilvl="5" w:tplc="334A18FA">
      <w:start w:val="1"/>
      <w:numFmt w:val="bullet"/>
      <w:lvlText w:val="•"/>
      <w:lvlJc w:val="left"/>
      <w:pPr>
        <w:ind w:left="5502" w:hanging="483"/>
      </w:pPr>
      <w:rPr>
        <w:rFonts w:hint="default"/>
      </w:rPr>
    </w:lvl>
    <w:lvl w:ilvl="6" w:tplc="AAB0A6F4">
      <w:start w:val="1"/>
      <w:numFmt w:val="bullet"/>
      <w:lvlText w:val="•"/>
      <w:lvlJc w:val="left"/>
      <w:pPr>
        <w:ind w:left="6375" w:hanging="483"/>
      </w:pPr>
      <w:rPr>
        <w:rFonts w:hint="default"/>
      </w:rPr>
    </w:lvl>
    <w:lvl w:ilvl="7" w:tplc="8D86B31E">
      <w:start w:val="1"/>
      <w:numFmt w:val="bullet"/>
      <w:lvlText w:val="•"/>
      <w:lvlJc w:val="left"/>
      <w:pPr>
        <w:ind w:left="7248" w:hanging="483"/>
      </w:pPr>
      <w:rPr>
        <w:rFonts w:hint="default"/>
      </w:rPr>
    </w:lvl>
    <w:lvl w:ilvl="8" w:tplc="1E9C96C6">
      <w:start w:val="1"/>
      <w:numFmt w:val="bullet"/>
      <w:lvlText w:val="•"/>
      <w:lvlJc w:val="left"/>
      <w:pPr>
        <w:ind w:left="8120" w:hanging="483"/>
      </w:pPr>
      <w:rPr>
        <w:rFonts w:hint="default"/>
      </w:rPr>
    </w:lvl>
  </w:abstractNum>
  <w:abstractNum w:abstractNumId="5">
    <w:nsid w:val="1AF97B0C"/>
    <w:multiLevelType w:val="hybridMultilevel"/>
    <w:tmpl w:val="A8983D16"/>
    <w:lvl w:ilvl="0" w:tplc="CAEA086C">
      <w:start w:val="1"/>
      <w:numFmt w:val="bullet"/>
      <w:lvlText w:val="-"/>
      <w:lvlJc w:val="left"/>
      <w:pPr>
        <w:ind w:left="112" w:hanging="195"/>
      </w:pPr>
      <w:rPr>
        <w:rFonts w:ascii="Times New Roman" w:eastAsia="Times New Roman" w:hAnsi="Times New Roman" w:hint="default"/>
        <w:sz w:val="24"/>
        <w:szCs w:val="24"/>
      </w:rPr>
    </w:lvl>
    <w:lvl w:ilvl="1" w:tplc="7C80A326">
      <w:start w:val="1"/>
      <w:numFmt w:val="bullet"/>
      <w:lvlText w:val="•"/>
      <w:lvlJc w:val="left"/>
      <w:pPr>
        <w:ind w:left="1088" w:hanging="195"/>
      </w:pPr>
      <w:rPr>
        <w:rFonts w:hint="default"/>
      </w:rPr>
    </w:lvl>
    <w:lvl w:ilvl="2" w:tplc="9348A506">
      <w:start w:val="1"/>
      <w:numFmt w:val="bullet"/>
      <w:lvlText w:val="•"/>
      <w:lvlJc w:val="left"/>
      <w:pPr>
        <w:ind w:left="2063" w:hanging="195"/>
      </w:pPr>
      <w:rPr>
        <w:rFonts w:hint="default"/>
      </w:rPr>
    </w:lvl>
    <w:lvl w:ilvl="3" w:tplc="7A60463E">
      <w:start w:val="1"/>
      <w:numFmt w:val="bullet"/>
      <w:lvlText w:val="•"/>
      <w:lvlJc w:val="left"/>
      <w:pPr>
        <w:ind w:left="3038" w:hanging="195"/>
      </w:pPr>
      <w:rPr>
        <w:rFonts w:hint="default"/>
      </w:rPr>
    </w:lvl>
    <w:lvl w:ilvl="4" w:tplc="45C89238">
      <w:start w:val="1"/>
      <w:numFmt w:val="bullet"/>
      <w:lvlText w:val="•"/>
      <w:lvlJc w:val="left"/>
      <w:pPr>
        <w:ind w:left="4014" w:hanging="195"/>
      </w:pPr>
      <w:rPr>
        <w:rFonts w:hint="default"/>
      </w:rPr>
    </w:lvl>
    <w:lvl w:ilvl="5" w:tplc="D8889A66">
      <w:start w:val="1"/>
      <w:numFmt w:val="bullet"/>
      <w:lvlText w:val="•"/>
      <w:lvlJc w:val="left"/>
      <w:pPr>
        <w:ind w:left="4989" w:hanging="195"/>
      </w:pPr>
      <w:rPr>
        <w:rFonts w:hint="default"/>
      </w:rPr>
    </w:lvl>
    <w:lvl w:ilvl="6" w:tplc="C994AC52">
      <w:start w:val="1"/>
      <w:numFmt w:val="bullet"/>
      <w:lvlText w:val="•"/>
      <w:lvlJc w:val="left"/>
      <w:pPr>
        <w:ind w:left="5964" w:hanging="195"/>
      </w:pPr>
      <w:rPr>
        <w:rFonts w:hint="default"/>
      </w:rPr>
    </w:lvl>
    <w:lvl w:ilvl="7" w:tplc="37C29B9A">
      <w:start w:val="1"/>
      <w:numFmt w:val="bullet"/>
      <w:lvlText w:val="•"/>
      <w:lvlJc w:val="left"/>
      <w:pPr>
        <w:ind w:left="6940" w:hanging="195"/>
      </w:pPr>
      <w:rPr>
        <w:rFonts w:hint="default"/>
      </w:rPr>
    </w:lvl>
    <w:lvl w:ilvl="8" w:tplc="124C6E34">
      <w:start w:val="1"/>
      <w:numFmt w:val="bullet"/>
      <w:lvlText w:val="•"/>
      <w:lvlJc w:val="left"/>
      <w:pPr>
        <w:ind w:left="7915" w:hanging="195"/>
      </w:pPr>
      <w:rPr>
        <w:rFonts w:hint="default"/>
      </w:rPr>
    </w:lvl>
  </w:abstractNum>
  <w:abstractNum w:abstractNumId="6">
    <w:nsid w:val="267E6A60"/>
    <w:multiLevelType w:val="hybridMultilevel"/>
    <w:tmpl w:val="BF6646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B364CA"/>
    <w:multiLevelType w:val="hybridMultilevel"/>
    <w:tmpl w:val="6930BF3C"/>
    <w:lvl w:ilvl="0" w:tplc="D1C039D0">
      <w:start w:val="1"/>
      <w:numFmt w:val="decimal"/>
      <w:lvlText w:val="5.%1"/>
      <w:lvlJc w:val="left"/>
      <w:pPr>
        <w:ind w:left="786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277564"/>
    <w:multiLevelType w:val="hybridMultilevel"/>
    <w:tmpl w:val="39560F2C"/>
    <w:lvl w:ilvl="0" w:tplc="18B41F56">
      <w:start w:val="3"/>
      <w:numFmt w:val="lowerLetter"/>
      <w:lvlText w:val="%1."/>
      <w:lvlJc w:val="left"/>
      <w:pPr>
        <w:ind w:left="396" w:hanging="284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91C48E28">
      <w:start w:val="1"/>
      <w:numFmt w:val="decimal"/>
      <w:lvlText w:val="%2."/>
      <w:lvlJc w:val="left"/>
      <w:pPr>
        <w:ind w:left="396" w:hanging="284"/>
      </w:pPr>
      <w:rPr>
        <w:rFonts w:ascii="Calibri" w:eastAsia="Times New Roman" w:hAnsi="Calibri" w:cs="Calibri" w:hint="default"/>
        <w:sz w:val="22"/>
        <w:szCs w:val="22"/>
      </w:rPr>
    </w:lvl>
    <w:lvl w:ilvl="2" w:tplc="8F842A66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DF32213E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AFA02BB4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C9A6BB4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3BC2F65C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E65A9238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13A4005A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9">
    <w:nsid w:val="6381163A"/>
    <w:multiLevelType w:val="hybridMultilevel"/>
    <w:tmpl w:val="A808AB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EFCEED2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1D4463"/>
    <w:multiLevelType w:val="hybridMultilevel"/>
    <w:tmpl w:val="8F342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E1FBD"/>
    <w:multiLevelType w:val="hybridMultilevel"/>
    <w:tmpl w:val="25188C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50A0972A">
      <w:start w:val="1"/>
      <w:numFmt w:val="lowerLetter"/>
      <w:lvlText w:val="%2)"/>
      <w:lvlJc w:val="left"/>
      <w:pPr>
        <w:ind w:left="971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25E70"/>
    <w:multiLevelType w:val="hybridMultilevel"/>
    <w:tmpl w:val="91D64F6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11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5F"/>
    <w:rsid w:val="00045984"/>
    <w:rsid w:val="00047D93"/>
    <w:rsid w:val="00054BF2"/>
    <w:rsid w:val="000753CF"/>
    <w:rsid w:val="000D1F3B"/>
    <w:rsid w:val="000D4E65"/>
    <w:rsid w:val="000F4B61"/>
    <w:rsid w:val="001544F3"/>
    <w:rsid w:val="001622D9"/>
    <w:rsid w:val="001803DB"/>
    <w:rsid w:val="00194570"/>
    <w:rsid w:val="001B6DD3"/>
    <w:rsid w:val="001C7390"/>
    <w:rsid w:val="001C7CDA"/>
    <w:rsid w:val="001F4529"/>
    <w:rsid w:val="002214D2"/>
    <w:rsid w:val="00234CB4"/>
    <w:rsid w:val="002507A6"/>
    <w:rsid w:val="0027440F"/>
    <w:rsid w:val="002872B2"/>
    <w:rsid w:val="0028767F"/>
    <w:rsid w:val="00323749"/>
    <w:rsid w:val="0033507D"/>
    <w:rsid w:val="00344F49"/>
    <w:rsid w:val="00372963"/>
    <w:rsid w:val="003C6972"/>
    <w:rsid w:val="003E6A22"/>
    <w:rsid w:val="003F4D1F"/>
    <w:rsid w:val="003F5BB9"/>
    <w:rsid w:val="00412DF5"/>
    <w:rsid w:val="0046365C"/>
    <w:rsid w:val="00481543"/>
    <w:rsid w:val="00482531"/>
    <w:rsid w:val="00484878"/>
    <w:rsid w:val="004C25A2"/>
    <w:rsid w:val="004D67BE"/>
    <w:rsid w:val="004F4AAF"/>
    <w:rsid w:val="005049AE"/>
    <w:rsid w:val="00543DF2"/>
    <w:rsid w:val="00550D32"/>
    <w:rsid w:val="005565D7"/>
    <w:rsid w:val="00597872"/>
    <w:rsid w:val="005E3271"/>
    <w:rsid w:val="00663C20"/>
    <w:rsid w:val="0069657F"/>
    <w:rsid w:val="006A2461"/>
    <w:rsid w:val="006C18A2"/>
    <w:rsid w:val="006D4A39"/>
    <w:rsid w:val="006F0D4C"/>
    <w:rsid w:val="007311FA"/>
    <w:rsid w:val="00737689"/>
    <w:rsid w:val="007C3DD5"/>
    <w:rsid w:val="007D6F65"/>
    <w:rsid w:val="0084232B"/>
    <w:rsid w:val="00874C55"/>
    <w:rsid w:val="008E3E23"/>
    <w:rsid w:val="008E4F18"/>
    <w:rsid w:val="008F1405"/>
    <w:rsid w:val="00902C5A"/>
    <w:rsid w:val="00917889"/>
    <w:rsid w:val="00927963"/>
    <w:rsid w:val="009863AA"/>
    <w:rsid w:val="009A0594"/>
    <w:rsid w:val="009A47BC"/>
    <w:rsid w:val="009B2BB8"/>
    <w:rsid w:val="009F46A1"/>
    <w:rsid w:val="00A05FAD"/>
    <w:rsid w:val="00A208D4"/>
    <w:rsid w:val="00A524B1"/>
    <w:rsid w:val="00A56962"/>
    <w:rsid w:val="00A76D9A"/>
    <w:rsid w:val="00A8427E"/>
    <w:rsid w:val="00AB234E"/>
    <w:rsid w:val="00AC2E56"/>
    <w:rsid w:val="00AC486A"/>
    <w:rsid w:val="00AD3056"/>
    <w:rsid w:val="00AE6A28"/>
    <w:rsid w:val="00B50FA5"/>
    <w:rsid w:val="00B55805"/>
    <w:rsid w:val="00C036F2"/>
    <w:rsid w:val="00C33A14"/>
    <w:rsid w:val="00C7045F"/>
    <w:rsid w:val="00C722AC"/>
    <w:rsid w:val="00C84233"/>
    <w:rsid w:val="00CB48B8"/>
    <w:rsid w:val="00CB6E34"/>
    <w:rsid w:val="00D0082A"/>
    <w:rsid w:val="00D03039"/>
    <w:rsid w:val="00D04603"/>
    <w:rsid w:val="00D1022A"/>
    <w:rsid w:val="00D86EB9"/>
    <w:rsid w:val="00DA3723"/>
    <w:rsid w:val="00DE29DB"/>
    <w:rsid w:val="00E126D8"/>
    <w:rsid w:val="00E25918"/>
    <w:rsid w:val="00E455CA"/>
    <w:rsid w:val="00E46A72"/>
    <w:rsid w:val="00E72A0C"/>
    <w:rsid w:val="00E77CE0"/>
    <w:rsid w:val="00EA66C9"/>
    <w:rsid w:val="00EB256B"/>
    <w:rsid w:val="00ED27BC"/>
    <w:rsid w:val="00EF1CD5"/>
    <w:rsid w:val="00F0092F"/>
    <w:rsid w:val="00F04D0D"/>
    <w:rsid w:val="00F52E10"/>
    <w:rsid w:val="00FB6C19"/>
    <w:rsid w:val="00F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45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99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50D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D32"/>
  </w:style>
  <w:style w:type="paragraph" w:styleId="Pidipagina">
    <w:name w:val="footer"/>
    <w:basedOn w:val="Normale"/>
    <w:link w:val="PidipaginaCarattere"/>
    <w:uiPriority w:val="99"/>
    <w:unhideWhenUsed/>
    <w:rsid w:val="00550D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D32"/>
  </w:style>
  <w:style w:type="table" w:styleId="Grigliatabella">
    <w:name w:val="Table Grid"/>
    <w:basedOn w:val="Tabellanormale"/>
    <w:uiPriority w:val="39"/>
    <w:rsid w:val="008E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C486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486A"/>
    <w:pPr>
      <w:widowControl/>
      <w:spacing w:after="160"/>
    </w:pPr>
    <w:rPr>
      <w:rFonts w:ascii="Georgia" w:hAnsi="Georgi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486A"/>
    <w:rPr>
      <w:rFonts w:ascii="Georgia" w:hAnsi="Georgia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25A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25A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25A2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256B"/>
    <w:pPr>
      <w:widowControl w:val="0"/>
      <w:spacing w:after="0"/>
    </w:pPr>
    <w:rPr>
      <w:rFonts w:asciiTheme="minorHAnsi" w:hAnsiTheme="minorHAns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256B"/>
    <w:rPr>
      <w:rFonts w:ascii="Georgia" w:hAnsi="Georgia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5049AE"/>
    <w:pPr>
      <w:widowControl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B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99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50D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D32"/>
  </w:style>
  <w:style w:type="paragraph" w:styleId="Pidipagina">
    <w:name w:val="footer"/>
    <w:basedOn w:val="Normale"/>
    <w:link w:val="PidipaginaCarattere"/>
    <w:uiPriority w:val="99"/>
    <w:unhideWhenUsed/>
    <w:rsid w:val="00550D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D32"/>
  </w:style>
  <w:style w:type="table" w:styleId="Grigliatabella">
    <w:name w:val="Table Grid"/>
    <w:basedOn w:val="Tabellanormale"/>
    <w:uiPriority w:val="39"/>
    <w:rsid w:val="008E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C486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486A"/>
    <w:pPr>
      <w:widowControl/>
      <w:spacing w:after="160"/>
    </w:pPr>
    <w:rPr>
      <w:rFonts w:ascii="Georgia" w:hAnsi="Georgi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486A"/>
    <w:rPr>
      <w:rFonts w:ascii="Georgia" w:hAnsi="Georgia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25A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25A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25A2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256B"/>
    <w:pPr>
      <w:widowControl w:val="0"/>
      <w:spacing w:after="0"/>
    </w:pPr>
    <w:rPr>
      <w:rFonts w:asciiTheme="minorHAnsi" w:hAnsiTheme="minorHAns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256B"/>
    <w:rPr>
      <w:rFonts w:ascii="Georgia" w:hAnsi="Georgia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5049AE"/>
    <w:pPr>
      <w:widowControl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B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 A c t i v e ! 3 4 8 9 3 3 6 . 4 < / d o c u m e n t i d >  
     < s e n d e r i d > F A B I O . G I U F F R E < / s e n d e r i d >  
     < s e n d e r e m a i l > F A B I O . G I U F F R E @ F I E L D F I S H E R . C O M < / s e n d e r e m a i l >  
     < l a s t m o d i f i e d > 2 0 2 2 - 0 1 - 1 1 T 1 9 : 5 6 : 0 0 . 0 0 0 0 0 0 0 + 0 1 : 0 0 < / l a s t m o d i f i e d >  
     < d a t a b a s e > A c t i v e 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A81B-B5F7-4772-BE15-ABF0C7C9C764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6718A9AE-08A8-4DA4-BC18-ADBBE0B7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D4AE9542.dotm</Template>
  <TotalTime>0</TotalTime>
  <Pages>4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Magagnini</dc:creator>
  <cp:lastModifiedBy>Stevenin Patrizia</cp:lastModifiedBy>
  <cp:revision>2</cp:revision>
  <dcterms:created xsi:type="dcterms:W3CDTF">2023-06-26T13:31:00Z</dcterms:created>
  <dcterms:modified xsi:type="dcterms:W3CDTF">2023-06-26T13:31:00Z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2017-10-31T00:00:00Z</vt:filetime>
  </property>
  <property fmtid="{D5CDD505-2E9C-101B-9397-08002B2CF9AE}" pid="3" name="LastSaved">
    <vt:filetime>2018-11-19T00:00:00Z</vt:filetime>
  </property>
</Properties>
</file>