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D5" w:rsidRPr="00766909" w:rsidRDefault="004661F3" w:rsidP="000C36ED">
      <w:pPr>
        <w:spacing w:line="360" w:lineRule="auto"/>
        <w:jc w:val="center"/>
        <w:rPr>
          <w:rFonts w:ascii="Arial" w:hAnsi="Arial" w:cs="Arial"/>
        </w:rPr>
      </w:pPr>
      <w:r w:rsidRPr="00766909">
        <w:rPr>
          <w:rFonts w:ascii="Arial" w:hAnsi="Arial" w:cs="Arial"/>
        </w:rPr>
        <w:t>Richiesta di partecipazione</w:t>
      </w:r>
    </w:p>
    <w:p w:rsidR="009B26A8" w:rsidRPr="00B9510E" w:rsidRDefault="009B26A8" w:rsidP="009B26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9510E">
        <w:rPr>
          <w:rFonts w:ascii="Arial" w:hAnsi="Arial" w:cs="Arial"/>
          <w:b/>
          <w:sz w:val="22"/>
          <w:szCs w:val="22"/>
        </w:rPr>
        <w:t>AVVISO DI INDAGINE DI MERCATO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9510E">
        <w:rPr>
          <w:rFonts w:ascii="Arial" w:hAnsi="Arial" w:cs="Arial"/>
          <w:b/>
          <w:sz w:val="22"/>
          <w:szCs w:val="22"/>
        </w:rPr>
        <w:t>PER L’INDIVIDUAZIONE DEGLI OPERATORI ECONOMICI DA CONSULTARE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9510E">
        <w:rPr>
          <w:rFonts w:ascii="Arial" w:hAnsi="Arial" w:cs="Arial"/>
          <w:b/>
          <w:sz w:val="22"/>
          <w:szCs w:val="22"/>
        </w:rPr>
        <w:t>PER L’AFFIDAMENTO, MEDIANTE PROCEDURA NEGOZIATA, DEL SERVIZIO ASSICURATIVO DEI RISCHI PER LA RESPONSABILITÀ CIVILE PATRIMONIALE E PER LA RESPONSABILITÀ AMMINISTRATIVA E CONTABILE</w:t>
      </w:r>
    </w:p>
    <w:p w:rsidR="000C36ED" w:rsidRPr="00766909" w:rsidRDefault="000C36ED" w:rsidP="00391CC3">
      <w:pPr>
        <w:spacing w:line="360" w:lineRule="auto"/>
        <w:jc w:val="both"/>
        <w:rPr>
          <w:rFonts w:ascii="Arial" w:hAnsi="Arial" w:cs="Arial"/>
        </w:rPr>
      </w:pPr>
    </w:p>
    <w:p w:rsidR="00994A4E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Il sottoscritto</w:t>
      </w:r>
      <w:r w:rsidRPr="00766909">
        <w:rPr>
          <w:rFonts w:ascii="Arial" w:hAnsi="Arial" w:cs="Arial"/>
          <w:shd w:val="clear" w:color="auto" w:fill="FFFFFF"/>
        </w:rPr>
        <w:tab/>
        <w:t>_________________</w:t>
      </w:r>
      <w:r w:rsidR="00550969" w:rsidRPr="00766909">
        <w:rPr>
          <w:rFonts w:ascii="Arial" w:hAnsi="Arial" w:cs="Arial"/>
          <w:shd w:val="clear" w:color="auto" w:fill="FFFFFF"/>
        </w:rPr>
        <w:t>________________</w:t>
      </w:r>
      <w:r w:rsidR="00D43EAE" w:rsidRPr="00766909">
        <w:rPr>
          <w:rFonts w:ascii="Arial" w:hAnsi="Arial" w:cs="Arial"/>
          <w:shd w:val="clear" w:color="auto" w:fill="FFFFFF"/>
        </w:rPr>
        <w:t>_</w:t>
      </w:r>
      <w:r w:rsidR="00550969" w:rsidRPr="00766909">
        <w:rPr>
          <w:rFonts w:ascii="Arial" w:hAnsi="Arial" w:cs="Arial"/>
          <w:shd w:val="clear" w:color="auto" w:fill="FFFFFF"/>
        </w:rPr>
        <w:t>_______</w:t>
      </w:r>
      <w:r w:rsidR="004A3F1A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  <w:t>nato il</w:t>
      </w:r>
      <w:r w:rsidRPr="00766909">
        <w:rPr>
          <w:rFonts w:ascii="Arial" w:hAnsi="Arial" w:cs="Arial"/>
          <w:shd w:val="clear" w:color="auto" w:fill="FFFFFF"/>
        </w:rPr>
        <w:tab/>
        <w:t>_____________________</w:t>
      </w:r>
      <w:r w:rsidR="005B0A56" w:rsidRPr="00766909">
        <w:rPr>
          <w:rFonts w:ascii="Arial" w:hAnsi="Arial" w:cs="Arial"/>
          <w:shd w:val="clear" w:color="auto" w:fill="FFFFFF"/>
        </w:rPr>
        <w:t>_</w:t>
      </w:r>
    </w:p>
    <w:p w:rsidR="00994A4E" w:rsidRPr="00766909" w:rsidRDefault="00D43EA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a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  <w:t>_____________________</w:t>
      </w:r>
      <w:r w:rsidR="00994A4E" w:rsidRPr="00766909">
        <w:rPr>
          <w:rFonts w:ascii="Arial" w:hAnsi="Arial" w:cs="Arial"/>
          <w:shd w:val="clear" w:color="auto" w:fill="FFFFFF"/>
        </w:rPr>
        <w:t>___</w:t>
      </w:r>
      <w:r w:rsidRPr="00766909">
        <w:rPr>
          <w:rFonts w:ascii="Arial" w:hAnsi="Arial" w:cs="Arial"/>
          <w:shd w:val="clear" w:color="auto" w:fill="FFFFFF"/>
        </w:rPr>
        <w:t>_</w:t>
      </w:r>
      <w:r w:rsidR="00994A4E" w:rsidRPr="00766909">
        <w:rPr>
          <w:rFonts w:ascii="Arial" w:hAnsi="Arial" w:cs="Arial"/>
          <w:shd w:val="clear" w:color="auto" w:fill="FFFFFF"/>
        </w:rPr>
        <w:tab/>
        <w:t>(_____)</w:t>
      </w:r>
      <w:r w:rsidR="00994A4E" w:rsidRPr="00766909">
        <w:rPr>
          <w:rFonts w:ascii="Arial" w:hAnsi="Arial" w:cs="Arial"/>
          <w:shd w:val="clear" w:color="auto" w:fill="FFFFFF"/>
        </w:rPr>
        <w:tab/>
        <w:t>codice fiscale</w:t>
      </w:r>
      <w:r w:rsidR="00994A4E" w:rsidRPr="00766909">
        <w:rPr>
          <w:rFonts w:ascii="Arial" w:hAnsi="Arial" w:cs="Arial"/>
          <w:shd w:val="clear" w:color="auto" w:fill="FFFFFF"/>
        </w:rPr>
        <w:tab/>
      </w:r>
      <w:r w:rsidR="004A3F1A" w:rsidRPr="00766909">
        <w:rPr>
          <w:rFonts w:ascii="Arial" w:hAnsi="Arial" w:cs="Arial"/>
          <w:shd w:val="clear" w:color="auto" w:fill="FFFFFF"/>
        </w:rPr>
        <w:tab/>
      </w:r>
      <w:r w:rsidR="00994A4E" w:rsidRPr="00766909">
        <w:rPr>
          <w:rFonts w:ascii="Arial" w:hAnsi="Arial" w:cs="Arial"/>
          <w:shd w:val="clear" w:color="auto" w:fill="FFFFFF"/>
        </w:rPr>
        <w:t>________</w:t>
      </w:r>
      <w:r w:rsidR="00550969" w:rsidRPr="00766909">
        <w:rPr>
          <w:rFonts w:ascii="Arial" w:hAnsi="Arial" w:cs="Arial"/>
          <w:shd w:val="clear" w:color="auto" w:fill="FFFFFF"/>
        </w:rPr>
        <w:t>____________</w:t>
      </w:r>
      <w:r w:rsidR="005B0A56" w:rsidRPr="00766909">
        <w:rPr>
          <w:rFonts w:ascii="Arial" w:hAnsi="Arial" w:cs="Arial"/>
          <w:shd w:val="clear" w:color="auto" w:fill="FFFFFF"/>
        </w:rPr>
        <w:t>_</w:t>
      </w:r>
      <w:r w:rsidR="00550969" w:rsidRPr="00766909">
        <w:rPr>
          <w:rFonts w:ascii="Arial" w:hAnsi="Arial" w:cs="Arial"/>
          <w:shd w:val="clear" w:color="auto" w:fill="FFFFFF"/>
        </w:rPr>
        <w:t>_</w:t>
      </w:r>
    </w:p>
    <w:p w:rsidR="00994A4E" w:rsidRPr="00766909" w:rsidRDefault="00550969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in qualità di</w:t>
      </w:r>
      <w:r w:rsidR="00994A4E"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ab/>
        <w:t>__</w:t>
      </w:r>
      <w:r w:rsidR="00994A4E" w:rsidRPr="00766909">
        <w:rPr>
          <w:rFonts w:ascii="Arial" w:hAnsi="Arial" w:cs="Arial"/>
          <w:shd w:val="clear" w:color="auto" w:fill="FFFFFF"/>
        </w:rPr>
        <w:t>__________________________________________________</w:t>
      </w:r>
      <w:r w:rsidR="00D43EAE" w:rsidRPr="00766909">
        <w:rPr>
          <w:rFonts w:ascii="Arial" w:hAnsi="Arial" w:cs="Arial"/>
          <w:shd w:val="clear" w:color="auto" w:fill="FFFFFF"/>
        </w:rPr>
        <w:t>___</w:t>
      </w:r>
      <w:r w:rsidR="00994A4E" w:rsidRPr="00766909">
        <w:rPr>
          <w:rFonts w:ascii="Arial" w:hAnsi="Arial" w:cs="Arial"/>
          <w:shd w:val="clear" w:color="auto" w:fill="FFFFFF"/>
        </w:rPr>
        <w:t>___________</w:t>
      </w:r>
      <w:r w:rsidRPr="00766909">
        <w:rPr>
          <w:rFonts w:ascii="Arial" w:hAnsi="Arial" w:cs="Arial"/>
          <w:shd w:val="clear" w:color="auto" w:fill="FFFFFF"/>
        </w:rPr>
        <w:t>________</w:t>
      </w:r>
    </w:p>
    <w:p w:rsidR="002E4CF0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dell’operatore economico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__</w:t>
      </w:r>
      <w:r w:rsidRPr="00766909">
        <w:rPr>
          <w:rFonts w:ascii="Arial" w:hAnsi="Arial" w:cs="Arial"/>
          <w:shd w:val="clear" w:color="auto" w:fill="FFFFFF"/>
        </w:rPr>
        <w:t>___</w:t>
      </w:r>
      <w:r w:rsidR="002E4CF0" w:rsidRPr="00766909">
        <w:rPr>
          <w:rFonts w:ascii="Arial" w:hAnsi="Arial" w:cs="Arial"/>
          <w:shd w:val="clear" w:color="auto" w:fill="FFFFFF"/>
        </w:rPr>
        <w:t>____________</w:t>
      </w:r>
      <w:r w:rsidRPr="00766909">
        <w:rPr>
          <w:rFonts w:ascii="Arial" w:hAnsi="Arial" w:cs="Arial"/>
          <w:shd w:val="clear" w:color="auto" w:fill="FFFFFF"/>
        </w:rPr>
        <w:t>_____________________</w:t>
      </w:r>
      <w:r w:rsidR="00550969" w:rsidRPr="00766909">
        <w:rPr>
          <w:rFonts w:ascii="Arial" w:hAnsi="Arial" w:cs="Arial"/>
          <w:shd w:val="clear" w:color="auto" w:fill="FFFFFF"/>
        </w:rPr>
        <w:t>________________________</w:t>
      </w:r>
    </w:p>
    <w:p w:rsidR="008937B5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 xml:space="preserve">con sede legale </w:t>
      </w:r>
      <w:r w:rsidR="008937B5" w:rsidRPr="00766909">
        <w:rPr>
          <w:rFonts w:ascii="Arial" w:hAnsi="Arial" w:cs="Arial"/>
          <w:shd w:val="clear" w:color="auto" w:fill="FFFFFF"/>
        </w:rPr>
        <w:t>nel Comune:</w:t>
      </w:r>
      <w:r w:rsidR="008937B5"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</w:t>
      </w:r>
      <w:r w:rsidR="00D43EAE" w:rsidRPr="00766909">
        <w:rPr>
          <w:rFonts w:ascii="Arial" w:hAnsi="Arial" w:cs="Arial"/>
          <w:shd w:val="clear" w:color="auto" w:fill="FFFFFF"/>
        </w:rPr>
        <w:t>______________________</w:t>
      </w:r>
      <w:r w:rsidR="005B0A56" w:rsidRPr="00766909">
        <w:rPr>
          <w:rFonts w:ascii="Arial" w:hAnsi="Arial" w:cs="Arial"/>
          <w:shd w:val="clear" w:color="auto" w:fill="FFFFFF"/>
        </w:rPr>
        <w:t>__</w:t>
      </w:r>
      <w:r w:rsidR="008937B5" w:rsidRPr="00766909">
        <w:rPr>
          <w:rFonts w:ascii="Arial" w:hAnsi="Arial" w:cs="Arial"/>
          <w:shd w:val="clear" w:color="auto" w:fill="FFFFFF"/>
        </w:rPr>
        <w:t>_____</w:t>
      </w:r>
      <w:r w:rsidR="00D43EAE" w:rsidRPr="00766909">
        <w:rPr>
          <w:rFonts w:ascii="Arial" w:hAnsi="Arial" w:cs="Arial"/>
          <w:shd w:val="clear" w:color="auto" w:fill="FFFFFF"/>
        </w:rPr>
        <w:tab/>
        <w:t>(_____)</w:t>
      </w:r>
      <w:r w:rsidR="00D43EAE" w:rsidRPr="00766909">
        <w:rPr>
          <w:rFonts w:ascii="Arial" w:hAnsi="Arial" w:cs="Arial"/>
          <w:shd w:val="clear" w:color="auto" w:fill="FFFFFF"/>
        </w:rPr>
        <w:tab/>
      </w:r>
      <w:r w:rsidR="008937B5" w:rsidRPr="00766909">
        <w:rPr>
          <w:rFonts w:ascii="Arial" w:hAnsi="Arial" w:cs="Arial"/>
          <w:shd w:val="clear" w:color="auto" w:fill="FFFFFF"/>
        </w:rPr>
        <w:t>CAP</w:t>
      </w:r>
      <w:r w:rsidR="008937B5" w:rsidRPr="00766909">
        <w:rPr>
          <w:rFonts w:ascii="Arial" w:hAnsi="Arial" w:cs="Arial"/>
          <w:shd w:val="clear" w:color="auto" w:fill="FFFFFF"/>
        </w:rPr>
        <w:tab/>
        <w:t>________________</w:t>
      </w:r>
    </w:p>
    <w:p w:rsidR="00994A4E" w:rsidRPr="00766909" w:rsidRDefault="008937B5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 xml:space="preserve">Indirizzo </w:t>
      </w:r>
      <w:r w:rsidR="00D43EAE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766909">
        <w:rPr>
          <w:rFonts w:ascii="Arial" w:hAnsi="Arial" w:cs="Arial"/>
          <w:shd w:val="clear" w:color="auto" w:fill="FFFFFF"/>
        </w:rPr>
        <w:t>_</w:t>
      </w:r>
      <w:r w:rsidRPr="00766909">
        <w:rPr>
          <w:rFonts w:ascii="Arial" w:hAnsi="Arial" w:cs="Arial"/>
          <w:shd w:val="clear" w:color="auto" w:fill="FFFFFF"/>
        </w:rPr>
        <w:t>___________________________________</w:t>
      </w:r>
      <w:r w:rsidR="005B0A56" w:rsidRPr="00766909">
        <w:rPr>
          <w:rFonts w:ascii="Arial" w:hAnsi="Arial" w:cs="Arial"/>
          <w:shd w:val="clear" w:color="auto" w:fill="FFFFFF"/>
        </w:rPr>
        <w:t>__</w:t>
      </w:r>
      <w:r w:rsidR="00D43EAE" w:rsidRPr="00766909">
        <w:rPr>
          <w:rFonts w:ascii="Arial" w:hAnsi="Arial" w:cs="Arial"/>
          <w:shd w:val="clear" w:color="auto" w:fill="FFFFFF"/>
        </w:rPr>
        <w:t>_______________</w:t>
      </w:r>
      <w:r w:rsidR="002E4CF0" w:rsidRPr="00766909">
        <w:rPr>
          <w:rFonts w:ascii="Arial" w:hAnsi="Arial" w:cs="Arial"/>
          <w:shd w:val="clear" w:color="auto" w:fill="FFFFFF"/>
        </w:rPr>
        <w:t>_</w:t>
      </w:r>
      <w:r w:rsidR="004A3F1A" w:rsidRPr="00766909">
        <w:rPr>
          <w:rFonts w:ascii="Arial" w:hAnsi="Arial" w:cs="Arial"/>
          <w:shd w:val="clear" w:color="auto" w:fill="FFFFFF"/>
        </w:rPr>
        <w:t>_</w:t>
      </w:r>
      <w:r w:rsidR="002E4CF0" w:rsidRPr="00766909">
        <w:rPr>
          <w:rFonts w:ascii="Arial" w:hAnsi="Arial" w:cs="Arial"/>
          <w:shd w:val="clear" w:color="auto" w:fill="FFFFFF"/>
        </w:rPr>
        <w:t>_______</w:t>
      </w:r>
      <w:r w:rsidRPr="00766909">
        <w:rPr>
          <w:rFonts w:ascii="Arial" w:hAnsi="Arial" w:cs="Arial"/>
          <w:shd w:val="clear" w:color="auto" w:fill="FFFFFF"/>
        </w:rPr>
        <w:t>_</w:t>
      </w:r>
      <w:r w:rsidR="002E4CF0" w:rsidRPr="00766909">
        <w:rPr>
          <w:rFonts w:ascii="Arial" w:hAnsi="Arial" w:cs="Arial"/>
          <w:shd w:val="clear" w:color="auto" w:fill="FFFFFF"/>
        </w:rPr>
        <w:t>_</w:t>
      </w:r>
      <w:r w:rsidR="00550969" w:rsidRPr="00766909">
        <w:rPr>
          <w:rFonts w:ascii="Arial" w:hAnsi="Arial" w:cs="Arial"/>
          <w:shd w:val="clear" w:color="auto" w:fill="FFFFFF"/>
        </w:rPr>
        <w:t>_</w:t>
      </w:r>
    </w:p>
    <w:p w:rsidR="00994A4E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Codice fiscale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  <w:t>_</w:t>
      </w:r>
      <w:r w:rsidR="00766909">
        <w:rPr>
          <w:rFonts w:ascii="Arial" w:hAnsi="Arial" w:cs="Arial"/>
          <w:shd w:val="clear" w:color="auto" w:fill="FFFFFF"/>
        </w:rPr>
        <w:t>__</w:t>
      </w:r>
      <w:r w:rsidRPr="00766909">
        <w:rPr>
          <w:rFonts w:ascii="Arial" w:hAnsi="Arial" w:cs="Arial"/>
          <w:shd w:val="clear" w:color="auto" w:fill="FFFFFF"/>
        </w:rPr>
        <w:t>____</w:t>
      </w:r>
      <w:r w:rsidR="00550969" w:rsidRPr="00766909">
        <w:rPr>
          <w:rFonts w:ascii="Arial" w:hAnsi="Arial" w:cs="Arial"/>
          <w:shd w:val="clear" w:color="auto" w:fill="FFFFFF"/>
        </w:rPr>
        <w:t>____________________</w:t>
      </w:r>
      <w:r w:rsidR="00550969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>Partita IVA</w:t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</w:t>
      </w:r>
      <w:r w:rsidRPr="00766909">
        <w:rPr>
          <w:rFonts w:ascii="Arial" w:hAnsi="Arial" w:cs="Arial"/>
          <w:shd w:val="clear" w:color="auto" w:fill="FFFFFF"/>
        </w:rPr>
        <w:t>___________</w:t>
      </w:r>
      <w:r w:rsidR="00550969" w:rsidRPr="00766909">
        <w:rPr>
          <w:rFonts w:ascii="Arial" w:hAnsi="Arial" w:cs="Arial"/>
          <w:shd w:val="clear" w:color="auto" w:fill="FFFFFF"/>
        </w:rPr>
        <w:t>___________________</w:t>
      </w:r>
    </w:p>
    <w:p w:rsidR="00994A4E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Telefono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_______________________________</w:t>
      </w:r>
      <w:r w:rsidR="00550969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>Telefax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</w:t>
      </w:r>
      <w:r w:rsidRPr="00766909">
        <w:rPr>
          <w:rFonts w:ascii="Arial" w:hAnsi="Arial" w:cs="Arial"/>
          <w:shd w:val="clear" w:color="auto" w:fill="FFFFFF"/>
        </w:rPr>
        <w:t>___________</w:t>
      </w:r>
      <w:r w:rsidR="00550969" w:rsidRPr="00766909">
        <w:rPr>
          <w:rFonts w:ascii="Arial" w:hAnsi="Arial" w:cs="Arial"/>
          <w:shd w:val="clear" w:color="auto" w:fill="FFFFFF"/>
        </w:rPr>
        <w:t>___________________</w:t>
      </w:r>
    </w:p>
    <w:p w:rsidR="00994A4E" w:rsidRPr="00766909" w:rsidRDefault="00994A4E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e-mail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______</w:t>
      </w:r>
      <w:r w:rsidRPr="00766909">
        <w:rPr>
          <w:rFonts w:ascii="Arial" w:hAnsi="Arial" w:cs="Arial"/>
          <w:shd w:val="clear" w:color="auto" w:fill="FFFFFF"/>
        </w:rPr>
        <w:t>______</w:t>
      </w:r>
      <w:r w:rsidR="00550969" w:rsidRPr="00766909">
        <w:rPr>
          <w:rFonts w:ascii="Arial" w:hAnsi="Arial" w:cs="Arial"/>
          <w:shd w:val="clear" w:color="auto" w:fill="FFFFFF"/>
        </w:rPr>
        <w:t>___________________</w:t>
      </w:r>
      <w:r w:rsidR="00550969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>PEC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5B0A56" w:rsidRPr="00766909">
        <w:rPr>
          <w:rFonts w:ascii="Arial" w:hAnsi="Arial" w:cs="Arial"/>
          <w:shd w:val="clear" w:color="auto" w:fill="FFFFFF"/>
        </w:rPr>
        <w:t>_</w:t>
      </w:r>
      <w:r w:rsidR="00D43EAE" w:rsidRPr="00766909">
        <w:rPr>
          <w:rFonts w:ascii="Arial" w:hAnsi="Arial" w:cs="Arial"/>
          <w:shd w:val="clear" w:color="auto" w:fill="FFFFFF"/>
        </w:rPr>
        <w:t>______________________________</w:t>
      </w:r>
    </w:p>
    <w:p w:rsidR="00942632" w:rsidRPr="00766909" w:rsidRDefault="00942632" w:rsidP="00942632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:rsidR="00902CC7" w:rsidRPr="00766909" w:rsidRDefault="00902CC7" w:rsidP="00902CC7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hd w:val="clear" w:color="auto" w:fill="FFFFFF"/>
        </w:rPr>
      </w:pPr>
      <w:r w:rsidRPr="00766909">
        <w:rPr>
          <w:rFonts w:ascii="Arial" w:hAnsi="Arial" w:cs="Arial"/>
          <w:b/>
          <w:spacing w:val="40"/>
          <w:shd w:val="clear" w:color="auto" w:fill="FFFFFF"/>
        </w:rPr>
        <w:t>DICHIARA</w:t>
      </w:r>
      <w:r w:rsidR="00942632" w:rsidRPr="00766909">
        <w:rPr>
          <w:rFonts w:ascii="Arial" w:hAnsi="Arial" w:cs="Arial"/>
          <w:b/>
          <w:spacing w:val="40"/>
          <w:shd w:val="clear" w:color="auto" w:fill="FFFFFF"/>
        </w:rPr>
        <w:t>NDO</w:t>
      </w:r>
    </w:p>
    <w:p w:rsidR="00902CC7" w:rsidRPr="00766909" w:rsidRDefault="00942632" w:rsidP="00962640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c</w:t>
      </w:r>
      <w:r w:rsidR="00683069" w:rsidRPr="00766909">
        <w:rPr>
          <w:rFonts w:ascii="Arial" w:hAnsi="Arial" w:cs="Arial"/>
          <w:shd w:val="clear" w:color="auto" w:fill="FFFFFF"/>
        </w:rPr>
        <w:t xml:space="preserve">he, </w:t>
      </w:r>
      <w:r w:rsidR="00902CC7" w:rsidRPr="00766909">
        <w:rPr>
          <w:rFonts w:ascii="Arial" w:hAnsi="Arial" w:cs="Arial"/>
          <w:shd w:val="clear" w:color="auto" w:fill="FFFFFF"/>
        </w:rPr>
        <w:t>al fine dell’invio a cura di FINAOSTA S.p.A. delle comunicazioni relative all’avviso in oggetto</w:t>
      </w:r>
      <w:r w:rsidR="00683069" w:rsidRPr="00766909">
        <w:rPr>
          <w:rFonts w:ascii="Arial" w:hAnsi="Arial" w:cs="Arial"/>
          <w:shd w:val="clear" w:color="auto" w:fill="FFFFFF"/>
        </w:rPr>
        <w:t xml:space="preserve">, </w:t>
      </w:r>
      <w:r w:rsidR="00902CC7" w:rsidRPr="00766909">
        <w:rPr>
          <w:rFonts w:ascii="Arial" w:hAnsi="Arial" w:cs="Arial"/>
          <w:shd w:val="clear" w:color="auto" w:fill="FFFFFF"/>
        </w:rPr>
        <w:t>l’indirizzo PEC autorizzato è:</w:t>
      </w:r>
      <w:r w:rsidR="00902CC7" w:rsidRPr="00766909">
        <w:rPr>
          <w:rFonts w:ascii="Arial" w:hAnsi="Arial" w:cs="Arial"/>
          <w:shd w:val="clear" w:color="auto" w:fill="FFFFFF"/>
        </w:rPr>
        <w:tab/>
      </w:r>
      <w:r w:rsidR="00902CC7" w:rsidRPr="00766909">
        <w:rPr>
          <w:rFonts w:ascii="Arial" w:hAnsi="Arial" w:cs="Arial"/>
          <w:shd w:val="clear" w:color="auto" w:fill="FFFFFF"/>
        </w:rPr>
        <w:tab/>
      </w:r>
      <w:r w:rsidR="00902CC7" w:rsidRPr="00766909">
        <w:rPr>
          <w:rFonts w:ascii="Arial" w:hAnsi="Arial" w:cs="Arial"/>
          <w:shd w:val="clear" w:color="auto" w:fill="FFFFFF"/>
        </w:rPr>
        <w:tab/>
      </w:r>
      <w:r w:rsidR="00FE6649" w:rsidRPr="00766909">
        <w:rPr>
          <w:rFonts w:ascii="Arial" w:hAnsi="Arial" w:cs="Arial"/>
          <w:shd w:val="clear" w:color="auto" w:fill="FFFFFF"/>
        </w:rPr>
        <w:t>__________________________________</w:t>
      </w:r>
      <w:r w:rsidR="00683069" w:rsidRPr="00766909">
        <w:rPr>
          <w:rFonts w:ascii="Arial" w:hAnsi="Arial" w:cs="Arial"/>
          <w:shd w:val="clear" w:color="auto" w:fill="FFFFFF"/>
        </w:rPr>
        <w:t>_______________________________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:rsidR="00902CC7" w:rsidRPr="00766909" w:rsidRDefault="00902CC7" w:rsidP="00902CC7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hd w:val="clear" w:color="auto" w:fill="FFFFFF"/>
        </w:rPr>
      </w:pPr>
      <w:r w:rsidRPr="00766909">
        <w:rPr>
          <w:rFonts w:ascii="Arial" w:hAnsi="Arial" w:cs="Arial"/>
          <w:b/>
          <w:spacing w:val="40"/>
          <w:shd w:val="clear" w:color="auto" w:fill="FFFFFF"/>
        </w:rPr>
        <w:t>CHIEDE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di essere invitato alla gara indicata in oggetto come: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  <w:t>concorrente singolo</w:t>
      </w:r>
      <w:r w:rsidRPr="00766909">
        <w:rPr>
          <w:rFonts w:ascii="Arial" w:hAnsi="Arial" w:cs="Arial"/>
          <w:i/>
          <w:shd w:val="clear" w:color="auto" w:fill="FFFFFF"/>
        </w:rPr>
        <w:t>;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</w:r>
      <w:r w:rsidR="009B26A8">
        <w:rPr>
          <w:rFonts w:ascii="Arial" w:hAnsi="Arial" w:cs="Arial"/>
          <w:shd w:val="clear" w:color="auto" w:fill="FFFFFF"/>
        </w:rPr>
        <w:t>Coassicurazione/</w:t>
      </w:r>
      <w:r w:rsidR="006067AA">
        <w:rPr>
          <w:rFonts w:ascii="Arial" w:hAnsi="Arial" w:cs="Arial"/>
          <w:shd w:val="clear" w:color="auto" w:fill="FFFFFF"/>
        </w:rPr>
        <w:t>RTI</w:t>
      </w:r>
      <w:bookmarkStart w:id="0" w:name="_GoBack"/>
      <w:bookmarkEnd w:id="0"/>
      <w:r w:rsidRPr="00766909">
        <w:rPr>
          <w:rFonts w:ascii="Arial" w:hAnsi="Arial" w:cs="Arial"/>
          <w:shd w:val="clear" w:color="auto" w:fill="FFFFFF"/>
        </w:rPr>
        <w:t>:</w:t>
      </w:r>
    </w:p>
    <w:p w:rsidR="00902CC7" w:rsidRPr="00766909" w:rsidRDefault="00902CC7" w:rsidP="00902CC7">
      <w:pPr>
        <w:widowControl w:val="0"/>
        <w:spacing w:line="360" w:lineRule="auto"/>
        <w:ind w:firstLine="340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  <w:t>già costituito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9F14B5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  <w:t>non ancora costituito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in qualità di:</w:t>
      </w:r>
    </w:p>
    <w:p w:rsidR="00902CC7" w:rsidRPr="00766909" w:rsidRDefault="00902CC7" w:rsidP="00902CC7">
      <w:pPr>
        <w:widowControl w:val="0"/>
        <w:spacing w:line="360" w:lineRule="auto"/>
        <w:ind w:firstLine="340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  <w:t>Capo gruppo (mandatario)</w:t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="000E1B3F"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tab/>
      </w:r>
      <w:r w:rsidRPr="00766909">
        <w:rPr>
          <w:rFonts w:ascii="Arial" w:hAnsi="Arial" w:cs="Arial"/>
          <w:shd w:val="clear" w:color="auto" w:fill="FFFFFF"/>
        </w:rPr>
        <w:sym w:font="Wingdings" w:char="F0A8"/>
      </w:r>
      <w:r w:rsidRPr="00766909">
        <w:rPr>
          <w:rFonts w:ascii="Arial" w:hAnsi="Arial" w:cs="Arial"/>
          <w:shd w:val="clear" w:color="auto" w:fill="FFFFFF"/>
        </w:rPr>
        <w:tab/>
        <w:t>Mandante</w:t>
      </w:r>
    </w:p>
    <w:p w:rsidR="00902CC7" w:rsidRPr="00766909" w:rsidRDefault="00902CC7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:rsidR="006C7B31" w:rsidRPr="00766909" w:rsidRDefault="006C7B31" w:rsidP="00902CC7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hd w:val="clear" w:color="auto" w:fill="FFFFFF"/>
        </w:rPr>
      </w:pPr>
      <w:r w:rsidRPr="00766909">
        <w:rPr>
          <w:rFonts w:ascii="Arial" w:hAnsi="Arial" w:cs="Arial"/>
          <w:b/>
          <w:spacing w:val="40"/>
          <w:shd w:val="clear" w:color="auto" w:fill="FFFFFF"/>
        </w:rPr>
        <w:t>DICHIARA</w:t>
      </w:r>
      <w:r w:rsidR="000E1B3F" w:rsidRPr="00766909">
        <w:rPr>
          <w:rFonts w:ascii="Arial" w:hAnsi="Arial" w:cs="Arial"/>
          <w:b/>
          <w:spacing w:val="40"/>
          <w:shd w:val="clear" w:color="auto" w:fill="FFFFFF"/>
        </w:rPr>
        <w:t xml:space="preserve"> INOLTRE</w:t>
      </w:r>
    </w:p>
    <w:p w:rsidR="006C7B31" w:rsidRPr="00766909" w:rsidRDefault="000E1B3F" w:rsidP="00902CC7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766909">
        <w:rPr>
          <w:rFonts w:ascii="Arial" w:hAnsi="Arial" w:cs="Arial"/>
          <w:shd w:val="clear" w:color="auto" w:fill="FFFFFF"/>
        </w:rPr>
        <w:t>a</w:t>
      </w:r>
      <w:r w:rsidR="006C7B31" w:rsidRPr="00766909">
        <w:rPr>
          <w:rFonts w:ascii="Arial" w:hAnsi="Arial" w:cs="Arial"/>
          <w:shd w:val="clear" w:color="auto" w:fill="FFFFFF"/>
        </w:rPr>
        <w:t xml:space="preserve">i sensi </w:t>
      </w:r>
      <w:r w:rsidR="00531DF8" w:rsidRPr="00766909">
        <w:rPr>
          <w:rFonts w:ascii="Arial" w:hAnsi="Arial" w:cs="Arial"/>
          <w:shd w:val="clear" w:color="auto" w:fill="FFFFFF"/>
        </w:rPr>
        <w:t>degli artt. 47 e 77</w:t>
      </w:r>
      <w:r w:rsidR="00CB3A68" w:rsidRPr="00766909">
        <w:rPr>
          <w:rFonts w:ascii="Arial" w:hAnsi="Arial" w:cs="Arial"/>
          <w:shd w:val="clear" w:color="auto" w:fill="FFFFFF"/>
        </w:rPr>
        <w:t>-</w:t>
      </w:r>
      <w:r w:rsidR="006C7B31" w:rsidRPr="00766909">
        <w:rPr>
          <w:rFonts w:ascii="Arial" w:hAnsi="Arial" w:cs="Arial"/>
          <w:shd w:val="clear" w:color="auto" w:fill="FFFFFF"/>
        </w:rPr>
        <w:t xml:space="preserve">bis del </w:t>
      </w:r>
      <w:r w:rsidR="00D11F20" w:rsidRPr="00766909">
        <w:rPr>
          <w:rFonts w:ascii="Arial" w:hAnsi="Arial" w:cs="Arial"/>
          <w:shd w:val="clear" w:color="auto" w:fill="FFFFFF"/>
        </w:rPr>
        <w:t>D.P.R.</w:t>
      </w:r>
      <w:r w:rsidR="006C7B31" w:rsidRPr="00766909">
        <w:rPr>
          <w:rFonts w:ascii="Arial" w:hAnsi="Arial" w:cs="Arial"/>
          <w:shd w:val="clear" w:color="auto" w:fill="FFFFFF"/>
        </w:rPr>
        <w:t xml:space="preserve"> 28 dicembre 2000, n. 445, consapevole delle sanzioni penali previste dall’art</w:t>
      </w:r>
      <w:r w:rsidR="00094717" w:rsidRPr="00766909">
        <w:rPr>
          <w:rFonts w:ascii="Arial" w:hAnsi="Arial" w:cs="Arial"/>
          <w:shd w:val="clear" w:color="auto" w:fill="FFFFFF"/>
        </w:rPr>
        <w:t xml:space="preserve">. </w:t>
      </w:r>
      <w:r w:rsidR="006C7B31" w:rsidRPr="00766909">
        <w:rPr>
          <w:rFonts w:ascii="Arial" w:hAnsi="Arial" w:cs="Arial"/>
          <w:shd w:val="clear" w:color="auto" w:fill="FFFFFF"/>
        </w:rPr>
        <w:t xml:space="preserve">76 del </w:t>
      </w:r>
      <w:r w:rsidRPr="00766909">
        <w:rPr>
          <w:rFonts w:ascii="Arial" w:hAnsi="Arial" w:cs="Arial"/>
          <w:shd w:val="clear" w:color="auto" w:fill="FFFFFF"/>
        </w:rPr>
        <w:t>sud</w:t>
      </w:r>
      <w:r w:rsidR="006C7B31" w:rsidRPr="00766909">
        <w:rPr>
          <w:rFonts w:ascii="Arial" w:hAnsi="Arial" w:cs="Arial"/>
          <w:shd w:val="clear" w:color="auto" w:fill="FFFFFF"/>
        </w:rPr>
        <w:t xml:space="preserve">detto </w:t>
      </w:r>
      <w:r w:rsidR="00D11F20" w:rsidRPr="00766909">
        <w:rPr>
          <w:rFonts w:ascii="Arial" w:hAnsi="Arial" w:cs="Arial"/>
          <w:shd w:val="clear" w:color="auto" w:fill="FFFFFF"/>
        </w:rPr>
        <w:t xml:space="preserve">D.P.R. </w:t>
      </w:r>
      <w:r w:rsidR="006C7B31" w:rsidRPr="00766909">
        <w:rPr>
          <w:rFonts w:ascii="Arial" w:hAnsi="Arial" w:cs="Arial"/>
          <w:shd w:val="clear" w:color="auto" w:fill="FFFFFF"/>
        </w:rPr>
        <w:t>per le ipotesi di falsità in atti e dichiarazioni mendaci</w:t>
      </w:r>
      <w:r w:rsidR="00116284" w:rsidRPr="00766909">
        <w:rPr>
          <w:rFonts w:ascii="Arial" w:hAnsi="Arial" w:cs="Arial"/>
          <w:shd w:val="clear" w:color="auto" w:fill="FFFFFF"/>
        </w:rPr>
        <w:t>:</w:t>
      </w:r>
    </w:p>
    <w:p w:rsidR="0010505E" w:rsidRPr="00766909" w:rsidRDefault="0010505E" w:rsidP="004B647F">
      <w:pPr>
        <w:pStyle w:val="Corpodeltesto2"/>
        <w:numPr>
          <w:ilvl w:val="0"/>
          <w:numId w:val="29"/>
        </w:numPr>
        <w:tabs>
          <w:tab w:val="clear" w:pos="357"/>
          <w:tab w:val="left" w:pos="0"/>
          <w:tab w:val="left" w:pos="8496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66909">
        <w:rPr>
          <w:rFonts w:ascii="Arial" w:hAnsi="Arial" w:cs="Arial"/>
        </w:rPr>
        <w:t xml:space="preserve">di essere in possesso dei requisiti di carattere </w:t>
      </w:r>
      <w:r w:rsidR="00FE6649" w:rsidRPr="00766909">
        <w:rPr>
          <w:rFonts w:ascii="Arial" w:hAnsi="Arial" w:cs="Arial"/>
        </w:rPr>
        <w:t xml:space="preserve">amministrativo, </w:t>
      </w:r>
      <w:r w:rsidR="002D2EB5" w:rsidRPr="00766909">
        <w:rPr>
          <w:rFonts w:ascii="Arial" w:hAnsi="Arial" w:cs="Arial"/>
        </w:rPr>
        <w:t xml:space="preserve">economico-finanziario e tecnico-professionale </w:t>
      </w:r>
      <w:r w:rsidRPr="00766909">
        <w:rPr>
          <w:rFonts w:ascii="Arial" w:hAnsi="Arial" w:cs="Arial"/>
        </w:rPr>
        <w:t>richiesti nell’avviso;</w:t>
      </w:r>
    </w:p>
    <w:p w:rsidR="002D2EB5" w:rsidRPr="00766909" w:rsidRDefault="002D2EB5" w:rsidP="004B647F">
      <w:pPr>
        <w:pStyle w:val="BodyText21"/>
        <w:numPr>
          <w:ilvl w:val="0"/>
          <w:numId w:val="29"/>
        </w:numPr>
        <w:tabs>
          <w:tab w:val="clear" w:pos="357"/>
          <w:tab w:val="left" w:pos="426"/>
        </w:tabs>
        <w:ind w:left="284" w:hanging="284"/>
        <w:rPr>
          <w:rFonts w:cs="Arial"/>
        </w:rPr>
      </w:pPr>
      <w:r w:rsidRPr="00766909">
        <w:rPr>
          <w:rFonts w:cs="Arial"/>
        </w:rPr>
        <w:t xml:space="preserve">di </w:t>
      </w:r>
      <w:r w:rsidR="008C6DD0" w:rsidRPr="00766909">
        <w:rPr>
          <w:rFonts w:cs="Arial"/>
        </w:rPr>
        <w:t>non trov</w:t>
      </w:r>
      <w:r w:rsidR="0010505E" w:rsidRPr="00766909">
        <w:rPr>
          <w:rFonts w:cs="Arial"/>
        </w:rPr>
        <w:t xml:space="preserve">arsi </w:t>
      </w:r>
      <w:r w:rsidR="008C6DD0" w:rsidRPr="00766909">
        <w:rPr>
          <w:rFonts w:cs="Arial"/>
        </w:rPr>
        <w:t xml:space="preserve">nelle condizioni di esclusione dalla partecipazione </w:t>
      </w:r>
      <w:r w:rsidRPr="00766909">
        <w:rPr>
          <w:rFonts w:cs="Arial"/>
        </w:rPr>
        <w:t>indicate nell’avviso;</w:t>
      </w:r>
    </w:p>
    <w:p w:rsidR="002D2EB5" w:rsidRPr="00766909" w:rsidRDefault="002D2EB5" w:rsidP="004B647F">
      <w:pPr>
        <w:pStyle w:val="BodyText21"/>
        <w:numPr>
          <w:ilvl w:val="0"/>
          <w:numId w:val="29"/>
        </w:numPr>
        <w:tabs>
          <w:tab w:val="clear" w:pos="357"/>
          <w:tab w:val="left" w:pos="426"/>
        </w:tabs>
        <w:ind w:left="284" w:hanging="284"/>
        <w:rPr>
          <w:rFonts w:cs="Arial"/>
        </w:rPr>
      </w:pPr>
      <w:r w:rsidRPr="00766909">
        <w:rPr>
          <w:rFonts w:cs="Arial"/>
        </w:rPr>
        <w:t>di acconsentire al trattamento dei dati personali ai sensi della vigente normativa;</w:t>
      </w:r>
    </w:p>
    <w:p w:rsidR="002D2EB5" w:rsidRPr="00766909" w:rsidRDefault="002D2EB5" w:rsidP="004B647F">
      <w:pPr>
        <w:pStyle w:val="BodyText21"/>
        <w:numPr>
          <w:ilvl w:val="0"/>
          <w:numId w:val="29"/>
        </w:numPr>
        <w:tabs>
          <w:tab w:val="clear" w:pos="357"/>
          <w:tab w:val="left" w:pos="426"/>
        </w:tabs>
        <w:ind w:left="284" w:hanging="284"/>
        <w:rPr>
          <w:rFonts w:cs="Arial"/>
        </w:rPr>
      </w:pPr>
      <w:r w:rsidRPr="00766909">
        <w:rPr>
          <w:rFonts w:cs="Arial"/>
        </w:rPr>
        <w:t>di acconsentire preventivamente all’esecuzione, da parte di FINAOSTA S.p.A., ad ogni idoneo controllo per accertare la veridicità delle dichiarazioni sostitutive fornite.</w:t>
      </w:r>
    </w:p>
    <w:p w:rsidR="004B647F" w:rsidRDefault="004B647F" w:rsidP="004B647F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:rsidR="00DE282B" w:rsidRPr="00766909" w:rsidRDefault="00DE282B" w:rsidP="002D2EB5">
      <w:pPr>
        <w:pStyle w:val="BodyText21"/>
        <w:ind w:left="0"/>
        <w:rPr>
          <w:rFonts w:cs="Arial"/>
        </w:rPr>
      </w:pPr>
      <w:r w:rsidRPr="00766909">
        <w:rPr>
          <w:rFonts w:cs="Arial"/>
        </w:rPr>
        <w:t>Data</w:t>
      </w:r>
      <w:r w:rsidRPr="00766909">
        <w:rPr>
          <w:rFonts w:cs="Arial"/>
        </w:rPr>
        <w:tab/>
        <w:t>_______________</w:t>
      </w:r>
      <w:r w:rsidRPr="00766909">
        <w:rPr>
          <w:rFonts w:cs="Arial"/>
        </w:rPr>
        <w:tab/>
      </w:r>
      <w:r w:rsidR="002D2EB5" w:rsidRPr="00766909">
        <w:rPr>
          <w:rFonts w:cs="Arial"/>
        </w:rPr>
        <w:tab/>
      </w:r>
      <w:r w:rsidRPr="00766909">
        <w:rPr>
          <w:rFonts w:cs="Arial"/>
        </w:rPr>
        <w:t xml:space="preserve">Firma del </w:t>
      </w:r>
      <w:r w:rsidR="008C3C58" w:rsidRPr="00766909">
        <w:rPr>
          <w:rFonts w:cs="Arial"/>
        </w:rPr>
        <w:t>L</w:t>
      </w:r>
      <w:r w:rsidRPr="00766909">
        <w:rPr>
          <w:rFonts w:cs="Arial"/>
        </w:rPr>
        <w:t xml:space="preserve">egale </w:t>
      </w:r>
      <w:r w:rsidR="008C3C58" w:rsidRPr="00766909">
        <w:rPr>
          <w:rFonts w:cs="Arial"/>
        </w:rPr>
        <w:t>R</w:t>
      </w:r>
      <w:r w:rsidRPr="00766909">
        <w:rPr>
          <w:rFonts w:cs="Arial"/>
        </w:rPr>
        <w:t>appresentante</w:t>
      </w:r>
      <w:r w:rsidR="002D2EB5" w:rsidRPr="00766909">
        <w:rPr>
          <w:rFonts w:cs="Arial"/>
        </w:rPr>
        <w:tab/>
      </w:r>
      <w:r w:rsidRPr="00766909">
        <w:rPr>
          <w:rFonts w:cs="Arial"/>
        </w:rPr>
        <w:tab/>
        <w:t>______________________________</w:t>
      </w:r>
    </w:p>
    <w:p w:rsidR="006474DB" w:rsidRPr="00766909" w:rsidRDefault="006474DB" w:rsidP="002D2EB5">
      <w:pPr>
        <w:pStyle w:val="BodyText21"/>
        <w:ind w:left="0"/>
        <w:rPr>
          <w:rFonts w:cs="Arial"/>
        </w:rPr>
      </w:pPr>
    </w:p>
    <w:p w:rsidR="00E972B0" w:rsidRPr="00766909" w:rsidRDefault="00DE282B" w:rsidP="002D2EB5">
      <w:pPr>
        <w:pStyle w:val="BodyText21"/>
        <w:ind w:left="0"/>
        <w:rPr>
          <w:rFonts w:cs="Arial"/>
        </w:rPr>
      </w:pPr>
      <w:proofErr w:type="spellStart"/>
      <w:r w:rsidRPr="00766909">
        <w:rPr>
          <w:rFonts w:cs="Arial"/>
        </w:rPr>
        <w:t>All</w:t>
      </w:r>
      <w:proofErr w:type="spellEnd"/>
      <w:r w:rsidRPr="00766909">
        <w:rPr>
          <w:rFonts w:cs="Arial"/>
        </w:rPr>
        <w:t>.: n. 1 copia fotostatica del documento di identità in corso di validità del dichiarante</w:t>
      </w:r>
    </w:p>
    <w:sectPr w:rsidR="00E972B0" w:rsidRPr="00766909" w:rsidSect="001323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type w:val="nextColumn"/>
      <w:pgSz w:w="11907" w:h="16840" w:code="9"/>
      <w:pgMar w:top="1418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D0" w:rsidRDefault="008C6DD0">
      <w:r>
        <w:separator/>
      </w:r>
    </w:p>
  </w:endnote>
  <w:endnote w:type="continuationSeparator" w:id="0">
    <w:p w:rsidR="008C6DD0" w:rsidRDefault="008C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ron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DD0" w:rsidRDefault="008C6DD0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C6DD0" w:rsidRDefault="008C6DD0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DD0" w:rsidRDefault="008C6DD0" w:rsidP="00B70B5D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BF2" w:rsidRDefault="00B26B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D0" w:rsidRDefault="008C6DD0">
      <w:r>
        <w:separator/>
      </w:r>
    </w:p>
  </w:footnote>
  <w:footnote w:type="continuationSeparator" w:id="0">
    <w:p w:rsidR="008C6DD0" w:rsidRDefault="008C6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BF2" w:rsidRDefault="00B26BF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BF2" w:rsidRDefault="00B26B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BF2" w:rsidRDefault="00B26B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3642B"/>
    <w:multiLevelType w:val="hybridMultilevel"/>
    <w:tmpl w:val="F6A267A2"/>
    <w:lvl w:ilvl="0" w:tplc="E06ADEDA">
      <w:numFmt w:val="bullet"/>
      <w:lvlText w:val=""/>
      <w:lvlJc w:val="left"/>
      <w:pPr>
        <w:ind w:left="1069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5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B0073A"/>
    <w:multiLevelType w:val="hybridMultilevel"/>
    <w:tmpl w:val="D7C8CEEE"/>
    <w:lvl w:ilvl="0" w:tplc="0410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30459"/>
    <w:multiLevelType w:val="hybridMultilevel"/>
    <w:tmpl w:val="C96607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834B96"/>
    <w:multiLevelType w:val="hybridMultilevel"/>
    <w:tmpl w:val="B0B6D9E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823403"/>
    <w:multiLevelType w:val="hybridMultilevel"/>
    <w:tmpl w:val="1C8A4E56"/>
    <w:lvl w:ilvl="0" w:tplc="3B48CB44">
      <w:start w:val="2"/>
      <w:numFmt w:val="bullet"/>
      <w:lvlText w:val="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6AA270F"/>
    <w:multiLevelType w:val="hybridMultilevel"/>
    <w:tmpl w:val="FAA066D2"/>
    <w:lvl w:ilvl="0" w:tplc="91304578">
      <w:start w:val="1"/>
      <w:numFmt w:val="bullet"/>
      <w:lvlText w:val="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4578">
      <w:start w:val="1"/>
      <w:numFmt w:val="bullet"/>
      <w:lvlText w:val="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8E2262"/>
    <w:multiLevelType w:val="hybridMultilevel"/>
    <w:tmpl w:val="65AAA5D8"/>
    <w:lvl w:ilvl="0" w:tplc="0410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341E3"/>
    <w:multiLevelType w:val="hybridMultilevel"/>
    <w:tmpl w:val="792C2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BD54933"/>
    <w:multiLevelType w:val="hybridMultilevel"/>
    <w:tmpl w:val="E18A2826"/>
    <w:lvl w:ilvl="0" w:tplc="3E26B89C">
      <w:numFmt w:val="bullet"/>
      <w:lvlText w:val="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16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5720E"/>
    <w:multiLevelType w:val="hybridMultilevel"/>
    <w:tmpl w:val="76EA7D12"/>
    <w:lvl w:ilvl="0" w:tplc="ACAE2208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Verdana" w:hAnsi="Verdana" w:hint="default"/>
        <w:b w:val="0"/>
        <w:color w:val="auto"/>
        <w:sz w:val="18"/>
        <w:szCs w:val="18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732BF7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B60DDF"/>
    <w:multiLevelType w:val="hybridMultilevel"/>
    <w:tmpl w:val="ABF44492"/>
    <w:lvl w:ilvl="0" w:tplc="0018EB12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6572A1"/>
    <w:multiLevelType w:val="hybridMultilevel"/>
    <w:tmpl w:val="C6BE14DC"/>
    <w:lvl w:ilvl="0" w:tplc="8580E73E">
      <w:start w:val="1"/>
      <w:numFmt w:val="bullet"/>
      <w:lvlText w:val=""/>
      <w:lvlJc w:val="left"/>
      <w:pPr>
        <w:ind w:left="2081" w:hanging="360"/>
      </w:pPr>
      <w:rPr>
        <w:rFonts w:ascii="Wingdings" w:eastAsia="Coronet" w:hAnsi="Wingdings" w:cs="Coronet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25">
    <w:nsid w:val="7A893BD2"/>
    <w:multiLevelType w:val="hybridMultilevel"/>
    <w:tmpl w:val="2ADEFB20"/>
    <w:lvl w:ilvl="0" w:tplc="C10A56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26"/>
  </w:num>
  <w:num w:numId="5">
    <w:abstractNumId w:val="23"/>
  </w:num>
  <w:num w:numId="6">
    <w:abstractNumId w:val="0"/>
  </w:num>
  <w:num w:numId="7">
    <w:abstractNumId w:val="18"/>
  </w:num>
  <w:num w:numId="8">
    <w:abstractNumId w:val="1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6"/>
  </w:num>
  <w:num w:numId="15">
    <w:abstractNumId w:val="14"/>
  </w:num>
  <w:num w:numId="16">
    <w:abstractNumId w:val="5"/>
  </w:num>
  <w:num w:numId="17">
    <w:abstractNumId w:val="7"/>
  </w:num>
  <w:num w:numId="18">
    <w:abstractNumId w:val="15"/>
  </w:num>
  <w:num w:numId="19">
    <w:abstractNumId w:val="10"/>
  </w:num>
  <w:num w:numId="20">
    <w:abstractNumId w:val="25"/>
  </w:num>
  <w:num w:numId="21">
    <w:abstractNumId w:val="21"/>
  </w:num>
  <w:num w:numId="22">
    <w:abstractNumId w:val="3"/>
  </w:num>
  <w:num w:numId="23">
    <w:abstractNumId w:val="11"/>
  </w:num>
  <w:num w:numId="24">
    <w:abstractNumId w:val="24"/>
  </w:num>
  <w:num w:numId="25">
    <w:abstractNumId w:val="13"/>
  </w:num>
  <w:num w:numId="26">
    <w:abstractNumId w:val="1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2"/>
  </w:num>
  <w:num w:numId="30">
    <w:abstractNumId w:val="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942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40B8"/>
    <w:rsid w:val="000100CE"/>
    <w:rsid w:val="000151AF"/>
    <w:rsid w:val="00016C25"/>
    <w:rsid w:val="00022D84"/>
    <w:rsid w:val="0002373F"/>
    <w:rsid w:val="00025ABE"/>
    <w:rsid w:val="00025DC9"/>
    <w:rsid w:val="00031717"/>
    <w:rsid w:val="00034336"/>
    <w:rsid w:val="000347E5"/>
    <w:rsid w:val="0003489B"/>
    <w:rsid w:val="00036296"/>
    <w:rsid w:val="00036648"/>
    <w:rsid w:val="00036F63"/>
    <w:rsid w:val="00041C21"/>
    <w:rsid w:val="000428D8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87C46"/>
    <w:rsid w:val="00092691"/>
    <w:rsid w:val="000926C0"/>
    <w:rsid w:val="00092AE9"/>
    <w:rsid w:val="000930A1"/>
    <w:rsid w:val="0009362F"/>
    <w:rsid w:val="00093903"/>
    <w:rsid w:val="00094717"/>
    <w:rsid w:val="0009532C"/>
    <w:rsid w:val="00095F18"/>
    <w:rsid w:val="00096B76"/>
    <w:rsid w:val="00097926"/>
    <w:rsid w:val="000A0A77"/>
    <w:rsid w:val="000A50D5"/>
    <w:rsid w:val="000A6B3B"/>
    <w:rsid w:val="000A77E3"/>
    <w:rsid w:val="000B3255"/>
    <w:rsid w:val="000B357D"/>
    <w:rsid w:val="000B6A37"/>
    <w:rsid w:val="000C0EF5"/>
    <w:rsid w:val="000C10E5"/>
    <w:rsid w:val="000C1291"/>
    <w:rsid w:val="000C36ED"/>
    <w:rsid w:val="000C75E4"/>
    <w:rsid w:val="000D5F87"/>
    <w:rsid w:val="000D6BC1"/>
    <w:rsid w:val="000D6BDB"/>
    <w:rsid w:val="000D762F"/>
    <w:rsid w:val="000E1B3F"/>
    <w:rsid w:val="000E3AD3"/>
    <w:rsid w:val="000E445C"/>
    <w:rsid w:val="000E6C1E"/>
    <w:rsid w:val="000E70C4"/>
    <w:rsid w:val="000F0F09"/>
    <w:rsid w:val="000F13D1"/>
    <w:rsid w:val="000F24CE"/>
    <w:rsid w:val="000F4DC8"/>
    <w:rsid w:val="000F54CF"/>
    <w:rsid w:val="000F5518"/>
    <w:rsid w:val="00100EC1"/>
    <w:rsid w:val="00102383"/>
    <w:rsid w:val="00104122"/>
    <w:rsid w:val="0010505E"/>
    <w:rsid w:val="001102F8"/>
    <w:rsid w:val="00111862"/>
    <w:rsid w:val="00113F68"/>
    <w:rsid w:val="001143B5"/>
    <w:rsid w:val="00114D0D"/>
    <w:rsid w:val="00115E47"/>
    <w:rsid w:val="00116284"/>
    <w:rsid w:val="00122E04"/>
    <w:rsid w:val="00122E8E"/>
    <w:rsid w:val="00123128"/>
    <w:rsid w:val="00123B3E"/>
    <w:rsid w:val="00124FC6"/>
    <w:rsid w:val="00125BF9"/>
    <w:rsid w:val="00127691"/>
    <w:rsid w:val="001320E5"/>
    <w:rsid w:val="001323DC"/>
    <w:rsid w:val="00133B11"/>
    <w:rsid w:val="00134DFF"/>
    <w:rsid w:val="00134F71"/>
    <w:rsid w:val="001371C4"/>
    <w:rsid w:val="0013786A"/>
    <w:rsid w:val="00137A7E"/>
    <w:rsid w:val="001405AF"/>
    <w:rsid w:val="00141216"/>
    <w:rsid w:val="00141B17"/>
    <w:rsid w:val="0014275C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3877"/>
    <w:rsid w:val="0016605D"/>
    <w:rsid w:val="00170155"/>
    <w:rsid w:val="0017084F"/>
    <w:rsid w:val="001712DA"/>
    <w:rsid w:val="00180D6A"/>
    <w:rsid w:val="00180FDD"/>
    <w:rsid w:val="00182CA5"/>
    <w:rsid w:val="00185056"/>
    <w:rsid w:val="001925F9"/>
    <w:rsid w:val="00192BCD"/>
    <w:rsid w:val="00192DA8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19A0"/>
    <w:rsid w:val="001B2790"/>
    <w:rsid w:val="001B4AC4"/>
    <w:rsid w:val="001B504C"/>
    <w:rsid w:val="001B7277"/>
    <w:rsid w:val="001C16A0"/>
    <w:rsid w:val="001C2A33"/>
    <w:rsid w:val="001C313C"/>
    <w:rsid w:val="001C4077"/>
    <w:rsid w:val="001C43F4"/>
    <w:rsid w:val="001C504A"/>
    <w:rsid w:val="001C6893"/>
    <w:rsid w:val="001D057D"/>
    <w:rsid w:val="001D20E9"/>
    <w:rsid w:val="001E04CE"/>
    <w:rsid w:val="001E10C1"/>
    <w:rsid w:val="001E31B1"/>
    <w:rsid w:val="001F00A8"/>
    <w:rsid w:val="001F0827"/>
    <w:rsid w:val="001F4FED"/>
    <w:rsid w:val="001F5DF9"/>
    <w:rsid w:val="001F5FE6"/>
    <w:rsid w:val="001F6202"/>
    <w:rsid w:val="00201B14"/>
    <w:rsid w:val="00202852"/>
    <w:rsid w:val="00205640"/>
    <w:rsid w:val="00205CC0"/>
    <w:rsid w:val="00205DEA"/>
    <w:rsid w:val="00206F77"/>
    <w:rsid w:val="00215396"/>
    <w:rsid w:val="002161C7"/>
    <w:rsid w:val="00217AB2"/>
    <w:rsid w:val="00217E50"/>
    <w:rsid w:val="00220699"/>
    <w:rsid w:val="00222024"/>
    <w:rsid w:val="0022288E"/>
    <w:rsid w:val="00223FF1"/>
    <w:rsid w:val="00225882"/>
    <w:rsid w:val="00227584"/>
    <w:rsid w:val="00227A63"/>
    <w:rsid w:val="00231D38"/>
    <w:rsid w:val="00233012"/>
    <w:rsid w:val="00237715"/>
    <w:rsid w:val="00237AC3"/>
    <w:rsid w:val="00241063"/>
    <w:rsid w:val="00245475"/>
    <w:rsid w:val="002558AE"/>
    <w:rsid w:val="00260421"/>
    <w:rsid w:val="002613B1"/>
    <w:rsid w:val="00264032"/>
    <w:rsid w:val="0026534F"/>
    <w:rsid w:val="002658D3"/>
    <w:rsid w:val="00267484"/>
    <w:rsid w:val="002747F9"/>
    <w:rsid w:val="00277B53"/>
    <w:rsid w:val="002806B9"/>
    <w:rsid w:val="002829F7"/>
    <w:rsid w:val="002849E1"/>
    <w:rsid w:val="00285663"/>
    <w:rsid w:val="0028650E"/>
    <w:rsid w:val="00286784"/>
    <w:rsid w:val="00286BAF"/>
    <w:rsid w:val="002920AF"/>
    <w:rsid w:val="00292ACF"/>
    <w:rsid w:val="0029421F"/>
    <w:rsid w:val="00296D82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C25D7"/>
    <w:rsid w:val="002C37F9"/>
    <w:rsid w:val="002C4EA0"/>
    <w:rsid w:val="002C5505"/>
    <w:rsid w:val="002C5FE1"/>
    <w:rsid w:val="002C697D"/>
    <w:rsid w:val="002D2EB5"/>
    <w:rsid w:val="002D6138"/>
    <w:rsid w:val="002D6231"/>
    <w:rsid w:val="002E1FB0"/>
    <w:rsid w:val="002E4CF0"/>
    <w:rsid w:val="002E6BD5"/>
    <w:rsid w:val="002F0177"/>
    <w:rsid w:val="002F0390"/>
    <w:rsid w:val="002F2192"/>
    <w:rsid w:val="002F5266"/>
    <w:rsid w:val="002F542E"/>
    <w:rsid w:val="002F6E06"/>
    <w:rsid w:val="003007D0"/>
    <w:rsid w:val="00300DCC"/>
    <w:rsid w:val="00301361"/>
    <w:rsid w:val="00304B5A"/>
    <w:rsid w:val="00306D96"/>
    <w:rsid w:val="00312FF4"/>
    <w:rsid w:val="003336D4"/>
    <w:rsid w:val="0033391D"/>
    <w:rsid w:val="003340A4"/>
    <w:rsid w:val="003357EC"/>
    <w:rsid w:val="00342D21"/>
    <w:rsid w:val="00342FFD"/>
    <w:rsid w:val="00344DF5"/>
    <w:rsid w:val="00345730"/>
    <w:rsid w:val="00345DC8"/>
    <w:rsid w:val="003471A7"/>
    <w:rsid w:val="00350E2C"/>
    <w:rsid w:val="00351EBC"/>
    <w:rsid w:val="00352544"/>
    <w:rsid w:val="003539AB"/>
    <w:rsid w:val="003543F5"/>
    <w:rsid w:val="003621C3"/>
    <w:rsid w:val="00363F49"/>
    <w:rsid w:val="0036641D"/>
    <w:rsid w:val="00367865"/>
    <w:rsid w:val="00367A03"/>
    <w:rsid w:val="00371905"/>
    <w:rsid w:val="00372A4D"/>
    <w:rsid w:val="003759BA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2275"/>
    <w:rsid w:val="003B3F1C"/>
    <w:rsid w:val="003B68A3"/>
    <w:rsid w:val="003C1561"/>
    <w:rsid w:val="003C2052"/>
    <w:rsid w:val="003C2632"/>
    <w:rsid w:val="003C2FB7"/>
    <w:rsid w:val="003C3ACE"/>
    <w:rsid w:val="003C74E5"/>
    <w:rsid w:val="003C7848"/>
    <w:rsid w:val="003C7E35"/>
    <w:rsid w:val="003D2927"/>
    <w:rsid w:val="003D5166"/>
    <w:rsid w:val="003D5205"/>
    <w:rsid w:val="003E2217"/>
    <w:rsid w:val="003E3BB0"/>
    <w:rsid w:val="003E5643"/>
    <w:rsid w:val="003E7633"/>
    <w:rsid w:val="003F27AB"/>
    <w:rsid w:val="003F2803"/>
    <w:rsid w:val="003F3A34"/>
    <w:rsid w:val="003F3C1D"/>
    <w:rsid w:val="003F7EE3"/>
    <w:rsid w:val="00404222"/>
    <w:rsid w:val="00406F91"/>
    <w:rsid w:val="00410BA1"/>
    <w:rsid w:val="00411FF0"/>
    <w:rsid w:val="004249AE"/>
    <w:rsid w:val="0042574A"/>
    <w:rsid w:val="00430803"/>
    <w:rsid w:val="00431046"/>
    <w:rsid w:val="004333A4"/>
    <w:rsid w:val="00433612"/>
    <w:rsid w:val="00436183"/>
    <w:rsid w:val="0043793E"/>
    <w:rsid w:val="004379C8"/>
    <w:rsid w:val="00446E67"/>
    <w:rsid w:val="004517B9"/>
    <w:rsid w:val="00452546"/>
    <w:rsid w:val="00455E8D"/>
    <w:rsid w:val="00462EF1"/>
    <w:rsid w:val="00464BE6"/>
    <w:rsid w:val="00465CEF"/>
    <w:rsid w:val="004661F3"/>
    <w:rsid w:val="004670B2"/>
    <w:rsid w:val="004773AD"/>
    <w:rsid w:val="00480E65"/>
    <w:rsid w:val="0048189F"/>
    <w:rsid w:val="00482722"/>
    <w:rsid w:val="00482A6A"/>
    <w:rsid w:val="00482BF3"/>
    <w:rsid w:val="00483D73"/>
    <w:rsid w:val="0048540A"/>
    <w:rsid w:val="00491927"/>
    <w:rsid w:val="004926BD"/>
    <w:rsid w:val="00495238"/>
    <w:rsid w:val="00495A92"/>
    <w:rsid w:val="00496DD4"/>
    <w:rsid w:val="0049726B"/>
    <w:rsid w:val="004A0A8E"/>
    <w:rsid w:val="004A3D9C"/>
    <w:rsid w:val="004A3F1A"/>
    <w:rsid w:val="004A79DC"/>
    <w:rsid w:val="004A7AEF"/>
    <w:rsid w:val="004B0A7A"/>
    <w:rsid w:val="004B0CA4"/>
    <w:rsid w:val="004B1251"/>
    <w:rsid w:val="004B2CF9"/>
    <w:rsid w:val="004B647F"/>
    <w:rsid w:val="004B714F"/>
    <w:rsid w:val="004C349F"/>
    <w:rsid w:val="004C4C1E"/>
    <w:rsid w:val="004C6A28"/>
    <w:rsid w:val="004C70F2"/>
    <w:rsid w:val="004D0121"/>
    <w:rsid w:val="004D034D"/>
    <w:rsid w:val="004D1698"/>
    <w:rsid w:val="004D1EE3"/>
    <w:rsid w:val="004D5877"/>
    <w:rsid w:val="004D64FE"/>
    <w:rsid w:val="004D6DD0"/>
    <w:rsid w:val="004E2DAB"/>
    <w:rsid w:val="004E2FAE"/>
    <w:rsid w:val="004E32C2"/>
    <w:rsid w:val="004E496A"/>
    <w:rsid w:val="004E5DD8"/>
    <w:rsid w:val="004E6579"/>
    <w:rsid w:val="004F1BAB"/>
    <w:rsid w:val="004F28FA"/>
    <w:rsid w:val="004F375E"/>
    <w:rsid w:val="004F6784"/>
    <w:rsid w:val="004F6FB2"/>
    <w:rsid w:val="004F7B4C"/>
    <w:rsid w:val="0050177D"/>
    <w:rsid w:val="00503C82"/>
    <w:rsid w:val="00505901"/>
    <w:rsid w:val="00505919"/>
    <w:rsid w:val="00520AC9"/>
    <w:rsid w:val="00523611"/>
    <w:rsid w:val="00524B56"/>
    <w:rsid w:val="00531805"/>
    <w:rsid w:val="00531DF8"/>
    <w:rsid w:val="005354E8"/>
    <w:rsid w:val="00535B5D"/>
    <w:rsid w:val="00536A37"/>
    <w:rsid w:val="005421A7"/>
    <w:rsid w:val="00542508"/>
    <w:rsid w:val="00547DC4"/>
    <w:rsid w:val="005507C8"/>
    <w:rsid w:val="00550969"/>
    <w:rsid w:val="00552B93"/>
    <w:rsid w:val="00555DFD"/>
    <w:rsid w:val="00561F4B"/>
    <w:rsid w:val="00562793"/>
    <w:rsid w:val="005735E4"/>
    <w:rsid w:val="00573D2F"/>
    <w:rsid w:val="0058144D"/>
    <w:rsid w:val="00583054"/>
    <w:rsid w:val="00584221"/>
    <w:rsid w:val="005845E9"/>
    <w:rsid w:val="0058513B"/>
    <w:rsid w:val="00586B15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A265A"/>
    <w:rsid w:val="005A4561"/>
    <w:rsid w:val="005A664A"/>
    <w:rsid w:val="005B0A56"/>
    <w:rsid w:val="005B1669"/>
    <w:rsid w:val="005C1249"/>
    <w:rsid w:val="005C1ACE"/>
    <w:rsid w:val="005C39E1"/>
    <w:rsid w:val="005C48DC"/>
    <w:rsid w:val="005C50EF"/>
    <w:rsid w:val="005C5EEA"/>
    <w:rsid w:val="005C5F60"/>
    <w:rsid w:val="005D5B17"/>
    <w:rsid w:val="005D7839"/>
    <w:rsid w:val="005E4CC8"/>
    <w:rsid w:val="005E7413"/>
    <w:rsid w:val="005E757C"/>
    <w:rsid w:val="005F6757"/>
    <w:rsid w:val="005F6881"/>
    <w:rsid w:val="00602552"/>
    <w:rsid w:val="006067AA"/>
    <w:rsid w:val="00607A0A"/>
    <w:rsid w:val="00610F4A"/>
    <w:rsid w:val="006118B4"/>
    <w:rsid w:val="006143F8"/>
    <w:rsid w:val="00615D18"/>
    <w:rsid w:val="006200DC"/>
    <w:rsid w:val="00624761"/>
    <w:rsid w:val="006264EE"/>
    <w:rsid w:val="00631336"/>
    <w:rsid w:val="00631970"/>
    <w:rsid w:val="00632306"/>
    <w:rsid w:val="0063263C"/>
    <w:rsid w:val="006336E4"/>
    <w:rsid w:val="00634D7F"/>
    <w:rsid w:val="00635526"/>
    <w:rsid w:val="00645384"/>
    <w:rsid w:val="006474DB"/>
    <w:rsid w:val="00647C22"/>
    <w:rsid w:val="00651652"/>
    <w:rsid w:val="00653795"/>
    <w:rsid w:val="0065395E"/>
    <w:rsid w:val="00655FC5"/>
    <w:rsid w:val="00656ECB"/>
    <w:rsid w:val="0065798E"/>
    <w:rsid w:val="006636BF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069"/>
    <w:rsid w:val="00683EE9"/>
    <w:rsid w:val="006859DB"/>
    <w:rsid w:val="006904CC"/>
    <w:rsid w:val="00692194"/>
    <w:rsid w:val="00694605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B7ECD"/>
    <w:rsid w:val="006C0F52"/>
    <w:rsid w:val="006C4185"/>
    <w:rsid w:val="006C6C44"/>
    <w:rsid w:val="006C7B31"/>
    <w:rsid w:val="006D0C52"/>
    <w:rsid w:val="006D52FB"/>
    <w:rsid w:val="006D7591"/>
    <w:rsid w:val="006E01B4"/>
    <w:rsid w:val="006E0F8D"/>
    <w:rsid w:val="006E1EA5"/>
    <w:rsid w:val="006E3BF4"/>
    <w:rsid w:val="006E3FAE"/>
    <w:rsid w:val="006E4BA7"/>
    <w:rsid w:val="006E5498"/>
    <w:rsid w:val="006E7586"/>
    <w:rsid w:val="006F0D6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4B07"/>
    <w:rsid w:val="00715488"/>
    <w:rsid w:val="00723986"/>
    <w:rsid w:val="00725964"/>
    <w:rsid w:val="00727E91"/>
    <w:rsid w:val="00735F10"/>
    <w:rsid w:val="0074106D"/>
    <w:rsid w:val="0074527E"/>
    <w:rsid w:val="00745B68"/>
    <w:rsid w:val="0074726F"/>
    <w:rsid w:val="007555CF"/>
    <w:rsid w:val="007627DD"/>
    <w:rsid w:val="00763B3F"/>
    <w:rsid w:val="00764165"/>
    <w:rsid w:val="00766685"/>
    <w:rsid w:val="00766909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245B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4364"/>
    <w:rsid w:val="007B7FB7"/>
    <w:rsid w:val="007C0F49"/>
    <w:rsid w:val="007C21F4"/>
    <w:rsid w:val="007D1F29"/>
    <w:rsid w:val="007D300C"/>
    <w:rsid w:val="007D4D87"/>
    <w:rsid w:val="007D6347"/>
    <w:rsid w:val="007D6AAD"/>
    <w:rsid w:val="007E5AC9"/>
    <w:rsid w:val="007E5BFB"/>
    <w:rsid w:val="007F0C6B"/>
    <w:rsid w:val="007F17AA"/>
    <w:rsid w:val="007F4534"/>
    <w:rsid w:val="007F676F"/>
    <w:rsid w:val="008035DB"/>
    <w:rsid w:val="008043D6"/>
    <w:rsid w:val="008054FA"/>
    <w:rsid w:val="008105A0"/>
    <w:rsid w:val="00811118"/>
    <w:rsid w:val="0081117C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4DE6"/>
    <w:rsid w:val="00847005"/>
    <w:rsid w:val="00853D63"/>
    <w:rsid w:val="00856A9B"/>
    <w:rsid w:val="0086031D"/>
    <w:rsid w:val="008636F5"/>
    <w:rsid w:val="00863A6E"/>
    <w:rsid w:val="008644E3"/>
    <w:rsid w:val="008654B1"/>
    <w:rsid w:val="00865E77"/>
    <w:rsid w:val="0086686E"/>
    <w:rsid w:val="00873DEB"/>
    <w:rsid w:val="00874959"/>
    <w:rsid w:val="00874D3D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37B5"/>
    <w:rsid w:val="00896103"/>
    <w:rsid w:val="00897180"/>
    <w:rsid w:val="008A0C14"/>
    <w:rsid w:val="008A1C7B"/>
    <w:rsid w:val="008A6580"/>
    <w:rsid w:val="008B0FE3"/>
    <w:rsid w:val="008B2AC8"/>
    <w:rsid w:val="008B2D6E"/>
    <w:rsid w:val="008C0256"/>
    <w:rsid w:val="008C2E18"/>
    <w:rsid w:val="008C3979"/>
    <w:rsid w:val="008C3B40"/>
    <w:rsid w:val="008C3C58"/>
    <w:rsid w:val="008C4B12"/>
    <w:rsid w:val="008C51E4"/>
    <w:rsid w:val="008C6DD0"/>
    <w:rsid w:val="008C6E2D"/>
    <w:rsid w:val="008C7874"/>
    <w:rsid w:val="008D3378"/>
    <w:rsid w:val="008D3DF2"/>
    <w:rsid w:val="008D5C08"/>
    <w:rsid w:val="008D71A4"/>
    <w:rsid w:val="008E1AC9"/>
    <w:rsid w:val="008E1E39"/>
    <w:rsid w:val="008E1E66"/>
    <w:rsid w:val="008E39B1"/>
    <w:rsid w:val="008E41DC"/>
    <w:rsid w:val="008E443B"/>
    <w:rsid w:val="008F0828"/>
    <w:rsid w:val="008F0D25"/>
    <w:rsid w:val="008F330E"/>
    <w:rsid w:val="008F342A"/>
    <w:rsid w:val="008F527E"/>
    <w:rsid w:val="008F5522"/>
    <w:rsid w:val="008F616D"/>
    <w:rsid w:val="008F6CBD"/>
    <w:rsid w:val="00902CC7"/>
    <w:rsid w:val="00902E74"/>
    <w:rsid w:val="009032CE"/>
    <w:rsid w:val="009043E9"/>
    <w:rsid w:val="009048A7"/>
    <w:rsid w:val="00905455"/>
    <w:rsid w:val="00910FCD"/>
    <w:rsid w:val="00911012"/>
    <w:rsid w:val="0091338D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632"/>
    <w:rsid w:val="0094282E"/>
    <w:rsid w:val="009448C1"/>
    <w:rsid w:val="00945EC6"/>
    <w:rsid w:val="009518B9"/>
    <w:rsid w:val="00952C8F"/>
    <w:rsid w:val="00956BD9"/>
    <w:rsid w:val="00957CD6"/>
    <w:rsid w:val="00961607"/>
    <w:rsid w:val="00961BE7"/>
    <w:rsid w:val="009622A4"/>
    <w:rsid w:val="00962640"/>
    <w:rsid w:val="0096510C"/>
    <w:rsid w:val="0096586A"/>
    <w:rsid w:val="00965E1B"/>
    <w:rsid w:val="00966A1E"/>
    <w:rsid w:val="00966CF9"/>
    <w:rsid w:val="0096765F"/>
    <w:rsid w:val="0096777A"/>
    <w:rsid w:val="00970BBC"/>
    <w:rsid w:val="00971684"/>
    <w:rsid w:val="00971F4E"/>
    <w:rsid w:val="0097572C"/>
    <w:rsid w:val="00976653"/>
    <w:rsid w:val="00980555"/>
    <w:rsid w:val="00982DCD"/>
    <w:rsid w:val="00992C57"/>
    <w:rsid w:val="00993461"/>
    <w:rsid w:val="0099471D"/>
    <w:rsid w:val="00994A4E"/>
    <w:rsid w:val="009A32B1"/>
    <w:rsid w:val="009A32C5"/>
    <w:rsid w:val="009A405F"/>
    <w:rsid w:val="009A749F"/>
    <w:rsid w:val="009B10A6"/>
    <w:rsid w:val="009B26A8"/>
    <w:rsid w:val="009B58D5"/>
    <w:rsid w:val="009B71B8"/>
    <w:rsid w:val="009B7D53"/>
    <w:rsid w:val="009C1497"/>
    <w:rsid w:val="009C2EB7"/>
    <w:rsid w:val="009C3A09"/>
    <w:rsid w:val="009C3C07"/>
    <w:rsid w:val="009C535D"/>
    <w:rsid w:val="009C5B60"/>
    <w:rsid w:val="009C64AA"/>
    <w:rsid w:val="009C77B5"/>
    <w:rsid w:val="009D1CFB"/>
    <w:rsid w:val="009D23B0"/>
    <w:rsid w:val="009D6A3D"/>
    <w:rsid w:val="009D745C"/>
    <w:rsid w:val="009E0091"/>
    <w:rsid w:val="009E1A42"/>
    <w:rsid w:val="009E3533"/>
    <w:rsid w:val="009F14B5"/>
    <w:rsid w:val="009F2DF5"/>
    <w:rsid w:val="009F3D3E"/>
    <w:rsid w:val="009F4FAD"/>
    <w:rsid w:val="009F7D8D"/>
    <w:rsid w:val="00A01014"/>
    <w:rsid w:val="00A02381"/>
    <w:rsid w:val="00A02728"/>
    <w:rsid w:val="00A02F00"/>
    <w:rsid w:val="00A04B9A"/>
    <w:rsid w:val="00A0655A"/>
    <w:rsid w:val="00A07743"/>
    <w:rsid w:val="00A12645"/>
    <w:rsid w:val="00A16F45"/>
    <w:rsid w:val="00A2450A"/>
    <w:rsid w:val="00A249E8"/>
    <w:rsid w:val="00A262DE"/>
    <w:rsid w:val="00A273F4"/>
    <w:rsid w:val="00A31C32"/>
    <w:rsid w:val="00A33632"/>
    <w:rsid w:val="00A3389D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03F2"/>
    <w:rsid w:val="00A61212"/>
    <w:rsid w:val="00A629F7"/>
    <w:rsid w:val="00A63E6A"/>
    <w:rsid w:val="00A64862"/>
    <w:rsid w:val="00A65ED3"/>
    <w:rsid w:val="00A66D14"/>
    <w:rsid w:val="00A715ED"/>
    <w:rsid w:val="00A74F4E"/>
    <w:rsid w:val="00A82ECF"/>
    <w:rsid w:val="00A8509D"/>
    <w:rsid w:val="00A94053"/>
    <w:rsid w:val="00A94575"/>
    <w:rsid w:val="00A9502A"/>
    <w:rsid w:val="00A9702A"/>
    <w:rsid w:val="00AA0FDF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BEE"/>
    <w:rsid w:val="00AD08ED"/>
    <w:rsid w:val="00AD2543"/>
    <w:rsid w:val="00AD47F3"/>
    <w:rsid w:val="00AD7453"/>
    <w:rsid w:val="00AE02BE"/>
    <w:rsid w:val="00AE1585"/>
    <w:rsid w:val="00AE5738"/>
    <w:rsid w:val="00AE6719"/>
    <w:rsid w:val="00AE7980"/>
    <w:rsid w:val="00AF59B0"/>
    <w:rsid w:val="00AF7848"/>
    <w:rsid w:val="00B0153F"/>
    <w:rsid w:val="00B02185"/>
    <w:rsid w:val="00B021B0"/>
    <w:rsid w:val="00B038F5"/>
    <w:rsid w:val="00B0439A"/>
    <w:rsid w:val="00B07306"/>
    <w:rsid w:val="00B0778A"/>
    <w:rsid w:val="00B10435"/>
    <w:rsid w:val="00B15B07"/>
    <w:rsid w:val="00B2052B"/>
    <w:rsid w:val="00B213A0"/>
    <w:rsid w:val="00B220CE"/>
    <w:rsid w:val="00B225ED"/>
    <w:rsid w:val="00B23AD5"/>
    <w:rsid w:val="00B25680"/>
    <w:rsid w:val="00B25AF1"/>
    <w:rsid w:val="00B25B6F"/>
    <w:rsid w:val="00B25F44"/>
    <w:rsid w:val="00B26BF2"/>
    <w:rsid w:val="00B4318C"/>
    <w:rsid w:val="00B434C4"/>
    <w:rsid w:val="00B44692"/>
    <w:rsid w:val="00B51565"/>
    <w:rsid w:val="00B51654"/>
    <w:rsid w:val="00B5408A"/>
    <w:rsid w:val="00B55200"/>
    <w:rsid w:val="00B65522"/>
    <w:rsid w:val="00B70B5D"/>
    <w:rsid w:val="00B719C2"/>
    <w:rsid w:val="00B74561"/>
    <w:rsid w:val="00B747BD"/>
    <w:rsid w:val="00B7710A"/>
    <w:rsid w:val="00B77A3A"/>
    <w:rsid w:val="00B8396A"/>
    <w:rsid w:val="00B83D03"/>
    <w:rsid w:val="00B9125D"/>
    <w:rsid w:val="00B932D2"/>
    <w:rsid w:val="00B95965"/>
    <w:rsid w:val="00B9647B"/>
    <w:rsid w:val="00BA1D37"/>
    <w:rsid w:val="00BA26AC"/>
    <w:rsid w:val="00BA6200"/>
    <w:rsid w:val="00BA6395"/>
    <w:rsid w:val="00BB077E"/>
    <w:rsid w:val="00BB1CEC"/>
    <w:rsid w:val="00BB2C0F"/>
    <w:rsid w:val="00BB401D"/>
    <w:rsid w:val="00BB5956"/>
    <w:rsid w:val="00BB644C"/>
    <w:rsid w:val="00BC4234"/>
    <w:rsid w:val="00BC517E"/>
    <w:rsid w:val="00BC74F1"/>
    <w:rsid w:val="00BD02E8"/>
    <w:rsid w:val="00BD0F5A"/>
    <w:rsid w:val="00BD1E51"/>
    <w:rsid w:val="00BD24A2"/>
    <w:rsid w:val="00BD2E1C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7C0"/>
    <w:rsid w:val="00C17A6B"/>
    <w:rsid w:val="00C23F1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1A06"/>
    <w:rsid w:val="00C41D07"/>
    <w:rsid w:val="00C42B1B"/>
    <w:rsid w:val="00C47CF9"/>
    <w:rsid w:val="00C50065"/>
    <w:rsid w:val="00C53D51"/>
    <w:rsid w:val="00C5673D"/>
    <w:rsid w:val="00C56882"/>
    <w:rsid w:val="00C5755D"/>
    <w:rsid w:val="00C616AB"/>
    <w:rsid w:val="00C63179"/>
    <w:rsid w:val="00C636DF"/>
    <w:rsid w:val="00C63E03"/>
    <w:rsid w:val="00C64F72"/>
    <w:rsid w:val="00C65DC5"/>
    <w:rsid w:val="00C7430B"/>
    <w:rsid w:val="00C74965"/>
    <w:rsid w:val="00C74A6B"/>
    <w:rsid w:val="00C762FF"/>
    <w:rsid w:val="00C80EA0"/>
    <w:rsid w:val="00C82703"/>
    <w:rsid w:val="00C841B2"/>
    <w:rsid w:val="00C85228"/>
    <w:rsid w:val="00C90145"/>
    <w:rsid w:val="00C9196F"/>
    <w:rsid w:val="00C96756"/>
    <w:rsid w:val="00CA0523"/>
    <w:rsid w:val="00CA2053"/>
    <w:rsid w:val="00CA3673"/>
    <w:rsid w:val="00CA4C35"/>
    <w:rsid w:val="00CA6571"/>
    <w:rsid w:val="00CA728C"/>
    <w:rsid w:val="00CB0284"/>
    <w:rsid w:val="00CB31A3"/>
    <w:rsid w:val="00CB3A68"/>
    <w:rsid w:val="00CB3D4C"/>
    <w:rsid w:val="00CB4C7B"/>
    <w:rsid w:val="00CB53D3"/>
    <w:rsid w:val="00CC2BE8"/>
    <w:rsid w:val="00CC337F"/>
    <w:rsid w:val="00CC49C4"/>
    <w:rsid w:val="00CC7A97"/>
    <w:rsid w:val="00CD0FF8"/>
    <w:rsid w:val="00CD1A2B"/>
    <w:rsid w:val="00CD2A7A"/>
    <w:rsid w:val="00CE04E9"/>
    <w:rsid w:val="00CF1184"/>
    <w:rsid w:val="00CF15DE"/>
    <w:rsid w:val="00CF1FFF"/>
    <w:rsid w:val="00CF3E67"/>
    <w:rsid w:val="00CF4425"/>
    <w:rsid w:val="00CF451D"/>
    <w:rsid w:val="00CF4B7D"/>
    <w:rsid w:val="00CF4CFA"/>
    <w:rsid w:val="00CF6934"/>
    <w:rsid w:val="00D01C06"/>
    <w:rsid w:val="00D02944"/>
    <w:rsid w:val="00D05045"/>
    <w:rsid w:val="00D05F88"/>
    <w:rsid w:val="00D060D9"/>
    <w:rsid w:val="00D0771B"/>
    <w:rsid w:val="00D11F20"/>
    <w:rsid w:val="00D12F9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3EAE"/>
    <w:rsid w:val="00D445A8"/>
    <w:rsid w:val="00D44C69"/>
    <w:rsid w:val="00D44EE6"/>
    <w:rsid w:val="00D47E84"/>
    <w:rsid w:val="00D506E7"/>
    <w:rsid w:val="00D5420D"/>
    <w:rsid w:val="00D544EE"/>
    <w:rsid w:val="00D567AE"/>
    <w:rsid w:val="00D612EE"/>
    <w:rsid w:val="00D6211F"/>
    <w:rsid w:val="00D625B9"/>
    <w:rsid w:val="00D642AD"/>
    <w:rsid w:val="00D645A9"/>
    <w:rsid w:val="00D66304"/>
    <w:rsid w:val="00D7132B"/>
    <w:rsid w:val="00D713D6"/>
    <w:rsid w:val="00D71B41"/>
    <w:rsid w:val="00D72CFE"/>
    <w:rsid w:val="00D73018"/>
    <w:rsid w:val="00D73448"/>
    <w:rsid w:val="00D736EF"/>
    <w:rsid w:val="00D77517"/>
    <w:rsid w:val="00D823C9"/>
    <w:rsid w:val="00D83FE9"/>
    <w:rsid w:val="00D869D3"/>
    <w:rsid w:val="00D87DD1"/>
    <w:rsid w:val="00D90BFE"/>
    <w:rsid w:val="00D9201D"/>
    <w:rsid w:val="00D9287D"/>
    <w:rsid w:val="00D9291E"/>
    <w:rsid w:val="00D93377"/>
    <w:rsid w:val="00D93456"/>
    <w:rsid w:val="00D961FD"/>
    <w:rsid w:val="00D96500"/>
    <w:rsid w:val="00DA01A1"/>
    <w:rsid w:val="00DA14AF"/>
    <w:rsid w:val="00DA2A62"/>
    <w:rsid w:val="00DA63FF"/>
    <w:rsid w:val="00DA64D1"/>
    <w:rsid w:val="00DB08BC"/>
    <w:rsid w:val="00DB11A3"/>
    <w:rsid w:val="00DB14ED"/>
    <w:rsid w:val="00DB2FC9"/>
    <w:rsid w:val="00DB4E4D"/>
    <w:rsid w:val="00DB5082"/>
    <w:rsid w:val="00DC1DAE"/>
    <w:rsid w:val="00DC35F3"/>
    <w:rsid w:val="00DC4215"/>
    <w:rsid w:val="00DC53A4"/>
    <w:rsid w:val="00DC7B80"/>
    <w:rsid w:val="00DD02D3"/>
    <w:rsid w:val="00DD08AD"/>
    <w:rsid w:val="00DD23C4"/>
    <w:rsid w:val="00DD278E"/>
    <w:rsid w:val="00DE059F"/>
    <w:rsid w:val="00DE282B"/>
    <w:rsid w:val="00DE34B3"/>
    <w:rsid w:val="00DE4D09"/>
    <w:rsid w:val="00DE733B"/>
    <w:rsid w:val="00DF1376"/>
    <w:rsid w:val="00DF2A4F"/>
    <w:rsid w:val="00DF69B6"/>
    <w:rsid w:val="00DF7686"/>
    <w:rsid w:val="00E02065"/>
    <w:rsid w:val="00E022F5"/>
    <w:rsid w:val="00E05AF2"/>
    <w:rsid w:val="00E05DE8"/>
    <w:rsid w:val="00E0753C"/>
    <w:rsid w:val="00E12E3A"/>
    <w:rsid w:val="00E1385A"/>
    <w:rsid w:val="00E13E9E"/>
    <w:rsid w:val="00E160CB"/>
    <w:rsid w:val="00E17156"/>
    <w:rsid w:val="00E20447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5208"/>
    <w:rsid w:val="00E5619E"/>
    <w:rsid w:val="00E562B2"/>
    <w:rsid w:val="00E564AC"/>
    <w:rsid w:val="00E57512"/>
    <w:rsid w:val="00E6207C"/>
    <w:rsid w:val="00E639C9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1F"/>
    <w:rsid w:val="00E9284B"/>
    <w:rsid w:val="00E929A0"/>
    <w:rsid w:val="00E93D43"/>
    <w:rsid w:val="00E95A8C"/>
    <w:rsid w:val="00E95C49"/>
    <w:rsid w:val="00E967F2"/>
    <w:rsid w:val="00E96BFC"/>
    <w:rsid w:val="00E972B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D70AB"/>
    <w:rsid w:val="00EE6D56"/>
    <w:rsid w:val="00EE753A"/>
    <w:rsid w:val="00EF0BA6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5235"/>
    <w:rsid w:val="00F05874"/>
    <w:rsid w:val="00F07E59"/>
    <w:rsid w:val="00F10DBD"/>
    <w:rsid w:val="00F12DD4"/>
    <w:rsid w:val="00F13A3C"/>
    <w:rsid w:val="00F173A2"/>
    <w:rsid w:val="00F212AC"/>
    <w:rsid w:val="00F21793"/>
    <w:rsid w:val="00F25CFC"/>
    <w:rsid w:val="00F26760"/>
    <w:rsid w:val="00F26D5A"/>
    <w:rsid w:val="00F2710B"/>
    <w:rsid w:val="00F319CA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681B"/>
    <w:rsid w:val="00F66B20"/>
    <w:rsid w:val="00F72AB3"/>
    <w:rsid w:val="00F751D6"/>
    <w:rsid w:val="00F81DE5"/>
    <w:rsid w:val="00F83AA6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546B"/>
    <w:rsid w:val="00FB6EB9"/>
    <w:rsid w:val="00FC5398"/>
    <w:rsid w:val="00FC6337"/>
    <w:rsid w:val="00FC6EA5"/>
    <w:rsid w:val="00FC7448"/>
    <w:rsid w:val="00FD33A3"/>
    <w:rsid w:val="00FD4DB6"/>
    <w:rsid w:val="00FD6229"/>
    <w:rsid w:val="00FD758C"/>
    <w:rsid w:val="00FE4729"/>
    <w:rsid w:val="00FE6649"/>
    <w:rsid w:val="00FF396F"/>
    <w:rsid w:val="00FF3F69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paragraph" w:styleId="Corpodeltesto2">
    <w:name w:val="Body Text 2"/>
    <w:basedOn w:val="Normale"/>
    <w:link w:val="Corpodeltesto2Carattere"/>
    <w:rsid w:val="00225882"/>
    <w:pPr>
      <w:spacing w:after="120" w:line="480" w:lineRule="auto"/>
    </w:pPr>
    <w:rPr>
      <w:rFonts w:ascii="Century Gothic" w:hAnsi="Century Gothic" w:cs="Century Gothic"/>
    </w:rPr>
  </w:style>
  <w:style w:type="character" w:customStyle="1" w:styleId="Corpodeltesto2Carattere">
    <w:name w:val="Corpo del testo 2 Carattere"/>
    <w:basedOn w:val="Carpredefinitoparagrafo"/>
    <w:link w:val="Corpodeltesto2"/>
    <w:rsid w:val="00225882"/>
    <w:rPr>
      <w:rFonts w:ascii="Century Gothic" w:hAnsi="Century Gothic" w:cs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paragraph" w:styleId="Corpodeltesto2">
    <w:name w:val="Body Text 2"/>
    <w:basedOn w:val="Normale"/>
    <w:link w:val="Corpodeltesto2Carattere"/>
    <w:rsid w:val="00225882"/>
    <w:pPr>
      <w:spacing w:after="120" w:line="480" w:lineRule="auto"/>
    </w:pPr>
    <w:rPr>
      <w:rFonts w:ascii="Century Gothic" w:hAnsi="Century Gothic" w:cs="Century Gothic"/>
    </w:rPr>
  </w:style>
  <w:style w:type="character" w:customStyle="1" w:styleId="Corpodeltesto2Carattere">
    <w:name w:val="Corpo del testo 2 Carattere"/>
    <w:basedOn w:val="Carpredefinitoparagrafo"/>
    <w:link w:val="Corpodeltesto2"/>
    <w:rsid w:val="00225882"/>
    <w:rPr>
      <w:rFonts w:ascii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324DC-4951-4E9B-AEF7-89C56A7C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A13708BA</Template>
  <TotalTime>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REDAZIONE DELLE DICHIARAZIONI</dc:title>
  <dc:creator>Donatello Trevisan</dc:creator>
  <cp:lastModifiedBy>Stevenin Patrizia</cp:lastModifiedBy>
  <cp:revision>12</cp:revision>
  <cp:lastPrinted>2018-06-21T07:18:00Z</cp:lastPrinted>
  <dcterms:created xsi:type="dcterms:W3CDTF">2018-05-29T12:55:00Z</dcterms:created>
  <dcterms:modified xsi:type="dcterms:W3CDTF">2018-07-13T10:52:00Z</dcterms:modified>
</cp:coreProperties>
</file>