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B1D" w:rsidRPr="0054784F" w:rsidRDefault="002B3B1D" w:rsidP="002B3B1D">
      <w:pPr>
        <w:widowControl/>
        <w:suppressAutoHyphens w:val="0"/>
        <w:autoSpaceDN/>
        <w:spacing w:after="0" w:line="240" w:lineRule="auto"/>
        <w:ind w:left="-567" w:right="-709"/>
        <w:textAlignment w:val="auto"/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it-IT"/>
        </w:rPr>
        <w:t xml:space="preserve">Allegato </w:t>
      </w:r>
      <w:r w:rsidR="009C4D02" w:rsidRPr="0054784F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it-IT"/>
        </w:rPr>
        <w:t>A</w:t>
      </w:r>
      <w:r w:rsidRPr="0054784F"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it-IT"/>
        </w:rPr>
        <w:t xml:space="preserve"> - </w:t>
      </w:r>
      <w:r w:rsidRPr="0054784F"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lang w:eastAsia="it-IT"/>
        </w:rPr>
        <w:t>Istanza di partecipazione e annessa dichiarazione</w:t>
      </w:r>
    </w:p>
    <w:p w:rsidR="002B3B1D" w:rsidRPr="0054784F" w:rsidRDefault="002B3B1D" w:rsidP="002B3B1D">
      <w:pPr>
        <w:widowControl/>
        <w:suppressAutoHyphens w:val="0"/>
        <w:autoSpaceDN/>
        <w:spacing w:after="0" w:line="312" w:lineRule="auto"/>
        <w:ind w:left="-567" w:right="-709"/>
        <w:jc w:val="center"/>
        <w:textAlignment w:val="auto"/>
        <w:rPr>
          <w:rFonts w:ascii="Verdana" w:eastAsia="Times New Roman" w:hAnsi="Verdana" w:cs="Arial"/>
          <w:b/>
          <w:color w:val="000000" w:themeColor="text1"/>
          <w:kern w:val="0"/>
          <w:lang w:eastAsia="it-IT"/>
        </w:rPr>
      </w:pPr>
    </w:p>
    <w:p w:rsidR="005D5989" w:rsidRPr="0054784F" w:rsidRDefault="002B3B1D" w:rsidP="005D5989">
      <w:pPr>
        <w:widowControl/>
        <w:suppressAutoHyphens w:val="0"/>
        <w:autoSpaceDE w:val="0"/>
        <w:adjustRightInd w:val="0"/>
        <w:spacing w:after="0" w:line="360" w:lineRule="auto"/>
        <w:ind w:left="-567"/>
        <w:jc w:val="both"/>
        <w:textAlignment w:val="auto"/>
        <w:rPr>
          <w:rFonts w:ascii="Verdana" w:hAnsi="Verdana"/>
          <w:b/>
          <w:bCs/>
          <w:color w:val="000000" w:themeColor="text1"/>
          <w:sz w:val="18"/>
          <w:szCs w:val="18"/>
        </w:rPr>
      </w:pPr>
      <w:r w:rsidRPr="0054784F">
        <w:rPr>
          <w:rFonts w:ascii="Verdana" w:hAnsi="Verdana" w:cs="Arial"/>
          <w:b/>
          <w:color w:val="000000" w:themeColor="text1"/>
          <w:sz w:val="18"/>
          <w:szCs w:val="18"/>
        </w:rPr>
        <w:t xml:space="preserve">Oggetto: </w:t>
      </w:r>
      <w:r w:rsidR="005D5989" w:rsidRPr="0054784F">
        <w:rPr>
          <w:rFonts w:ascii="Verdana" w:hAnsi="Verdana"/>
          <w:b/>
          <w:bCs/>
          <w:color w:val="000000" w:themeColor="text1"/>
          <w:sz w:val="18"/>
          <w:szCs w:val="18"/>
        </w:rPr>
        <w:t>AVVISO DI INDAGINE DI MERCATO PER L’INDIVIDUAZIONE DEGLI OPERATORI ECONOMICI DA CONSULTARE PER L’AFFIDAMENTO DI ATTIVITA’ DI GESTIONE DELL’UFFICIO DI RAPPRESENTANZA DI BRUXELLES</w:t>
      </w:r>
    </w:p>
    <w:p w:rsidR="002B3B1D" w:rsidRPr="0054784F" w:rsidRDefault="002B3B1D" w:rsidP="002B3B1D">
      <w:pPr>
        <w:widowControl/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Il sottoscritto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________________________________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nato il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a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______________________________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(_____)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codice fiscale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in qualità di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________________________________________________________________________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dell’operatore economico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____________________________________________________________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con sede legale in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(_____) Via ______________________________________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Codice fiscale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Partita IVA _________________________________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Telefono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Telefax ____________________________________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e-mail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PEC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ab/>
        <w:t>____________________________________</w:t>
      </w:r>
    </w:p>
    <w:p w:rsidR="002B3B1D" w:rsidRPr="0054784F" w:rsidRDefault="002B3B1D" w:rsidP="002B3B1D">
      <w:pPr>
        <w:suppressAutoHyphens w:val="0"/>
        <w:autoSpaceDN/>
        <w:spacing w:after="0" w:line="360" w:lineRule="auto"/>
        <w:ind w:left="-567" w:right="-709"/>
        <w:jc w:val="center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</w:p>
    <w:p w:rsidR="002B3B1D" w:rsidRPr="0054784F" w:rsidRDefault="002B3B1D" w:rsidP="007B1D41">
      <w:pPr>
        <w:suppressAutoHyphens w:val="0"/>
        <w:autoSpaceDN/>
        <w:spacing w:after="0" w:line="360" w:lineRule="auto"/>
        <w:ind w:left="-567" w:right="-283"/>
        <w:jc w:val="center"/>
        <w:textAlignment w:val="auto"/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chiede</w:t>
      </w:r>
    </w:p>
    <w:p w:rsidR="007B1D41" w:rsidRPr="0054784F" w:rsidRDefault="007B1D41" w:rsidP="007B1D41">
      <w:pPr>
        <w:suppressAutoHyphens w:val="0"/>
        <w:autoSpaceDN/>
        <w:spacing w:after="0" w:line="360" w:lineRule="auto"/>
        <w:ind w:left="-567" w:right="-283"/>
        <w:jc w:val="center"/>
        <w:textAlignment w:val="auto"/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</w:p>
    <w:p w:rsidR="003629FB" w:rsidRPr="0054784F" w:rsidRDefault="003629FB" w:rsidP="007B1D41">
      <w:pPr>
        <w:widowControl/>
        <w:suppressAutoHyphens w:val="0"/>
        <w:autoSpaceDN/>
        <w:spacing w:after="0" w:line="360" w:lineRule="auto"/>
        <w:ind w:left="-567" w:right="-283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 xml:space="preserve">l’invio, a cura di FINAOSTA S.p.A., delle comunicazioni relative all’avviso in oggetto l’indirizzo PEC </w:t>
      </w:r>
      <w:r w:rsidR="008F5C09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 xml:space="preserve">/ email 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auto</w:t>
      </w:r>
      <w:r w:rsidR="008F5C09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rizzato è: __________________________________________</w:t>
      </w:r>
    </w:p>
    <w:p w:rsidR="003629FB" w:rsidRPr="0054784F" w:rsidRDefault="003629FB" w:rsidP="002B3B1D">
      <w:pPr>
        <w:suppressAutoHyphens w:val="0"/>
        <w:autoSpaceDN/>
        <w:spacing w:after="0" w:line="360" w:lineRule="auto"/>
        <w:ind w:left="-567" w:right="-709"/>
        <w:jc w:val="center"/>
        <w:textAlignment w:val="auto"/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</w:p>
    <w:p w:rsidR="002B3B1D" w:rsidRPr="0054784F" w:rsidRDefault="002B3B1D" w:rsidP="007B1D41">
      <w:pPr>
        <w:suppressAutoHyphens w:val="0"/>
        <w:autoSpaceDN/>
        <w:spacing w:after="0" w:line="360" w:lineRule="auto"/>
        <w:ind w:left="-567" w:right="-141"/>
        <w:jc w:val="center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e</w:t>
      </w:r>
    </w:p>
    <w:p w:rsidR="002B3B1D" w:rsidRPr="0054784F" w:rsidRDefault="002B3B1D" w:rsidP="002F0C9A">
      <w:pPr>
        <w:suppressAutoHyphens w:val="0"/>
        <w:autoSpaceDN/>
        <w:spacing w:after="0" w:line="360" w:lineRule="auto"/>
        <w:ind w:left="-567" w:right="-141"/>
        <w:jc w:val="center"/>
        <w:textAlignment w:val="auto"/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b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dichiara</w:t>
      </w:r>
    </w:p>
    <w:p w:rsidR="002B3B1D" w:rsidRPr="0054784F" w:rsidRDefault="002B3B1D" w:rsidP="002F0C9A">
      <w:pPr>
        <w:suppressAutoHyphens w:val="0"/>
        <w:autoSpaceDN/>
        <w:spacing w:after="0" w:line="360" w:lineRule="auto"/>
        <w:ind w:left="-567" w:right="-141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shd w:val="clear" w:color="auto" w:fill="FFFFFF"/>
          <w:lang w:eastAsia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2B3B1D" w:rsidRPr="0054784F" w:rsidRDefault="002B3B1D" w:rsidP="0054784F">
      <w:pPr>
        <w:pStyle w:val="Paragrafoelenco"/>
        <w:numPr>
          <w:ilvl w:val="0"/>
          <w:numId w:val="47"/>
        </w:numPr>
        <w:tabs>
          <w:tab w:val="left" w:pos="0"/>
        </w:tabs>
        <w:suppressAutoHyphens w:val="0"/>
        <w:autoSpaceDN/>
        <w:spacing w:after="0" w:line="360" w:lineRule="auto"/>
        <w:ind w:left="0" w:right="-141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di non trovarsi nelle condizioni di esclusione dalla partecipazione indicate nell’avviso;</w:t>
      </w:r>
    </w:p>
    <w:p w:rsidR="002B3B1D" w:rsidRDefault="002B3B1D" w:rsidP="0054784F">
      <w:pPr>
        <w:pStyle w:val="Paragrafoelenco"/>
        <w:numPr>
          <w:ilvl w:val="0"/>
          <w:numId w:val="47"/>
        </w:numPr>
        <w:tabs>
          <w:tab w:val="left" w:pos="0"/>
          <w:tab w:val="left" w:pos="8496"/>
        </w:tabs>
        <w:suppressAutoHyphens w:val="0"/>
        <w:autoSpaceDN/>
        <w:spacing w:after="0" w:line="360" w:lineRule="auto"/>
        <w:ind w:left="0" w:right="-141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di essere in possesso dei requisiti di carattere professionale richiesti</w:t>
      </w:r>
      <w:r w:rsidR="007D0A83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 xml:space="preserve"> al punto 6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;</w:t>
      </w:r>
    </w:p>
    <w:p w:rsidR="008F5C09" w:rsidRPr="008F5C09" w:rsidRDefault="008F5C09" w:rsidP="008F5C09">
      <w:pPr>
        <w:tabs>
          <w:tab w:val="left" w:pos="426"/>
        </w:tabs>
        <w:suppressAutoHyphens w:val="0"/>
        <w:autoSpaceDN/>
        <w:spacing w:after="0" w:line="360" w:lineRule="auto"/>
        <w:textAlignment w:val="auto"/>
        <w:rPr>
          <w:rFonts w:ascii="Verdana" w:eastAsia="Times New Roman" w:hAnsi="Verdana" w:cs="Arial"/>
          <w:i/>
          <w:kern w:val="0"/>
          <w:sz w:val="18"/>
          <w:szCs w:val="18"/>
          <w:lang w:eastAsia="it-IT"/>
        </w:rPr>
      </w:pPr>
      <w:r w:rsidRPr="008F5C09">
        <w:rPr>
          <w:rFonts w:ascii="Verdana" w:eastAsia="Times New Roman" w:hAnsi="Verdana" w:cs="Arial"/>
          <w:i/>
          <w:kern w:val="0"/>
          <w:sz w:val="18"/>
          <w:szCs w:val="18"/>
          <w:lang w:eastAsia="it-IT"/>
        </w:rPr>
        <w:t>ovvero</w:t>
      </w:r>
    </w:p>
    <w:p w:rsidR="008F5C09" w:rsidRPr="008F5C09" w:rsidRDefault="008F5C09" w:rsidP="008F5C09">
      <w:pPr>
        <w:tabs>
          <w:tab w:val="left" w:pos="426"/>
        </w:tabs>
        <w:suppressAutoHyphens w:val="0"/>
        <w:autoSpaceDN/>
        <w:spacing w:after="0" w:line="360" w:lineRule="auto"/>
        <w:jc w:val="both"/>
        <w:textAlignment w:val="auto"/>
        <w:rPr>
          <w:rFonts w:ascii="Verdana" w:eastAsia="Times New Roman" w:hAnsi="Verdana" w:cs="Arial"/>
          <w:kern w:val="0"/>
          <w:sz w:val="18"/>
          <w:szCs w:val="18"/>
          <w:lang w:eastAsia="it-IT"/>
        </w:rPr>
      </w:pPr>
      <w:r w:rsidRPr="008F5C09">
        <w:rPr>
          <w:rFonts w:ascii="Verdana" w:eastAsia="Times New Roman" w:hAnsi="Verdana" w:cs="Arial"/>
          <w:kern w:val="0"/>
          <w:sz w:val="18"/>
          <w:szCs w:val="18"/>
          <w:lang w:eastAsia="it-IT"/>
        </w:rPr>
        <w:t xml:space="preserve">che il </w:t>
      </w:r>
      <w:r>
        <w:rPr>
          <w:rFonts w:ascii="Verdana" w:eastAsia="Times New Roman" w:hAnsi="Verdana" w:cs="Arial"/>
          <w:kern w:val="0"/>
          <w:sz w:val="18"/>
          <w:szCs w:val="18"/>
          <w:lang w:eastAsia="it-IT"/>
        </w:rPr>
        <w:t>soggetto</w:t>
      </w:r>
      <w:r w:rsidRPr="008F5C09">
        <w:rPr>
          <w:rFonts w:ascii="Verdana" w:eastAsia="Times New Roman" w:hAnsi="Verdana" w:cs="Arial"/>
          <w:kern w:val="0"/>
          <w:sz w:val="18"/>
          <w:szCs w:val="18"/>
          <w:lang w:eastAsia="it-IT"/>
        </w:rPr>
        <w:t xml:space="preserve"> </w:t>
      </w:r>
      <w:r>
        <w:rPr>
          <w:rFonts w:ascii="Verdana" w:eastAsia="Times New Roman" w:hAnsi="Verdana" w:cs="Arial"/>
          <w:kern w:val="0"/>
          <w:sz w:val="18"/>
          <w:szCs w:val="18"/>
          <w:lang w:eastAsia="it-IT"/>
        </w:rPr>
        <w:t xml:space="preserve">referente </w:t>
      </w:r>
      <w:r w:rsidRPr="008F5C09">
        <w:rPr>
          <w:rFonts w:ascii="Verdana" w:eastAsia="Times New Roman" w:hAnsi="Verdana" w:cs="Arial"/>
          <w:kern w:val="0"/>
          <w:sz w:val="18"/>
          <w:szCs w:val="18"/>
          <w:lang w:eastAsia="it-IT"/>
        </w:rPr>
        <w:t>in possesso dei requisiti professionali richiesti è _________________________________________________________ e che tale soggetto non si trova nelle condizioni di esclusione del punto A);</w:t>
      </w:r>
    </w:p>
    <w:p w:rsidR="002B3B1D" w:rsidRPr="0054784F" w:rsidRDefault="002B3B1D" w:rsidP="0054784F">
      <w:pPr>
        <w:pStyle w:val="Paragrafoelenco"/>
        <w:numPr>
          <w:ilvl w:val="0"/>
          <w:numId w:val="47"/>
        </w:numPr>
        <w:tabs>
          <w:tab w:val="left" w:pos="0"/>
        </w:tabs>
        <w:suppressAutoHyphens w:val="0"/>
        <w:autoSpaceDN/>
        <w:spacing w:after="0" w:line="360" w:lineRule="auto"/>
        <w:ind w:left="0" w:right="-141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di acconsentire al trattamento dei dati personali ai sensi della vigente normativa;</w:t>
      </w:r>
    </w:p>
    <w:p w:rsidR="002B3B1D" w:rsidRDefault="002B3B1D" w:rsidP="0054784F">
      <w:pPr>
        <w:pStyle w:val="Paragrafoelenco"/>
        <w:numPr>
          <w:ilvl w:val="0"/>
          <w:numId w:val="47"/>
        </w:numPr>
        <w:tabs>
          <w:tab w:val="left" w:pos="0"/>
        </w:tabs>
        <w:suppressAutoHyphens w:val="0"/>
        <w:autoSpaceDN/>
        <w:spacing w:after="0" w:line="360" w:lineRule="auto"/>
        <w:ind w:left="0" w:right="-141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di acconsentire preventivamente all’esecuzione, da parte di FINAOSTA S.p.A., ad ogni idoneo controllo per accertare la veridicità delle di</w:t>
      </w:r>
      <w:r w:rsidR="00C46D45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chiarazioni sostitutive fornite;</w:t>
      </w:r>
    </w:p>
    <w:p w:rsidR="004177F6" w:rsidRPr="00E92707" w:rsidRDefault="004177F6" w:rsidP="00E92707">
      <w:pPr>
        <w:pStyle w:val="Paragrafoelenco"/>
        <w:numPr>
          <w:ilvl w:val="0"/>
          <w:numId w:val="47"/>
        </w:numPr>
        <w:tabs>
          <w:tab w:val="left" w:pos="0"/>
        </w:tabs>
        <w:suppressAutoHyphens w:val="0"/>
        <w:autoSpaceDN/>
        <w:spacing w:after="0" w:line="360" w:lineRule="auto"/>
        <w:ind w:left="0" w:right="-141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  <w:r w:rsidRPr="004177F6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 xml:space="preserve">di essere consapevole ed accettare che </w:t>
      </w:r>
      <w:r w:rsidR="00E92707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l</w:t>
      </w:r>
      <w:r w:rsidR="00E92707" w:rsidRPr="00E92707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a presentazione d</w:t>
      </w:r>
      <w:r w:rsidR="00E92707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ella presente</w:t>
      </w:r>
      <w:r w:rsidR="00E92707" w:rsidRPr="00E92707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 xml:space="preserve"> manifestazion</w:t>
      </w:r>
      <w:r w:rsidR="00E92707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e</w:t>
      </w:r>
      <w:r w:rsidR="00E92707" w:rsidRPr="00E92707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 xml:space="preserve"> di interesse non comporta alcun diritto ad essere invitati all’eventuale prosieguo della procedura e ha il solo scopo di comunicare a FINAOSTA la disponibilità ad essere selezionati, al fine di individuare una rosa di operatori economici ai quali rivolgere la lettera di invito. </w:t>
      </w:r>
    </w:p>
    <w:p w:rsidR="0025556D" w:rsidRPr="0054784F" w:rsidRDefault="0025556D" w:rsidP="002F0C9A">
      <w:pPr>
        <w:suppressAutoHyphens w:val="0"/>
        <w:autoSpaceDN/>
        <w:spacing w:after="0" w:line="360" w:lineRule="auto"/>
        <w:ind w:right="-141"/>
        <w:jc w:val="both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</w:p>
    <w:p w:rsidR="002B3B1D" w:rsidRDefault="002B3B1D" w:rsidP="002F0C9A">
      <w:pPr>
        <w:widowControl/>
        <w:tabs>
          <w:tab w:val="left" w:pos="567"/>
          <w:tab w:val="left" w:pos="3119"/>
        </w:tabs>
        <w:suppressAutoHyphens w:val="0"/>
        <w:autoSpaceDN/>
        <w:spacing w:after="0" w:line="360" w:lineRule="auto"/>
        <w:ind w:left="-567" w:right="-141"/>
        <w:textAlignment w:val="auto"/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>Data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  <w:t>_______________</w:t>
      </w:r>
      <w:r w:rsidR="003629FB"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</w:r>
      <w:r w:rsidR="003629FB"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</w:r>
      <w:r w:rsidR="003629FB"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</w:r>
      <w:r w:rsidR="003629FB"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  <w:t>Firma</w:t>
      </w:r>
      <w:r w:rsidRPr="0054784F">
        <w:rPr>
          <w:rFonts w:ascii="Verdana" w:eastAsia="Times New Roman" w:hAnsi="Verdana" w:cs="Arial"/>
          <w:color w:val="000000" w:themeColor="text1"/>
          <w:kern w:val="0"/>
          <w:sz w:val="18"/>
          <w:szCs w:val="18"/>
          <w:lang w:eastAsia="it-IT"/>
        </w:rPr>
        <w:tab/>
        <w:t>__________________</w:t>
      </w:r>
    </w:p>
    <w:p w:rsidR="008F5C09" w:rsidRPr="008F5C09" w:rsidRDefault="008F5C09" w:rsidP="002F0C9A">
      <w:pPr>
        <w:suppressAutoHyphens w:val="0"/>
        <w:autoSpaceDN/>
        <w:spacing w:after="0" w:line="360" w:lineRule="auto"/>
        <w:ind w:left="794" w:right="-141" w:hanging="1361"/>
        <w:jc w:val="both"/>
        <w:textAlignment w:val="auto"/>
        <w:rPr>
          <w:rFonts w:ascii="Verdana" w:eastAsia="Times New Roman" w:hAnsi="Verdana" w:cs="Arial"/>
          <w:b/>
          <w:bCs/>
          <w:color w:val="000000" w:themeColor="text1"/>
          <w:kern w:val="0"/>
          <w:sz w:val="6"/>
          <w:szCs w:val="6"/>
          <w:lang w:eastAsia="it-IT"/>
        </w:rPr>
      </w:pPr>
      <w:bookmarkStart w:id="0" w:name="_GoBack"/>
      <w:bookmarkEnd w:id="0"/>
    </w:p>
    <w:p w:rsidR="001D62FC" w:rsidRPr="0054784F" w:rsidRDefault="002B3B1D" w:rsidP="002F0C9A">
      <w:pPr>
        <w:suppressAutoHyphens w:val="0"/>
        <w:autoSpaceDN/>
        <w:spacing w:after="0" w:line="360" w:lineRule="auto"/>
        <w:ind w:left="794" w:right="-141" w:hanging="1361"/>
        <w:jc w:val="both"/>
        <w:textAlignment w:val="auto"/>
        <w:rPr>
          <w:rFonts w:ascii="Verdana" w:eastAsia="Times New Roman" w:hAnsi="Verdana" w:cs="Times New Roman"/>
          <w:b/>
          <w:bCs/>
          <w:color w:val="000000" w:themeColor="text1"/>
          <w:kern w:val="0"/>
          <w:sz w:val="18"/>
          <w:szCs w:val="18"/>
          <w:lang w:eastAsia="it-IT"/>
        </w:rPr>
      </w:pPr>
      <w:r w:rsidRPr="0054784F">
        <w:rPr>
          <w:rFonts w:ascii="Verdana" w:eastAsia="Times New Roman" w:hAnsi="Verdana" w:cs="Arial"/>
          <w:b/>
          <w:bCs/>
          <w:color w:val="000000" w:themeColor="text1"/>
          <w:kern w:val="0"/>
          <w:sz w:val="16"/>
          <w:szCs w:val="16"/>
          <w:lang w:eastAsia="it-IT"/>
        </w:rPr>
        <w:t>Allegati: n. 1 c</w:t>
      </w:r>
      <w:r w:rsidRPr="0054784F">
        <w:rPr>
          <w:rFonts w:ascii="Verdana" w:eastAsia="Times New Roman" w:hAnsi="Verdana" w:cs="Arial"/>
          <w:b/>
          <w:color w:val="000000" w:themeColor="text1"/>
          <w:kern w:val="0"/>
          <w:sz w:val="16"/>
          <w:szCs w:val="16"/>
          <w:lang w:eastAsia="it-IT"/>
        </w:rPr>
        <w:t>opia fotostatica del documento di identità in corso di validità del dichiarante</w:t>
      </w:r>
    </w:p>
    <w:sectPr w:rsidR="001D62FC" w:rsidRPr="0054784F" w:rsidSect="002F0C9A">
      <w:footerReference w:type="default" r:id="rId9"/>
      <w:pgSz w:w="11906" w:h="16838"/>
      <w:pgMar w:top="1701" w:right="1274" w:bottom="1701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B5" w:rsidRDefault="00AA13B5">
      <w:pPr>
        <w:spacing w:after="0" w:line="240" w:lineRule="auto"/>
      </w:pPr>
      <w:r>
        <w:separator/>
      </w:r>
    </w:p>
  </w:endnote>
  <w:endnote w:type="continuationSeparator" w:id="0">
    <w:p w:rsidR="00AA13B5" w:rsidRDefault="00AA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setto">
    <w:panose1 w:val="020B07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B5" w:rsidRPr="006D54BA" w:rsidRDefault="00AA13B5" w:rsidP="006D5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B5" w:rsidRDefault="00AA13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A13B5" w:rsidRDefault="00AA1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B4E"/>
    <w:multiLevelType w:val="hybridMultilevel"/>
    <w:tmpl w:val="2D5C6EAE"/>
    <w:lvl w:ilvl="0" w:tplc="2A9C0E44">
      <w:numFmt w:val="bullet"/>
      <w:lvlText w:val="-"/>
      <w:lvlJc w:val="left"/>
      <w:pPr>
        <w:ind w:left="720" w:hanging="360"/>
      </w:pPr>
      <w:rPr>
        <w:rFonts w:ascii="Verdana" w:eastAsia="Cambria" w:hAnsi="Verdana" w:cs="Aria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453D2"/>
    <w:multiLevelType w:val="multilevel"/>
    <w:tmpl w:val="C95ED7D8"/>
    <w:styleLink w:val="WWNum13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5A144E"/>
    <w:multiLevelType w:val="multilevel"/>
    <w:tmpl w:val="2DD6E2DC"/>
    <w:styleLink w:val="WWNum5"/>
    <w:lvl w:ilvl="0">
      <w:start w:val="1"/>
      <w:numFmt w:val="lowerLetter"/>
      <w:lvlText w:val="%1)"/>
      <w:lvlJc w:val="left"/>
    </w:lvl>
    <w:lvl w:ilvl="1">
      <w:start w:val="1"/>
      <w:numFmt w:val="lowerRoman"/>
      <w:lvlText w:val="(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8DE5B55"/>
    <w:multiLevelType w:val="multilevel"/>
    <w:tmpl w:val="06460F3A"/>
    <w:lvl w:ilvl="0">
      <w:start w:val="1"/>
      <w:numFmt w:val="decimal"/>
      <w:pStyle w:val="Livello1"/>
      <w:lvlText w:val="%1."/>
      <w:lvlJc w:val="left"/>
      <w:pPr>
        <w:ind w:left="720" w:hanging="360"/>
      </w:pPr>
      <w:rPr>
        <w:rFonts w:ascii="Arial Grassetto" w:hAnsi="Arial Grassetto" w:cs="Arial" w:hint="default"/>
        <w:b/>
        <w:i w:val="0"/>
        <w:sz w:val="20"/>
        <w:szCs w:val="20"/>
      </w:rPr>
    </w:lvl>
    <w:lvl w:ilvl="1">
      <w:start w:val="1"/>
      <w:numFmt w:val="decimal"/>
      <w:pStyle w:val="Livello2"/>
      <w:suff w:val="nothing"/>
      <w:lvlText w:val="%1.%2"/>
      <w:lvlJc w:val="left"/>
      <w:pPr>
        <w:ind w:left="1440" w:hanging="360"/>
      </w:pPr>
      <w:rPr>
        <w:b w:val="0"/>
        <w:bCs w:val="0"/>
        <w:i/>
        <w:iCs w:val="0"/>
        <w:caps w:val="0"/>
        <w:smallCaps w:val="0"/>
        <w:vanish w:val="0"/>
        <w:webHidden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ivello3"/>
      <w:lvlText w:val="(%3)"/>
      <w:lvlJc w:val="left"/>
      <w:pPr>
        <w:ind w:left="2160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ivello4"/>
      <w:lvlText w:val="(%4)"/>
      <w:lvlJc w:val="left"/>
      <w:pPr>
        <w:ind w:left="2880" w:hanging="360"/>
      </w:pPr>
    </w:lvl>
    <w:lvl w:ilvl="4">
      <w:start w:val="1"/>
      <w:numFmt w:val="decimal"/>
      <w:lvlRestart w:val="0"/>
      <w:lvlText w:val="%1.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371CF"/>
    <w:multiLevelType w:val="multilevel"/>
    <w:tmpl w:val="BE0ECCF4"/>
    <w:styleLink w:val="WW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BCA0836"/>
    <w:multiLevelType w:val="multilevel"/>
    <w:tmpl w:val="4300B4A2"/>
    <w:styleLink w:val="WWNum16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0C147B1C"/>
    <w:multiLevelType w:val="multilevel"/>
    <w:tmpl w:val="4D82DC6C"/>
    <w:styleLink w:val="WWNum3"/>
    <w:lvl w:ilvl="0">
      <w:start w:val="8"/>
      <w:numFmt w:val="decimal"/>
      <w:lvlText w:val="%1."/>
      <w:lvlJc w:val="left"/>
      <w:rPr>
        <w:rFonts w:cs="Times New Roman"/>
      </w:rPr>
    </w:lvl>
    <w:lvl w:ilvl="1">
      <w:start w:val="2"/>
      <w:numFmt w:val="lowerLetter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>
    <w:nsid w:val="0E2F570B"/>
    <w:multiLevelType w:val="multilevel"/>
    <w:tmpl w:val="F4368586"/>
    <w:styleLink w:val="WWNum7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0E493359"/>
    <w:multiLevelType w:val="multilevel"/>
    <w:tmpl w:val="45403AFE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1BA4190"/>
    <w:multiLevelType w:val="multilevel"/>
    <w:tmpl w:val="09F2E3EA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46E7E39"/>
    <w:multiLevelType w:val="hybridMultilevel"/>
    <w:tmpl w:val="4F1C4582"/>
    <w:lvl w:ilvl="0" w:tplc="3146CE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7F106A"/>
    <w:multiLevelType w:val="multilevel"/>
    <w:tmpl w:val="B4DCD576"/>
    <w:styleLink w:val="WWNum19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15367BE5"/>
    <w:multiLevelType w:val="multilevel"/>
    <w:tmpl w:val="99AC0158"/>
    <w:styleLink w:val="WWNum17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53F52EE"/>
    <w:multiLevelType w:val="multilevel"/>
    <w:tmpl w:val="91225C88"/>
    <w:styleLink w:val="WW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19E478A5"/>
    <w:multiLevelType w:val="hybridMultilevel"/>
    <w:tmpl w:val="CD26E7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8D2191"/>
    <w:multiLevelType w:val="multilevel"/>
    <w:tmpl w:val="BA90C67A"/>
    <w:styleLink w:val="WWNum25"/>
    <w:lvl w:ilvl="0">
      <w:numFmt w:val="bullet"/>
      <w:lvlText w:val="-"/>
      <w:lvlJc w:val="left"/>
      <w:rPr>
        <w:rFonts w:ascii="Calibri" w:hAnsi="Calibri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1E6079E8"/>
    <w:multiLevelType w:val="hybridMultilevel"/>
    <w:tmpl w:val="B5B4681C"/>
    <w:lvl w:ilvl="0" w:tplc="5346096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B74B10"/>
    <w:multiLevelType w:val="multilevel"/>
    <w:tmpl w:val="BB2E7310"/>
    <w:styleLink w:val="WWNum1"/>
    <w:lvl w:ilvl="0">
      <w:start w:val="1"/>
      <w:numFmt w:val="lowerLetter"/>
      <w:lvlText w:val="%1)"/>
      <w:lvlJc w:val="left"/>
    </w:lvl>
    <w:lvl w:ilvl="1">
      <w:start w:val="1"/>
      <w:numFmt w:val="lowerRoman"/>
      <w:lvlText w:val="(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21533554"/>
    <w:multiLevelType w:val="hybridMultilevel"/>
    <w:tmpl w:val="48207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75E6F"/>
    <w:multiLevelType w:val="multilevel"/>
    <w:tmpl w:val="2CD412F2"/>
    <w:styleLink w:val="WWNum28"/>
    <w:lvl w:ilvl="0">
      <w:start w:val="1"/>
      <w:numFmt w:val="lowerLetter"/>
      <w:lvlText w:val="%1)"/>
      <w:lvlJc w:val="left"/>
    </w:lvl>
    <w:lvl w:ilvl="1">
      <w:numFmt w:val="bullet"/>
      <w:lvlText w:val="-"/>
      <w:lvlJc w:val="left"/>
      <w:rPr>
        <w:rFonts w:ascii="Verdana" w:eastAsia="Times New Roman" w:hAnsi="Verdana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2D23544A"/>
    <w:multiLevelType w:val="hybridMultilevel"/>
    <w:tmpl w:val="1AAA55E2"/>
    <w:lvl w:ilvl="0" w:tplc="6B7E49AC">
      <w:numFmt w:val="bullet"/>
      <w:lvlText w:val="-"/>
      <w:lvlJc w:val="left"/>
      <w:pPr>
        <w:ind w:left="644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1">
    <w:nsid w:val="2DFB2FDC"/>
    <w:multiLevelType w:val="multilevel"/>
    <w:tmpl w:val="96CEFC74"/>
    <w:styleLink w:val="WWNum22"/>
    <w:lvl w:ilvl="0">
      <w:numFmt w:val="bullet"/>
      <w:lvlText w:val="-"/>
      <w:lvlJc w:val="left"/>
      <w:rPr>
        <w:rFonts w:ascii="Verdana" w:hAnsi="Verdana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2FC71052"/>
    <w:multiLevelType w:val="hybridMultilevel"/>
    <w:tmpl w:val="9D4E46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A6B55"/>
    <w:multiLevelType w:val="hybridMultilevel"/>
    <w:tmpl w:val="F356B8E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71D0A"/>
    <w:multiLevelType w:val="hybridMultilevel"/>
    <w:tmpl w:val="72D249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8B17C3"/>
    <w:multiLevelType w:val="hybridMultilevel"/>
    <w:tmpl w:val="39328B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70001"/>
    <w:multiLevelType w:val="multilevel"/>
    <w:tmpl w:val="AA14759A"/>
    <w:styleLink w:val="WWNum15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-"/>
      <w:lvlJc w:val="left"/>
      <w:rPr>
        <w:rFonts w:eastAsia="Times New Roman"/>
        <w:dstrike/>
        <w:u w:val="none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">
    <w:nsid w:val="48F5330D"/>
    <w:multiLevelType w:val="hybridMultilevel"/>
    <w:tmpl w:val="CD26E7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4B61C5"/>
    <w:multiLevelType w:val="hybridMultilevel"/>
    <w:tmpl w:val="308820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FB169A"/>
    <w:multiLevelType w:val="multilevel"/>
    <w:tmpl w:val="9BE8B340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-"/>
      <w:lvlJc w:val="left"/>
      <w:rPr>
        <w:rFonts w:eastAsia="Times New Roman"/>
        <w:dstrike/>
        <w:u w:val="none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lowerLetter"/>
      <w:lvlText w:val="%1.%2.%3.%4)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0">
    <w:nsid w:val="5087201A"/>
    <w:multiLevelType w:val="multilevel"/>
    <w:tmpl w:val="977AB0A2"/>
    <w:styleLink w:val="WWNum2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>
    <w:nsid w:val="555309C9"/>
    <w:multiLevelType w:val="hybridMultilevel"/>
    <w:tmpl w:val="4F3656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9D6053"/>
    <w:multiLevelType w:val="multilevel"/>
    <w:tmpl w:val="2DF68E2E"/>
    <w:styleLink w:val="WWNum4"/>
    <w:lvl w:ilvl="0">
      <w:start w:val="8"/>
      <w:numFmt w:val="decimal"/>
      <w:lvlText w:val="%1."/>
      <w:lvlJc w:val="left"/>
      <w:rPr>
        <w:rFonts w:cs="Times New Roman"/>
      </w:rPr>
    </w:lvl>
    <w:lvl w:ilvl="1">
      <w:start w:val="2"/>
      <w:numFmt w:val="lowerLetter"/>
      <w:lvlText w:val="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3">
    <w:nsid w:val="5D0730E1"/>
    <w:multiLevelType w:val="hybridMultilevel"/>
    <w:tmpl w:val="C180E6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221C8B"/>
    <w:multiLevelType w:val="multilevel"/>
    <w:tmpl w:val="6484A68E"/>
    <w:styleLink w:val="WWNum24"/>
    <w:lvl w:ilvl="0">
      <w:numFmt w:val="bullet"/>
      <w:lvlText w:val="-"/>
      <w:lvlJc w:val="left"/>
      <w:rPr>
        <w:rFonts w:ascii="Calibri" w:hAnsi="Calibri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5ED734D3"/>
    <w:multiLevelType w:val="multilevel"/>
    <w:tmpl w:val="A0320F1C"/>
    <w:styleLink w:val="WWNum6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5F0F7ECF"/>
    <w:multiLevelType w:val="multilevel"/>
    <w:tmpl w:val="38744656"/>
    <w:styleLink w:val="WWNum20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63A57596"/>
    <w:multiLevelType w:val="hybridMultilevel"/>
    <w:tmpl w:val="E85A8110"/>
    <w:lvl w:ilvl="0" w:tplc="B3DC74D2">
      <w:numFmt w:val="bullet"/>
      <w:lvlText w:val="-"/>
      <w:lvlJc w:val="left"/>
      <w:pPr>
        <w:ind w:left="720" w:hanging="360"/>
      </w:pPr>
      <w:rPr>
        <w:rFonts w:ascii="Verdana" w:eastAsia="Cambria" w:hAnsi="Verdana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B562BF"/>
    <w:multiLevelType w:val="multilevel"/>
    <w:tmpl w:val="247278D6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9F77A4E"/>
    <w:multiLevelType w:val="multilevel"/>
    <w:tmpl w:val="C8E48D1E"/>
    <w:styleLink w:val="WWNum21"/>
    <w:lvl w:ilvl="0">
      <w:numFmt w:val="bullet"/>
      <w:lvlText w:val="-"/>
      <w:lvlJc w:val="left"/>
      <w:rPr>
        <w:rFonts w:ascii="Verdana" w:hAnsi="Verdan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280932"/>
    <w:multiLevelType w:val="hybridMultilevel"/>
    <w:tmpl w:val="B40EF1A8"/>
    <w:lvl w:ilvl="0" w:tplc="6BAAFA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70750A"/>
    <w:multiLevelType w:val="multilevel"/>
    <w:tmpl w:val="B374D64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"/>
      <w:lvlJc w:val="left"/>
      <w:rPr>
        <w:rFonts w:ascii="Wingdings" w:hAnsi="Wingdings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>
    <w:nsid w:val="6F9A3199"/>
    <w:multiLevelType w:val="multilevel"/>
    <w:tmpl w:val="EEE4490E"/>
    <w:styleLink w:val="WWNum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76C004F9"/>
    <w:multiLevelType w:val="multilevel"/>
    <w:tmpl w:val="D0BAF6F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77DB55B6"/>
    <w:multiLevelType w:val="hybridMultilevel"/>
    <w:tmpl w:val="FF8E8BAA"/>
    <w:lvl w:ilvl="0" w:tplc="0E1A3C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E56C19"/>
    <w:multiLevelType w:val="multilevel"/>
    <w:tmpl w:val="B4B64D7A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7BD62369"/>
    <w:multiLevelType w:val="hybridMultilevel"/>
    <w:tmpl w:val="7D6AED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9"/>
  </w:num>
  <w:num w:numId="3">
    <w:abstractNumId w:val="6"/>
  </w:num>
  <w:num w:numId="4">
    <w:abstractNumId w:val="32"/>
  </w:num>
  <w:num w:numId="5">
    <w:abstractNumId w:val="2"/>
  </w:num>
  <w:num w:numId="6">
    <w:abstractNumId w:val="35"/>
  </w:num>
  <w:num w:numId="7">
    <w:abstractNumId w:val="7"/>
  </w:num>
  <w:num w:numId="8">
    <w:abstractNumId w:val="43"/>
  </w:num>
  <w:num w:numId="9">
    <w:abstractNumId w:val="44"/>
  </w:num>
  <w:num w:numId="10">
    <w:abstractNumId w:val="4"/>
  </w:num>
  <w:num w:numId="11">
    <w:abstractNumId w:val="13"/>
  </w:num>
  <w:num w:numId="12">
    <w:abstractNumId w:val="9"/>
  </w:num>
  <w:num w:numId="13">
    <w:abstractNumId w:val="1"/>
  </w:num>
  <w:num w:numId="14">
    <w:abstractNumId w:val="8"/>
  </w:num>
  <w:num w:numId="15">
    <w:abstractNumId w:val="26"/>
  </w:num>
  <w:num w:numId="16">
    <w:abstractNumId w:val="5"/>
  </w:num>
  <w:num w:numId="17">
    <w:abstractNumId w:val="12"/>
  </w:num>
  <w:num w:numId="18">
    <w:abstractNumId w:val="42"/>
  </w:num>
  <w:num w:numId="19">
    <w:abstractNumId w:val="11"/>
  </w:num>
  <w:num w:numId="20">
    <w:abstractNumId w:val="36"/>
  </w:num>
  <w:num w:numId="21">
    <w:abstractNumId w:val="39"/>
  </w:num>
  <w:num w:numId="22">
    <w:abstractNumId w:val="21"/>
  </w:num>
  <w:num w:numId="23">
    <w:abstractNumId w:val="30"/>
  </w:num>
  <w:num w:numId="24">
    <w:abstractNumId w:val="34"/>
  </w:num>
  <w:num w:numId="25">
    <w:abstractNumId w:val="15"/>
  </w:num>
  <w:num w:numId="26">
    <w:abstractNumId w:val="46"/>
  </w:num>
  <w:num w:numId="27">
    <w:abstractNumId w:val="38"/>
  </w:num>
  <w:num w:numId="28">
    <w:abstractNumId w:val="19"/>
  </w:num>
  <w:num w:numId="29">
    <w:abstractNumId w:val="40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23"/>
  </w:num>
  <w:num w:numId="33">
    <w:abstractNumId w:val="27"/>
  </w:num>
  <w:num w:numId="34">
    <w:abstractNumId w:val="31"/>
  </w:num>
  <w:num w:numId="35">
    <w:abstractNumId w:val="22"/>
  </w:num>
  <w:num w:numId="36">
    <w:abstractNumId w:val="28"/>
  </w:num>
  <w:num w:numId="37">
    <w:abstractNumId w:val="45"/>
  </w:num>
  <w:num w:numId="38">
    <w:abstractNumId w:val="33"/>
  </w:num>
  <w:num w:numId="39">
    <w:abstractNumId w:val="14"/>
  </w:num>
  <w:num w:numId="40">
    <w:abstractNumId w:val="10"/>
  </w:num>
  <w:num w:numId="41">
    <w:abstractNumId w:val="47"/>
  </w:num>
  <w:num w:numId="42">
    <w:abstractNumId w:val="0"/>
  </w:num>
  <w:num w:numId="43">
    <w:abstractNumId w:val="20"/>
  </w:num>
  <w:num w:numId="44">
    <w:abstractNumId w:val="41"/>
  </w:num>
  <w:num w:numId="45">
    <w:abstractNumId w:val="37"/>
  </w:num>
  <w:num w:numId="46">
    <w:abstractNumId w:val="24"/>
  </w:num>
  <w:num w:numId="47">
    <w:abstractNumId w:val="16"/>
  </w:num>
  <w:num w:numId="48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D1560"/>
    <w:rsid w:val="00032A1C"/>
    <w:rsid w:val="00050F64"/>
    <w:rsid w:val="00054D4A"/>
    <w:rsid w:val="000630E1"/>
    <w:rsid w:val="000A74F7"/>
    <w:rsid w:val="000B6A32"/>
    <w:rsid w:val="000F3182"/>
    <w:rsid w:val="00101385"/>
    <w:rsid w:val="0015473F"/>
    <w:rsid w:val="00161D09"/>
    <w:rsid w:val="00161F44"/>
    <w:rsid w:val="001B2A19"/>
    <w:rsid w:val="001B4038"/>
    <w:rsid w:val="001D62FC"/>
    <w:rsid w:val="001F3137"/>
    <w:rsid w:val="00213F84"/>
    <w:rsid w:val="0025556D"/>
    <w:rsid w:val="002B3B1D"/>
    <w:rsid w:val="002F0C9A"/>
    <w:rsid w:val="002F148B"/>
    <w:rsid w:val="0030597C"/>
    <w:rsid w:val="003312B1"/>
    <w:rsid w:val="003629FB"/>
    <w:rsid w:val="00384926"/>
    <w:rsid w:val="003B0580"/>
    <w:rsid w:val="003E5A84"/>
    <w:rsid w:val="004177F6"/>
    <w:rsid w:val="004338FC"/>
    <w:rsid w:val="00457813"/>
    <w:rsid w:val="00464628"/>
    <w:rsid w:val="00473A3D"/>
    <w:rsid w:val="0047647F"/>
    <w:rsid w:val="0048459A"/>
    <w:rsid w:val="00490A0F"/>
    <w:rsid w:val="00494E2D"/>
    <w:rsid w:val="004D1560"/>
    <w:rsid w:val="004D2BD5"/>
    <w:rsid w:val="00511BC7"/>
    <w:rsid w:val="005145D9"/>
    <w:rsid w:val="00525DAD"/>
    <w:rsid w:val="005467BB"/>
    <w:rsid w:val="0054784F"/>
    <w:rsid w:val="00577941"/>
    <w:rsid w:val="00595ED5"/>
    <w:rsid w:val="005D4559"/>
    <w:rsid w:val="005D5989"/>
    <w:rsid w:val="005D75D9"/>
    <w:rsid w:val="005F67E2"/>
    <w:rsid w:val="00620C84"/>
    <w:rsid w:val="006A129C"/>
    <w:rsid w:val="006C7749"/>
    <w:rsid w:val="006D3C44"/>
    <w:rsid w:val="006D54BA"/>
    <w:rsid w:val="006E57EB"/>
    <w:rsid w:val="006F0B45"/>
    <w:rsid w:val="00703038"/>
    <w:rsid w:val="00705BB8"/>
    <w:rsid w:val="00723A79"/>
    <w:rsid w:val="00727FEE"/>
    <w:rsid w:val="0078584C"/>
    <w:rsid w:val="007A2200"/>
    <w:rsid w:val="007B1D41"/>
    <w:rsid w:val="007C1186"/>
    <w:rsid w:val="007C27DF"/>
    <w:rsid w:val="007D0503"/>
    <w:rsid w:val="007D0A83"/>
    <w:rsid w:val="0081013E"/>
    <w:rsid w:val="00813876"/>
    <w:rsid w:val="008439DA"/>
    <w:rsid w:val="008441E4"/>
    <w:rsid w:val="0084603E"/>
    <w:rsid w:val="008574CD"/>
    <w:rsid w:val="00881BD3"/>
    <w:rsid w:val="008A605B"/>
    <w:rsid w:val="008F1E08"/>
    <w:rsid w:val="008F5C09"/>
    <w:rsid w:val="00911E77"/>
    <w:rsid w:val="00916EC1"/>
    <w:rsid w:val="00927289"/>
    <w:rsid w:val="00957F45"/>
    <w:rsid w:val="00971B69"/>
    <w:rsid w:val="00992D02"/>
    <w:rsid w:val="009C4D02"/>
    <w:rsid w:val="009D0183"/>
    <w:rsid w:val="009E0090"/>
    <w:rsid w:val="009E1843"/>
    <w:rsid w:val="009F24C1"/>
    <w:rsid w:val="009F5A80"/>
    <w:rsid w:val="00A06E85"/>
    <w:rsid w:val="00A15908"/>
    <w:rsid w:val="00A87A02"/>
    <w:rsid w:val="00A94F71"/>
    <w:rsid w:val="00AA13B5"/>
    <w:rsid w:val="00AA6171"/>
    <w:rsid w:val="00AC6A46"/>
    <w:rsid w:val="00AF4BD2"/>
    <w:rsid w:val="00B42AE2"/>
    <w:rsid w:val="00B560D6"/>
    <w:rsid w:val="00B7224F"/>
    <w:rsid w:val="00BA2A75"/>
    <w:rsid w:val="00BB3736"/>
    <w:rsid w:val="00C32467"/>
    <w:rsid w:val="00C46D45"/>
    <w:rsid w:val="00C970EB"/>
    <w:rsid w:val="00CD6352"/>
    <w:rsid w:val="00D05C55"/>
    <w:rsid w:val="00D2285B"/>
    <w:rsid w:val="00D40E02"/>
    <w:rsid w:val="00D66A39"/>
    <w:rsid w:val="00D77E7F"/>
    <w:rsid w:val="00DD7734"/>
    <w:rsid w:val="00DE3E12"/>
    <w:rsid w:val="00E16002"/>
    <w:rsid w:val="00E1651B"/>
    <w:rsid w:val="00E3743A"/>
    <w:rsid w:val="00E52027"/>
    <w:rsid w:val="00E7097B"/>
    <w:rsid w:val="00E835A3"/>
    <w:rsid w:val="00E91E0A"/>
    <w:rsid w:val="00E92707"/>
    <w:rsid w:val="00ED73F6"/>
    <w:rsid w:val="00F01C43"/>
    <w:rsid w:val="00F31288"/>
    <w:rsid w:val="00F35236"/>
    <w:rsid w:val="00FB52C3"/>
    <w:rsid w:val="00FD507C"/>
    <w:rsid w:val="00F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Standard"/>
    <w:next w:val="Textbody"/>
    <w:pPr>
      <w:tabs>
        <w:tab w:val="left" w:pos="1135"/>
        <w:tab w:val="left" w:pos="2728"/>
        <w:tab w:val="left" w:pos="2785"/>
      </w:tabs>
      <w:spacing w:before="120" w:after="120" w:line="240" w:lineRule="atLeast"/>
      <w:ind w:left="568" w:hanging="284"/>
      <w:jc w:val="both"/>
      <w:outlineLvl w:val="2"/>
    </w:pPr>
    <w:rPr>
      <w:rFonts w:ascii="Bookman" w:eastAsia="PMingLiU" w:hAnsi="Bookman" w:cs="Times New Roman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3Carattere">
    <w:name w:val="Titolo 3 Carattere"/>
    <w:basedOn w:val="Carpredefinitoparagrafo"/>
    <w:rPr>
      <w:rFonts w:ascii="Bookman" w:eastAsia="PMingLiU" w:hAnsi="Bookman" w:cs="Times New Roman"/>
      <w:sz w:val="18"/>
      <w:szCs w:val="20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aragrafoelencoCarattere">
    <w:name w:val="Paragrafo elenco Carattere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  <w:dstrike/>
      <w:u w:val="non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character" w:styleId="Collegamentoipertestuale">
    <w:name w:val="Hyperlink"/>
    <w:basedOn w:val="Carpredefinitoparagrafo"/>
    <w:uiPriority w:val="99"/>
    <w:unhideWhenUsed/>
    <w:rsid w:val="001D62FC"/>
    <w:rPr>
      <w:color w:val="0000FF" w:themeColor="hyperlink"/>
      <w:u w:val="single"/>
    </w:rPr>
  </w:style>
  <w:style w:type="paragraph" w:customStyle="1" w:styleId="Livello2">
    <w:name w:val="Livello2"/>
    <w:qFormat/>
    <w:rsid w:val="00727FEE"/>
    <w:pPr>
      <w:keepNext/>
      <w:widowControl/>
      <w:numPr>
        <w:ilvl w:val="1"/>
        <w:numId w:val="30"/>
      </w:numPr>
      <w:suppressAutoHyphens w:val="0"/>
      <w:autoSpaceDN/>
      <w:spacing w:before="240" w:after="240" w:line="240" w:lineRule="auto"/>
      <w:ind w:hanging="1440"/>
      <w:textAlignment w:val="auto"/>
    </w:pPr>
    <w:rPr>
      <w:rFonts w:ascii="Arial" w:eastAsia="Times New Roman" w:hAnsi="Arial" w:cs="Arial"/>
      <w:bCs/>
      <w:i/>
      <w:kern w:val="0"/>
      <w:sz w:val="20"/>
      <w:szCs w:val="20"/>
      <w:u w:val="single"/>
    </w:rPr>
  </w:style>
  <w:style w:type="character" w:customStyle="1" w:styleId="Livello1Carattere">
    <w:name w:val="Livello1 Carattere"/>
    <w:basedOn w:val="Carpredefinitoparagrafo"/>
    <w:link w:val="Livello1"/>
    <w:locked/>
    <w:rsid w:val="00727FEE"/>
    <w:rPr>
      <w:rFonts w:ascii="Arial Grassetto" w:hAnsi="Arial Grassetto" w:cs="Verdana"/>
      <w:caps/>
    </w:rPr>
  </w:style>
  <w:style w:type="paragraph" w:customStyle="1" w:styleId="Livello1">
    <w:name w:val="Livello1"/>
    <w:next w:val="Normale"/>
    <w:link w:val="Livello1Carattere"/>
    <w:qFormat/>
    <w:rsid w:val="00727FEE"/>
    <w:pPr>
      <w:keepNext/>
      <w:widowControl/>
      <w:numPr>
        <w:numId w:val="30"/>
      </w:numPr>
      <w:suppressAutoHyphens w:val="0"/>
      <w:autoSpaceDN/>
      <w:spacing w:before="360" w:after="240" w:line="240" w:lineRule="auto"/>
      <w:ind w:left="0" w:hanging="357"/>
      <w:jc w:val="both"/>
      <w:textAlignment w:val="auto"/>
    </w:pPr>
    <w:rPr>
      <w:rFonts w:ascii="Arial Grassetto" w:hAnsi="Arial Grassetto" w:cs="Verdana"/>
      <w:caps/>
    </w:rPr>
  </w:style>
  <w:style w:type="paragraph" w:customStyle="1" w:styleId="Livello3">
    <w:name w:val="Livello3"/>
    <w:qFormat/>
    <w:rsid w:val="00727FEE"/>
    <w:pPr>
      <w:widowControl/>
      <w:numPr>
        <w:ilvl w:val="2"/>
        <w:numId w:val="30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eastAsia="Times New Roman" w:hAnsi="Arial" w:cs="Arial"/>
      <w:bCs/>
      <w:kern w:val="0"/>
      <w:sz w:val="20"/>
      <w:szCs w:val="20"/>
    </w:rPr>
  </w:style>
  <w:style w:type="character" w:customStyle="1" w:styleId="Livello4Carattere">
    <w:name w:val="Livello4 Carattere"/>
    <w:basedOn w:val="Carpredefinitoparagrafo"/>
    <w:link w:val="Livello4"/>
    <w:locked/>
    <w:rsid w:val="00727FEE"/>
    <w:rPr>
      <w:rFonts w:ascii="Arial" w:hAnsi="Arial" w:cs="Arial"/>
    </w:rPr>
  </w:style>
  <w:style w:type="paragraph" w:customStyle="1" w:styleId="Livello4">
    <w:name w:val="Livello4"/>
    <w:link w:val="Livello4Carattere"/>
    <w:qFormat/>
    <w:rsid w:val="00727FEE"/>
    <w:pPr>
      <w:widowControl/>
      <w:numPr>
        <w:ilvl w:val="3"/>
        <w:numId w:val="30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hAnsi="Arial" w:cs="Arial"/>
    </w:rPr>
  </w:style>
  <w:style w:type="paragraph" w:styleId="Rientrocorpodeltesto">
    <w:name w:val="Body Text Indent"/>
    <w:basedOn w:val="Normale"/>
    <w:link w:val="RientrocorpodeltestoCarattere"/>
    <w:semiHidden/>
    <w:rsid w:val="00DD7734"/>
    <w:pPr>
      <w:widowControl/>
      <w:suppressAutoHyphens w:val="0"/>
      <w:autoSpaceDN/>
      <w:spacing w:after="0" w:line="360" w:lineRule="auto"/>
      <w:ind w:left="360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D7734"/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494E2D"/>
  </w:style>
  <w:style w:type="character" w:styleId="Enfasicorsivo">
    <w:name w:val="Emphasis"/>
    <w:basedOn w:val="Carpredefinitoparagrafo"/>
    <w:uiPriority w:val="20"/>
    <w:qFormat/>
    <w:rsid w:val="00494E2D"/>
    <w:rPr>
      <w:i/>
      <w:iCs/>
    </w:rPr>
  </w:style>
  <w:style w:type="character" w:styleId="Enfasigrassetto">
    <w:name w:val="Strong"/>
    <w:basedOn w:val="Carpredefinitoparagrafo"/>
    <w:uiPriority w:val="22"/>
    <w:qFormat/>
    <w:rsid w:val="008574CD"/>
    <w:rPr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9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908"/>
  </w:style>
  <w:style w:type="paragraph" w:customStyle="1" w:styleId="Normalelt">
    <w:name w:val="Normale lt"/>
    <w:basedOn w:val="Normale"/>
    <w:rsid w:val="00AA6171"/>
    <w:pPr>
      <w:widowControl/>
      <w:suppressAutoHyphens w:val="0"/>
      <w:autoSpaceDN/>
      <w:spacing w:before="120" w:after="120" w:line="360" w:lineRule="exact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paragraph" w:customStyle="1" w:styleId="Giustificato">
    <w:name w:val="Giustificato"/>
    <w:basedOn w:val="Normalelt"/>
    <w:rsid w:val="00AA6171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Standard"/>
    <w:next w:val="Textbody"/>
    <w:pPr>
      <w:tabs>
        <w:tab w:val="left" w:pos="1135"/>
        <w:tab w:val="left" w:pos="2728"/>
        <w:tab w:val="left" w:pos="2785"/>
      </w:tabs>
      <w:spacing w:before="120" w:after="120" w:line="240" w:lineRule="atLeast"/>
      <w:ind w:left="568" w:hanging="284"/>
      <w:jc w:val="both"/>
      <w:outlineLvl w:val="2"/>
    </w:pPr>
    <w:rPr>
      <w:rFonts w:ascii="Bookman" w:eastAsia="PMingLiU" w:hAnsi="Bookman" w:cs="Times New Roman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widowControl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3Carattere">
    <w:name w:val="Titolo 3 Carattere"/>
    <w:basedOn w:val="Carpredefinitoparagrafo"/>
    <w:rPr>
      <w:rFonts w:ascii="Bookman" w:eastAsia="PMingLiU" w:hAnsi="Bookman" w:cs="Times New Roman"/>
      <w:sz w:val="18"/>
      <w:szCs w:val="20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aragrafoelencoCarattere">
    <w:name w:val="Paragrafo elenco Carattere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  <w:dstrike/>
      <w:u w:val="non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rFonts w:eastAsia="Times New Roman" w:cs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character" w:styleId="Collegamentoipertestuale">
    <w:name w:val="Hyperlink"/>
    <w:basedOn w:val="Carpredefinitoparagrafo"/>
    <w:uiPriority w:val="99"/>
    <w:unhideWhenUsed/>
    <w:rsid w:val="001D62FC"/>
    <w:rPr>
      <w:color w:val="0000FF" w:themeColor="hyperlink"/>
      <w:u w:val="single"/>
    </w:rPr>
  </w:style>
  <w:style w:type="paragraph" w:customStyle="1" w:styleId="Livello2">
    <w:name w:val="Livello2"/>
    <w:qFormat/>
    <w:rsid w:val="00727FEE"/>
    <w:pPr>
      <w:keepNext/>
      <w:widowControl/>
      <w:numPr>
        <w:ilvl w:val="1"/>
        <w:numId w:val="30"/>
      </w:numPr>
      <w:suppressAutoHyphens w:val="0"/>
      <w:autoSpaceDN/>
      <w:spacing w:before="240" w:after="240" w:line="240" w:lineRule="auto"/>
      <w:ind w:hanging="1440"/>
      <w:textAlignment w:val="auto"/>
    </w:pPr>
    <w:rPr>
      <w:rFonts w:ascii="Arial" w:eastAsia="Times New Roman" w:hAnsi="Arial" w:cs="Arial"/>
      <w:bCs/>
      <w:i/>
      <w:kern w:val="0"/>
      <w:sz w:val="20"/>
      <w:szCs w:val="20"/>
      <w:u w:val="single"/>
    </w:rPr>
  </w:style>
  <w:style w:type="character" w:customStyle="1" w:styleId="Livello1Carattere">
    <w:name w:val="Livello1 Carattere"/>
    <w:basedOn w:val="Carpredefinitoparagrafo"/>
    <w:link w:val="Livello1"/>
    <w:locked/>
    <w:rsid w:val="00727FEE"/>
    <w:rPr>
      <w:rFonts w:ascii="Arial Grassetto" w:hAnsi="Arial Grassetto" w:cs="Verdana"/>
      <w:caps/>
    </w:rPr>
  </w:style>
  <w:style w:type="paragraph" w:customStyle="1" w:styleId="Livello1">
    <w:name w:val="Livello1"/>
    <w:next w:val="Normale"/>
    <w:link w:val="Livello1Carattere"/>
    <w:qFormat/>
    <w:rsid w:val="00727FEE"/>
    <w:pPr>
      <w:keepNext/>
      <w:widowControl/>
      <w:numPr>
        <w:numId w:val="30"/>
      </w:numPr>
      <w:suppressAutoHyphens w:val="0"/>
      <w:autoSpaceDN/>
      <w:spacing w:before="360" w:after="240" w:line="240" w:lineRule="auto"/>
      <w:ind w:left="0" w:hanging="357"/>
      <w:jc w:val="both"/>
      <w:textAlignment w:val="auto"/>
    </w:pPr>
    <w:rPr>
      <w:rFonts w:ascii="Arial Grassetto" w:hAnsi="Arial Grassetto" w:cs="Verdana"/>
      <w:caps/>
    </w:rPr>
  </w:style>
  <w:style w:type="paragraph" w:customStyle="1" w:styleId="Livello3">
    <w:name w:val="Livello3"/>
    <w:qFormat/>
    <w:rsid w:val="00727FEE"/>
    <w:pPr>
      <w:widowControl/>
      <w:numPr>
        <w:ilvl w:val="2"/>
        <w:numId w:val="30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eastAsia="Times New Roman" w:hAnsi="Arial" w:cs="Arial"/>
      <w:bCs/>
      <w:kern w:val="0"/>
      <w:sz w:val="20"/>
      <w:szCs w:val="20"/>
    </w:rPr>
  </w:style>
  <w:style w:type="character" w:customStyle="1" w:styleId="Livello4Carattere">
    <w:name w:val="Livello4 Carattere"/>
    <w:basedOn w:val="Carpredefinitoparagrafo"/>
    <w:link w:val="Livello4"/>
    <w:locked/>
    <w:rsid w:val="00727FEE"/>
    <w:rPr>
      <w:rFonts w:ascii="Arial" w:hAnsi="Arial" w:cs="Arial"/>
    </w:rPr>
  </w:style>
  <w:style w:type="paragraph" w:customStyle="1" w:styleId="Livello4">
    <w:name w:val="Livello4"/>
    <w:link w:val="Livello4Carattere"/>
    <w:qFormat/>
    <w:rsid w:val="00727FEE"/>
    <w:pPr>
      <w:widowControl/>
      <w:numPr>
        <w:ilvl w:val="3"/>
        <w:numId w:val="30"/>
      </w:numPr>
      <w:suppressAutoHyphens w:val="0"/>
      <w:autoSpaceDN/>
      <w:spacing w:before="180" w:after="180" w:line="240" w:lineRule="auto"/>
      <w:jc w:val="both"/>
      <w:textAlignment w:val="auto"/>
    </w:pPr>
    <w:rPr>
      <w:rFonts w:ascii="Arial" w:hAnsi="Arial" w:cs="Arial"/>
    </w:rPr>
  </w:style>
  <w:style w:type="paragraph" w:styleId="Rientrocorpodeltesto">
    <w:name w:val="Body Text Indent"/>
    <w:basedOn w:val="Normale"/>
    <w:link w:val="RientrocorpodeltestoCarattere"/>
    <w:semiHidden/>
    <w:rsid w:val="00DD7734"/>
    <w:pPr>
      <w:widowControl/>
      <w:suppressAutoHyphens w:val="0"/>
      <w:autoSpaceDN/>
      <w:spacing w:after="0" w:line="360" w:lineRule="auto"/>
      <w:ind w:left="360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DD7734"/>
    <w:rPr>
      <w:rFonts w:ascii="Arial" w:eastAsia="Times New Roman" w:hAnsi="Arial" w:cs="Arial"/>
      <w:kern w:val="0"/>
      <w:sz w:val="20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494E2D"/>
  </w:style>
  <w:style w:type="character" w:styleId="Enfasicorsivo">
    <w:name w:val="Emphasis"/>
    <w:basedOn w:val="Carpredefinitoparagrafo"/>
    <w:uiPriority w:val="20"/>
    <w:qFormat/>
    <w:rsid w:val="00494E2D"/>
    <w:rPr>
      <w:i/>
      <w:iCs/>
    </w:rPr>
  </w:style>
  <w:style w:type="character" w:styleId="Enfasigrassetto">
    <w:name w:val="Strong"/>
    <w:basedOn w:val="Carpredefinitoparagrafo"/>
    <w:uiPriority w:val="22"/>
    <w:qFormat/>
    <w:rsid w:val="008574CD"/>
    <w:rPr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9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908"/>
  </w:style>
  <w:style w:type="paragraph" w:customStyle="1" w:styleId="Normalelt">
    <w:name w:val="Normale lt"/>
    <w:basedOn w:val="Normale"/>
    <w:rsid w:val="00AA6171"/>
    <w:pPr>
      <w:widowControl/>
      <w:suppressAutoHyphens w:val="0"/>
      <w:autoSpaceDN/>
      <w:spacing w:before="120" w:after="120" w:line="360" w:lineRule="exact"/>
      <w:textAlignment w:val="auto"/>
    </w:pPr>
    <w:rPr>
      <w:rFonts w:ascii="Arial" w:eastAsia="Times New Roman" w:hAnsi="Arial" w:cs="Arial"/>
      <w:kern w:val="0"/>
      <w:sz w:val="20"/>
      <w:szCs w:val="24"/>
      <w:lang w:eastAsia="it-IT"/>
    </w:rPr>
  </w:style>
  <w:style w:type="paragraph" w:customStyle="1" w:styleId="Giustificato">
    <w:name w:val="Giustificato"/>
    <w:basedOn w:val="Normalelt"/>
    <w:rsid w:val="00AA617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0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5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1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5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7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5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C02A-4423-491E-9605-43AB5A8AC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75A987F</Template>
  <TotalTime>129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Finaosta S.p.A.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Crosa Ivana</dc:creator>
  <cp:lastModifiedBy>Stevenin Patrizia</cp:lastModifiedBy>
  <cp:revision>6</cp:revision>
  <cp:lastPrinted>2020-02-18T08:56:00Z</cp:lastPrinted>
  <dcterms:created xsi:type="dcterms:W3CDTF">2020-02-18T09:02:00Z</dcterms:created>
  <dcterms:modified xsi:type="dcterms:W3CDTF">2020-02-24T18:48:00Z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Finaosta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