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70" w:rsidRPr="00F66A70" w:rsidRDefault="00F66A70" w:rsidP="00F66A70">
      <w:pPr>
        <w:widowControl/>
        <w:suppressAutoHyphens w:val="0"/>
        <w:autoSpaceDN/>
        <w:spacing w:line="360" w:lineRule="auto"/>
        <w:jc w:val="right"/>
        <w:textAlignment w:val="auto"/>
        <w:rPr>
          <w:rFonts w:ascii="Arial" w:eastAsiaTheme="minorHAnsi" w:hAnsi="Arial" w:cs="Arial"/>
          <w:kern w:val="0"/>
          <w:sz w:val="20"/>
          <w:szCs w:val="20"/>
          <w:u w:val="single"/>
        </w:rPr>
      </w:pPr>
      <w:bookmarkStart w:id="0" w:name="_GoBack"/>
      <w:bookmarkEnd w:id="0"/>
      <w:r w:rsidRPr="00F66A70">
        <w:rPr>
          <w:rFonts w:ascii="Arial" w:eastAsiaTheme="minorHAnsi" w:hAnsi="Arial" w:cs="Arial"/>
          <w:kern w:val="0"/>
          <w:sz w:val="20"/>
          <w:szCs w:val="20"/>
          <w:u w:val="single"/>
        </w:rPr>
        <w:t>Allegato 1 - Istanza di partecipazione e annessa dichiarazione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</w:p>
    <w:p w:rsidR="00F66A70" w:rsidRPr="00F66A70" w:rsidRDefault="00F66A70" w:rsidP="00F66A70">
      <w:pPr>
        <w:widowControl/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eastAsiaTheme="minorHAnsi" w:hAnsi="Arial" w:cs="Arial"/>
          <w:b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 xml:space="preserve">Oggetto: </w:t>
      </w:r>
      <w:r w:rsidRPr="00F66A70">
        <w:rPr>
          <w:rFonts w:ascii="Arial" w:eastAsiaTheme="minorHAnsi" w:hAnsi="Arial" w:cs="Arial"/>
          <w:b/>
          <w:kern w:val="0"/>
          <w:sz w:val="20"/>
          <w:szCs w:val="20"/>
        </w:rPr>
        <w:t xml:space="preserve">AVVISO ESPLORATIVO EX ART. 66, COMMA 1 DEL D.LGS. 50/2016 PER VERIFICA DELL’INFUNGIBILITA’ </w:t>
      </w:r>
      <w:r w:rsidR="00A60CB2">
        <w:rPr>
          <w:rFonts w:ascii="Arial" w:eastAsiaTheme="minorHAnsi" w:hAnsi="Arial" w:cs="Arial"/>
          <w:b/>
          <w:kern w:val="0"/>
          <w:sz w:val="20"/>
          <w:szCs w:val="20"/>
        </w:rPr>
        <w:t xml:space="preserve">DEL </w:t>
      </w:r>
      <w:r w:rsidRPr="00F66A70">
        <w:rPr>
          <w:rFonts w:ascii="Arial" w:eastAsiaTheme="minorHAnsi" w:hAnsi="Arial" w:cs="Arial"/>
          <w:b/>
          <w:kern w:val="0"/>
          <w:sz w:val="20"/>
          <w:szCs w:val="20"/>
        </w:rPr>
        <w:t xml:space="preserve">SERVIZIO </w:t>
      </w:r>
    </w:p>
    <w:p w:rsidR="005A73F8" w:rsidRPr="005A73F8" w:rsidRDefault="005A73F8" w:rsidP="005A73F8">
      <w:pPr>
        <w:widowControl/>
        <w:suppressAutoHyphens w:val="0"/>
        <w:autoSpaceDE w:val="0"/>
        <w:adjustRightInd w:val="0"/>
        <w:spacing w:after="0" w:line="360" w:lineRule="auto"/>
        <w:jc w:val="center"/>
        <w:textAlignment w:val="auto"/>
        <w:rPr>
          <w:rFonts w:ascii="Arial" w:eastAsia="Times New Roman" w:hAnsi="Arial" w:cs="Arial"/>
          <w:b/>
          <w:i/>
          <w:caps/>
          <w:sz w:val="20"/>
          <w:szCs w:val="20"/>
        </w:rPr>
      </w:pPr>
      <w:r w:rsidRPr="005A73F8">
        <w:rPr>
          <w:rFonts w:ascii="Arial" w:hAnsi="Arial" w:cs="Arial"/>
          <w:b/>
          <w:i/>
          <w:sz w:val="18"/>
          <w:szCs w:val="18"/>
        </w:rPr>
        <w:t xml:space="preserve">SERVIZIO PER </w:t>
      </w:r>
      <w:r w:rsidRPr="005A73F8">
        <w:rPr>
          <w:rFonts w:ascii="Arial" w:eastAsia="Times New Roman" w:hAnsi="Arial" w:cs="Arial"/>
          <w:b/>
          <w:i/>
          <w:caps/>
          <w:sz w:val="20"/>
          <w:szCs w:val="20"/>
        </w:rPr>
        <w:t>L’AFFIDAMENTO DI UN SERVIZIO DI ASSISTENZA TECNICA PER COADIUVARE L’AMMINISTRAZIONE REGIONALE NELLA GESTIONE DELL’UFFICIO DI RAPPRESENTANZA DI BRUXELLES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 xml:space="preserve">Il sottoscritto ____________________________________________ nato il ______________________ a ______________________________ (_____) codice fiscale ______________________ in qualità di ________________________________________________________________________ dell’operatore economico __________________________________________ con sede legale in _________________ (_____) Via ______________________________________ Codice fiscale ________________________ Partita IVA _______________________________ Telefono __________________________ Telefax ____________________________________ e-mail ______________________________ PEC __________________________________________ 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>manifesta il proprio interesse a partecipare alla presente consultazione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>e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 xml:space="preserve">dichiara, ai sensi degli artt. 47 e 77-bis del Decreto del Presidente della Repubblica (D.P.R.) 28 dicembre 2000, n. 445, consapevole delle sanzioni penali previste dall’art. 76 del detto D.P.R. per le ipotesi di falsità in atti e dichiarazioni mendaci: </w:t>
      </w:r>
    </w:p>
    <w:p w:rsidR="005A73F8" w:rsidRPr="005A73F8" w:rsidRDefault="005A73F8" w:rsidP="005A73F8">
      <w:pPr>
        <w:widowControl/>
        <w:numPr>
          <w:ilvl w:val="0"/>
          <w:numId w:val="38"/>
        </w:numPr>
        <w:suppressAutoHyphens w:val="0"/>
        <w:autoSpaceDN/>
        <w:spacing w:before="100" w:beforeAutospacing="1" w:after="100" w:afterAutospacing="1" w:line="360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</w:pPr>
      <w:r w:rsidRPr="005A73F8"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  <w:t>di aver preso visione e di accettare le circostanze/condizioni dell’avviso;</w:t>
      </w:r>
    </w:p>
    <w:p w:rsidR="005A73F8" w:rsidRPr="005A73F8" w:rsidRDefault="005A73F8" w:rsidP="005A73F8">
      <w:pPr>
        <w:widowControl/>
        <w:numPr>
          <w:ilvl w:val="0"/>
          <w:numId w:val="38"/>
        </w:numPr>
        <w:suppressAutoHyphens w:val="0"/>
        <w:autoSpaceDN/>
        <w:spacing w:before="100" w:beforeAutospacing="1" w:after="100" w:afterAutospacing="1" w:line="360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</w:pPr>
      <w:r w:rsidRPr="005A73F8"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  <w:t>di non trovarsi nelle condizioni di esclusione dalla partecipazione indicate nell’avviso;</w:t>
      </w:r>
    </w:p>
    <w:p w:rsidR="00F66A70" w:rsidRPr="00F66A70" w:rsidRDefault="00F66A70" w:rsidP="00F66A70">
      <w:pPr>
        <w:widowControl/>
        <w:numPr>
          <w:ilvl w:val="0"/>
          <w:numId w:val="38"/>
        </w:numPr>
        <w:suppressAutoHyphens w:val="0"/>
        <w:autoSpaceDN/>
        <w:spacing w:before="100" w:beforeAutospacing="1" w:after="100" w:afterAutospacing="1" w:line="360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</w:pPr>
      <w:r w:rsidRPr="00F66A70"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  <w:t xml:space="preserve">di essere in possesso dei requisiti richiesti; </w:t>
      </w:r>
    </w:p>
    <w:p w:rsidR="00F66A70" w:rsidRPr="00F66A70" w:rsidRDefault="00F66A70" w:rsidP="00F66A70">
      <w:pPr>
        <w:widowControl/>
        <w:numPr>
          <w:ilvl w:val="0"/>
          <w:numId w:val="38"/>
        </w:numPr>
        <w:suppressAutoHyphens w:val="0"/>
        <w:autoSpaceDN/>
        <w:spacing w:before="100" w:beforeAutospacing="1" w:after="100" w:afterAutospacing="1" w:line="360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</w:pPr>
      <w:r w:rsidRPr="00F66A70"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  <w:t xml:space="preserve">di acconsentire preventivamente all’esecuzione, da parte di FINAOSTA S.p.A., ad ogni idoneo controllo per accertare la veridicità delle dichiarazioni sostitutive fornite; </w:t>
      </w:r>
    </w:p>
    <w:p w:rsidR="00F66A70" w:rsidRPr="00F66A70" w:rsidRDefault="00F66A70" w:rsidP="00F66A70">
      <w:pPr>
        <w:widowControl/>
        <w:numPr>
          <w:ilvl w:val="0"/>
          <w:numId w:val="38"/>
        </w:numPr>
        <w:suppressAutoHyphens w:val="0"/>
        <w:autoSpaceDN/>
        <w:spacing w:before="100" w:beforeAutospacing="1" w:after="100" w:afterAutospacing="1" w:line="360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</w:pPr>
      <w:r w:rsidRPr="00F66A70">
        <w:rPr>
          <w:rFonts w:ascii="Arial" w:eastAsiaTheme="minorHAnsi" w:hAnsi="Arial" w:cs="Arial"/>
          <w:color w:val="000000"/>
          <w:kern w:val="0"/>
          <w:sz w:val="20"/>
          <w:szCs w:val="20"/>
          <w:lang w:eastAsia="it-IT"/>
        </w:rPr>
        <w:t xml:space="preserve">di acconsentire al trattamento dei dati personali ai sensi della vigente normativa. </w:t>
      </w: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</w:p>
    <w:p w:rsidR="00F66A70" w:rsidRPr="00F66A70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kern w:val="0"/>
          <w:sz w:val="20"/>
          <w:szCs w:val="20"/>
        </w:rPr>
      </w:pPr>
      <w:r w:rsidRPr="00F66A70">
        <w:rPr>
          <w:rFonts w:ascii="Arial" w:eastAsiaTheme="minorHAnsi" w:hAnsi="Arial" w:cs="Arial"/>
          <w:kern w:val="0"/>
          <w:sz w:val="20"/>
          <w:szCs w:val="20"/>
        </w:rPr>
        <w:t>Data _</w:t>
      </w:r>
      <w:r>
        <w:rPr>
          <w:rFonts w:ascii="Arial" w:eastAsiaTheme="minorHAnsi" w:hAnsi="Arial" w:cs="Arial"/>
          <w:kern w:val="0"/>
          <w:sz w:val="20"/>
          <w:szCs w:val="20"/>
        </w:rPr>
        <w:t xml:space="preserve">______________           </w:t>
      </w:r>
      <w:r w:rsidRPr="00F66A70">
        <w:rPr>
          <w:rFonts w:ascii="Arial" w:eastAsiaTheme="minorHAnsi" w:hAnsi="Arial" w:cs="Arial"/>
          <w:kern w:val="0"/>
          <w:sz w:val="20"/>
          <w:szCs w:val="20"/>
        </w:rPr>
        <w:t>Firma del Legale Rappresentante ___________________________</w:t>
      </w:r>
    </w:p>
    <w:p w:rsidR="005A73F8" w:rsidRDefault="005A73F8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Theme="minorHAnsi" w:hAnsi="Arial" w:cs="Arial"/>
          <w:i/>
          <w:kern w:val="0"/>
          <w:sz w:val="20"/>
          <w:szCs w:val="20"/>
        </w:rPr>
      </w:pPr>
    </w:p>
    <w:p w:rsidR="005F7C1E" w:rsidRPr="00F13B0F" w:rsidRDefault="00F66A70" w:rsidP="00F66A7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color w:val="000000" w:themeColor="text1"/>
          <w:sz w:val="20"/>
          <w:szCs w:val="20"/>
        </w:rPr>
      </w:pPr>
      <w:r w:rsidRPr="00F66A70">
        <w:rPr>
          <w:rFonts w:ascii="Arial" w:eastAsiaTheme="minorHAnsi" w:hAnsi="Arial" w:cs="Arial"/>
          <w:i/>
          <w:kern w:val="0"/>
          <w:sz w:val="20"/>
          <w:szCs w:val="20"/>
        </w:rPr>
        <w:t>Allegati: n. 1 copia fotostatica del documento di identità in corso di validità del dichiarante</w:t>
      </w:r>
      <w:r w:rsidR="005A73F8">
        <w:rPr>
          <w:rFonts w:ascii="Arial" w:eastAsiaTheme="minorHAnsi" w:hAnsi="Arial" w:cs="Arial"/>
          <w:i/>
          <w:kern w:val="0"/>
          <w:sz w:val="20"/>
          <w:szCs w:val="20"/>
        </w:rPr>
        <w:t xml:space="preserve"> o firma digitale</w:t>
      </w:r>
    </w:p>
    <w:sectPr w:rsidR="005F7C1E" w:rsidRPr="00F13B0F" w:rsidSect="005A73F8">
      <w:footerReference w:type="default" r:id="rId9"/>
      <w:pgSz w:w="11906" w:h="16838"/>
      <w:pgMar w:top="1276" w:right="1274" w:bottom="1701" w:left="1701" w:header="72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4D6" w:rsidRDefault="002E74D6">
      <w:pPr>
        <w:spacing w:after="0" w:line="240" w:lineRule="auto"/>
      </w:pPr>
      <w:r>
        <w:separator/>
      </w:r>
    </w:p>
  </w:endnote>
  <w:endnote w:type="continuationSeparator" w:id="0">
    <w:p w:rsidR="002E74D6" w:rsidRDefault="002E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sett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4C" w:rsidRPr="006D54BA" w:rsidRDefault="00AB684C" w:rsidP="006D5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4D6" w:rsidRDefault="002E74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E74D6" w:rsidRDefault="002E7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B4E"/>
    <w:multiLevelType w:val="hybridMultilevel"/>
    <w:tmpl w:val="2D5C6EAE"/>
    <w:lvl w:ilvl="0" w:tplc="2A9C0E44">
      <w:numFmt w:val="bullet"/>
      <w:lvlText w:val="-"/>
      <w:lvlJc w:val="left"/>
      <w:pPr>
        <w:ind w:left="720" w:hanging="360"/>
      </w:pPr>
      <w:rPr>
        <w:rFonts w:ascii="Verdana" w:eastAsia="Cambria" w:hAnsi="Verdana" w:cs="Aria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453D2"/>
    <w:multiLevelType w:val="multilevel"/>
    <w:tmpl w:val="C95ED7D8"/>
    <w:styleLink w:val="WWNum13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5A144E"/>
    <w:multiLevelType w:val="multilevel"/>
    <w:tmpl w:val="2DD6E2DC"/>
    <w:styleLink w:val="WWNum5"/>
    <w:lvl w:ilvl="0">
      <w:start w:val="1"/>
      <w:numFmt w:val="lowerLetter"/>
      <w:lvlText w:val="%1)"/>
      <w:lvlJc w:val="left"/>
    </w:lvl>
    <w:lvl w:ilvl="1">
      <w:start w:val="1"/>
      <w:numFmt w:val="lowerRoman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8DE5B55"/>
    <w:multiLevelType w:val="multilevel"/>
    <w:tmpl w:val="06460F3A"/>
    <w:lvl w:ilvl="0">
      <w:start w:val="1"/>
      <w:numFmt w:val="decimal"/>
      <w:pStyle w:val="Livello1"/>
      <w:lvlText w:val="%1."/>
      <w:lvlJc w:val="left"/>
      <w:pPr>
        <w:ind w:left="720" w:hanging="360"/>
      </w:pPr>
      <w:rPr>
        <w:rFonts w:ascii="Arial Grassetto" w:hAnsi="Arial Grassetto" w:cs="Arial" w:hint="default"/>
        <w:b/>
        <w:i w:val="0"/>
        <w:sz w:val="20"/>
        <w:szCs w:val="20"/>
      </w:rPr>
    </w:lvl>
    <w:lvl w:ilvl="1">
      <w:start w:val="1"/>
      <w:numFmt w:val="decimal"/>
      <w:pStyle w:val="Livello2"/>
      <w:suff w:val="nothing"/>
      <w:lvlText w:val="%1.%2"/>
      <w:lvlJc w:val="left"/>
      <w:pPr>
        <w:ind w:left="1440" w:hanging="360"/>
      </w:pPr>
      <w:rPr>
        <w:b w:val="0"/>
        <w:bCs w:val="0"/>
        <w:i/>
        <w:iCs w:val="0"/>
        <w:caps w:val="0"/>
        <w:smallCaps w:val="0"/>
        <w:vanish w:val="0"/>
        <w:webHidden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ivello3"/>
      <w:lvlText w:val="(%3)"/>
      <w:lvlJc w:val="left"/>
      <w:pPr>
        <w:ind w:left="2160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ivello4"/>
      <w:lvlText w:val="(%4)"/>
      <w:lvlJc w:val="left"/>
      <w:pPr>
        <w:ind w:left="2880" w:hanging="360"/>
      </w:pPr>
    </w:lvl>
    <w:lvl w:ilvl="4">
      <w:start w:val="1"/>
      <w:numFmt w:val="decimal"/>
      <w:lvlRestart w:val="0"/>
      <w:lvlText w:val="%1.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371CF"/>
    <w:multiLevelType w:val="multilevel"/>
    <w:tmpl w:val="BE0ECCF4"/>
    <w:styleLink w:val="WW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CA0836"/>
    <w:multiLevelType w:val="multilevel"/>
    <w:tmpl w:val="4300B4A2"/>
    <w:styleLink w:val="WWNum16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0C147B1C"/>
    <w:multiLevelType w:val="multilevel"/>
    <w:tmpl w:val="4D82DC6C"/>
    <w:styleLink w:val="WWNum3"/>
    <w:lvl w:ilvl="0">
      <w:start w:val="8"/>
      <w:numFmt w:val="decimal"/>
      <w:lvlText w:val="%1."/>
      <w:lvlJc w:val="left"/>
      <w:rPr>
        <w:rFonts w:cs="Times New Roman"/>
      </w:rPr>
    </w:lvl>
    <w:lvl w:ilvl="1">
      <w:start w:val="2"/>
      <w:numFmt w:val="lowerLetter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>
    <w:nsid w:val="0E2F570B"/>
    <w:multiLevelType w:val="multilevel"/>
    <w:tmpl w:val="F4368586"/>
    <w:styleLink w:val="WWNum7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0E493359"/>
    <w:multiLevelType w:val="multilevel"/>
    <w:tmpl w:val="45403AFE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1BA4190"/>
    <w:multiLevelType w:val="multilevel"/>
    <w:tmpl w:val="09F2E3E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46E7E39"/>
    <w:multiLevelType w:val="hybridMultilevel"/>
    <w:tmpl w:val="4F1C4582"/>
    <w:lvl w:ilvl="0" w:tplc="3146C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7F106A"/>
    <w:multiLevelType w:val="multilevel"/>
    <w:tmpl w:val="B4DCD576"/>
    <w:styleLink w:val="WWNum19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15367BE5"/>
    <w:multiLevelType w:val="multilevel"/>
    <w:tmpl w:val="99AC0158"/>
    <w:styleLink w:val="WWNum17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53F52EE"/>
    <w:multiLevelType w:val="multilevel"/>
    <w:tmpl w:val="91225C88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1B8D2191"/>
    <w:multiLevelType w:val="multilevel"/>
    <w:tmpl w:val="BA90C67A"/>
    <w:styleLink w:val="WWNum25"/>
    <w:lvl w:ilvl="0">
      <w:numFmt w:val="bullet"/>
      <w:lvlText w:val="-"/>
      <w:lvlJc w:val="left"/>
      <w:rPr>
        <w:rFonts w:ascii="Calibri" w:hAnsi="Calibri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0B74B10"/>
    <w:multiLevelType w:val="multilevel"/>
    <w:tmpl w:val="BB2E7310"/>
    <w:styleLink w:val="WWNum1"/>
    <w:lvl w:ilvl="0">
      <w:start w:val="1"/>
      <w:numFmt w:val="lowerLetter"/>
      <w:lvlText w:val="%1)"/>
      <w:lvlJc w:val="left"/>
    </w:lvl>
    <w:lvl w:ilvl="1">
      <w:start w:val="1"/>
      <w:numFmt w:val="lowerRoman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3B75E6F"/>
    <w:multiLevelType w:val="multilevel"/>
    <w:tmpl w:val="2CD412F2"/>
    <w:styleLink w:val="WWNum28"/>
    <w:lvl w:ilvl="0">
      <w:start w:val="1"/>
      <w:numFmt w:val="lowerLetter"/>
      <w:lvlText w:val="%1)"/>
      <w:lvlJc w:val="left"/>
    </w:lvl>
    <w:lvl w:ilvl="1">
      <w:numFmt w:val="bullet"/>
      <w:lvlText w:val="-"/>
      <w:lvlJc w:val="left"/>
      <w:rPr>
        <w:rFonts w:ascii="Verdana" w:eastAsia="Times New Roman" w:hAnsi="Verdana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267C2C8C"/>
    <w:multiLevelType w:val="hybridMultilevel"/>
    <w:tmpl w:val="65A853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2874303E"/>
    <w:multiLevelType w:val="hybridMultilevel"/>
    <w:tmpl w:val="B7C0D38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605610">
      <w:numFmt w:val="bullet"/>
      <w:lvlText w:val="•"/>
      <w:lvlJc w:val="left"/>
      <w:pPr>
        <w:ind w:left="2400" w:hanging="420"/>
      </w:pPr>
      <w:rPr>
        <w:rFonts w:ascii="Arial" w:eastAsia="SimSu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FB2FDC"/>
    <w:multiLevelType w:val="multilevel"/>
    <w:tmpl w:val="96CEFC74"/>
    <w:styleLink w:val="WWNum22"/>
    <w:lvl w:ilvl="0">
      <w:numFmt w:val="bullet"/>
      <w:lvlText w:val="-"/>
      <w:lvlJc w:val="left"/>
      <w:rPr>
        <w:rFonts w:ascii="Verdana" w:hAnsi="Verdana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F4462D0"/>
    <w:multiLevelType w:val="hybridMultilevel"/>
    <w:tmpl w:val="E7428B42"/>
    <w:lvl w:ilvl="0" w:tplc="12D01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882"/>
    <w:multiLevelType w:val="hybridMultilevel"/>
    <w:tmpl w:val="B5027A2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8970001"/>
    <w:multiLevelType w:val="multilevel"/>
    <w:tmpl w:val="AA14759A"/>
    <w:styleLink w:val="WWNum15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-"/>
      <w:lvlJc w:val="left"/>
      <w:rPr>
        <w:rFonts w:eastAsia="Times New Roman"/>
        <w:dstrike/>
        <w:u w:val="none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">
    <w:nsid w:val="4FFB169A"/>
    <w:multiLevelType w:val="multilevel"/>
    <w:tmpl w:val="9BE8B340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-"/>
      <w:lvlJc w:val="left"/>
      <w:rPr>
        <w:rFonts w:eastAsia="Times New Roman"/>
        <w:dstrike/>
        <w:u w:val="none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>
    <w:nsid w:val="5087201A"/>
    <w:multiLevelType w:val="multilevel"/>
    <w:tmpl w:val="977AB0A2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6682320"/>
    <w:multiLevelType w:val="hybridMultilevel"/>
    <w:tmpl w:val="6E74D392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9D6053"/>
    <w:multiLevelType w:val="multilevel"/>
    <w:tmpl w:val="2DF68E2E"/>
    <w:styleLink w:val="WWNum4"/>
    <w:lvl w:ilvl="0">
      <w:start w:val="8"/>
      <w:numFmt w:val="decimal"/>
      <w:lvlText w:val="%1."/>
      <w:lvlJc w:val="left"/>
      <w:rPr>
        <w:rFonts w:cs="Times New Roman"/>
      </w:rPr>
    </w:lvl>
    <w:lvl w:ilvl="1">
      <w:start w:val="2"/>
      <w:numFmt w:val="lowerLetter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">
    <w:nsid w:val="5D221C8B"/>
    <w:multiLevelType w:val="multilevel"/>
    <w:tmpl w:val="6484A68E"/>
    <w:styleLink w:val="WWNum24"/>
    <w:lvl w:ilvl="0">
      <w:numFmt w:val="bullet"/>
      <w:lvlText w:val="-"/>
      <w:lvlJc w:val="left"/>
      <w:rPr>
        <w:rFonts w:ascii="Calibri" w:hAnsi="Calibri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5ED734D3"/>
    <w:multiLevelType w:val="multilevel"/>
    <w:tmpl w:val="A0320F1C"/>
    <w:styleLink w:val="WWNum6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5F0F7ECF"/>
    <w:multiLevelType w:val="multilevel"/>
    <w:tmpl w:val="38744656"/>
    <w:styleLink w:val="WWNum20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67B562BF"/>
    <w:multiLevelType w:val="multilevel"/>
    <w:tmpl w:val="247278D6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9F77A4E"/>
    <w:multiLevelType w:val="multilevel"/>
    <w:tmpl w:val="C8E48D1E"/>
    <w:styleLink w:val="WWNum21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6F70750A"/>
    <w:multiLevelType w:val="multilevel"/>
    <w:tmpl w:val="B374D64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6F9A3199"/>
    <w:multiLevelType w:val="multilevel"/>
    <w:tmpl w:val="EEE4490E"/>
    <w:styleLink w:val="WWNum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6C004F9"/>
    <w:multiLevelType w:val="multilevel"/>
    <w:tmpl w:val="D0BAF6F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7E56C19"/>
    <w:multiLevelType w:val="multilevel"/>
    <w:tmpl w:val="B4B64D7A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793653AD"/>
    <w:multiLevelType w:val="hybridMultilevel"/>
    <w:tmpl w:val="AB345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62369"/>
    <w:multiLevelType w:val="hybridMultilevel"/>
    <w:tmpl w:val="7D6AED8C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3"/>
  </w:num>
  <w:num w:numId="3">
    <w:abstractNumId w:val="6"/>
  </w:num>
  <w:num w:numId="4">
    <w:abstractNumId w:val="26"/>
  </w:num>
  <w:num w:numId="5">
    <w:abstractNumId w:val="2"/>
  </w:num>
  <w:num w:numId="6">
    <w:abstractNumId w:val="28"/>
  </w:num>
  <w:num w:numId="7">
    <w:abstractNumId w:val="7"/>
  </w:num>
  <w:num w:numId="8">
    <w:abstractNumId w:val="33"/>
  </w:num>
  <w:num w:numId="9">
    <w:abstractNumId w:val="34"/>
  </w:num>
  <w:num w:numId="10">
    <w:abstractNumId w:val="4"/>
  </w:num>
  <w:num w:numId="11">
    <w:abstractNumId w:val="13"/>
  </w:num>
  <w:num w:numId="12">
    <w:abstractNumId w:val="9"/>
  </w:num>
  <w:num w:numId="13">
    <w:abstractNumId w:val="1"/>
  </w:num>
  <w:num w:numId="14">
    <w:abstractNumId w:val="8"/>
  </w:num>
  <w:num w:numId="15">
    <w:abstractNumId w:val="22"/>
  </w:num>
  <w:num w:numId="16">
    <w:abstractNumId w:val="5"/>
  </w:num>
  <w:num w:numId="17">
    <w:abstractNumId w:val="12"/>
  </w:num>
  <w:num w:numId="18">
    <w:abstractNumId w:val="32"/>
  </w:num>
  <w:num w:numId="19">
    <w:abstractNumId w:val="11"/>
  </w:num>
  <w:num w:numId="20">
    <w:abstractNumId w:val="29"/>
  </w:num>
  <w:num w:numId="21">
    <w:abstractNumId w:val="31"/>
  </w:num>
  <w:num w:numId="22">
    <w:abstractNumId w:val="19"/>
  </w:num>
  <w:num w:numId="23">
    <w:abstractNumId w:val="24"/>
  </w:num>
  <w:num w:numId="24">
    <w:abstractNumId w:val="27"/>
  </w:num>
  <w:num w:numId="25">
    <w:abstractNumId w:val="14"/>
  </w:num>
  <w:num w:numId="26">
    <w:abstractNumId w:val="35"/>
  </w:num>
  <w:num w:numId="27">
    <w:abstractNumId w:val="30"/>
  </w:num>
  <w:num w:numId="28">
    <w:abstractNumId w:val="1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7"/>
  </w:num>
  <w:num w:numId="32">
    <w:abstractNumId w:val="0"/>
  </w:num>
  <w:num w:numId="33">
    <w:abstractNumId w:val="36"/>
  </w:num>
  <w:num w:numId="34">
    <w:abstractNumId w:val="18"/>
  </w:num>
  <w:num w:numId="35">
    <w:abstractNumId w:val="20"/>
  </w:num>
  <w:num w:numId="36">
    <w:abstractNumId w:val="21"/>
  </w:num>
  <w:num w:numId="37">
    <w:abstractNumId w:val="17"/>
  </w:num>
  <w:num w:numId="3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D1560"/>
    <w:rsid w:val="00032A1C"/>
    <w:rsid w:val="00050F64"/>
    <w:rsid w:val="00054D4A"/>
    <w:rsid w:val="000630E1"/>
    <w:rsid w:val="00065E9E"/>
    <w:rsid w:val="00077F31"/>
    <w:rsid w:val="00086A03"/>
    <w:rsid w:val="000A74F7"/>
    <w:rsid w:val="000B2D6C"/>
    <w:rsid w:val="000B6A32"/>
    <w:rsid w:val="000B7E01"/>
    <w:rsid w:val="000E40D6"/>
    <w:rsid w:val="000F3182"/>
    <w:rsid w:val="00101385"/>
    <w:rsid w:val="00141E1B"/>
    <w:rsid w:val="0015473F"/>
    <w:rsid w:val="00161D09"/>
    <w:rsid w:val="00161F44"/>
    <w:rsid w:val="001B2A19"/>
    <w:rsid w:val="001B4038"/>
    <w:rsid w:val="001B60C8"/>
    <w:rsid w:val="001D62FC"/>
    <w:rsid w:val="001F1FBB"/>
    <w:rsid w:val="001F3137"/>
    <w:rsid w:val="00213F84"/>
    <w:rsid w:val="00217B62"/>
    <w:rsid w:val="0025600B"/>
    <w:rsid w:val="00270E7D"/>
    <w:rsid w:val="00294131"/>
    <w:rsid w:val="002B3B1D"/>
    <w:rsid w:val="002B77AB"/>
    <w:rsid w:val="002D1A7C"/>
    <w:rsid w:val="002E74D6"/>
    <w:rsid w:val="002F0C9A"/>
    <w:rsid w:val="002F148B"/>
    <w:rsid w:val="0030597C"/>
    <w:rsid w:val="003312B1"/>
    <w:rsid w:val="003475E3"/>
    <w:rsid w:val="003629FB"/>
    <w:rsid w:val="003B0580"/>
    <w:rsid w:val="003E5A84"/>
    <w:rsid w:val="004276ED"/>
    <w:rsid w:val="004338FC"/>
    <w:rsid w:val="004415CE"/>
    <w:rsid w:val="00457813"/>
    <w:rsid w:val="00473A3D"/>
    <w:rsid w:val="0047647F"/>
    <w:rsid w:val="004779DE"/>
    <w:rsid w:val="00480CC8"/>
    <w:rsid w:val="0048459A"/>
    <w:rsid w:val="00490A0F"/>
    <w:rsid w:val="00494E2D"/>
    <w:rsid w:val="00497704"/>
    <w:rsid w:val="004D1560"/>
    <w:rsid w:val="004D2BD5"/>
    <w:rsid w:val="004F4E32"/>
    <w:rsid w:val="00511BC7"/>
    <w:rsid w:val="005145D9"/>
    <w:rsid w:val="00525DAD"/>
    <w:rsid w:val="005447E5"/>
    <w:rsid w:val="005467BB"/>
    <w:rsid w:val="0054784F"/>
    <w:rsid w:val="00550572"/>
    <w:rsid w:val="00556131"/>
    <w:rsid w:val="00577941"/>
    <w:rsid w:val="0058299F"/>
    <w:rsid w:val="00595ED5"/>
    <w:rsid w:val="005A01A9"/>
    <w:rsid w:val="005A73F8"/>
    <w:rsid w:val="005B6B48"/>
    <w:rsid w:val="005C5564"/>
    <w:rsid w:val="005C725A"/>
    <w:rsid w:val="005D4559"/>
    <w:rsid w:val="005D5989"/>
    <w:rsid w:val="005D75D9"/>
    <w:rsid w:val="005F2BA5"/>
    <w:rsid w:val="005F67E2"/>
    <w:rsid w:val="005F7C1E"/>
    <w:rsid w:val="00607FCB"/>
    <w:rsid w:val="00614620"/>
    <w:rsid w:val="00620C84"/>
    <w:rsid w:val="00637AFD"/>
    <w:rsid w:val="00670901"/>
    <w:rsid w:val="006A129C"/>
    <w:rsid w:val="006C7749"/>
    <w:rsid w:val="006D3C44"/>
    <w:rsid w:val="006D54BA"/>
    <w:rsid w:val="006E57EB"/>
    <w:rsid w:val="006F0B45"/>
    <w:rsid w:val="00703038"/>
    <w:rsid w:val="00705BB8"/>
    <w:rsid w:val="00711289"/>
    <w:rsid w:val="007228A0"/>
    <w:rsid w:val="00723A79"/>
    <w:rsid w:val="00727FEE"/>
    <w:rsid w:val="00771F44"/>
    <w:rsid w:val="007822B3"/>
    <w:rsid w:val="0078584C"/>
    <w:rsid w:val="007A2200"/>
    <w:rsid w:val="007B1D41"/>
    <w:rsid w:val="007C1186"/>
    <w:rsid w:val="007C1E8F"/>
    <w:rsid w:val="007C27DF"/>
    <w:rsid w:val="007D0503"/>
    <w:rsid w:val="007D0A83"/>
    <w:rsid w:val="007E3BDB"/>
    <w:rsid w:val="00813876"/>
    <w:rsid w:val="00823193"/>
    <w:rsid w:val="00841B2A"/>
    <w:rsid w:val="008439DA"/>
    <w:rsid w:val="008441E4"/>
    <w:rsid w:val="0084603E"/>
    <w:rsid w:val="008574CD"/>
    <w:rsid w:val="00866431"/>
    <w:rsid w:val="0087613B"/>
    <w:rsid w:val="008772B6"/>
    <w:rsid w:val="00881BD3"/>
    <w:rsid w:val="008A605B"/>
    <w:rsid w:val="008E0C0E"/>
    <w:rsid w:val="008F1E08"/>
    <w:rsid w:val="00911E77"/>
    <w:rsid w:val="00916EC1"/>
    <w:rsid w:val="00927289"/>
    <w:rsid w:val="00957F45"/>
    <w:rsid w:val="00971B69"/>
    <w:rsid w:val="00992D02"/>
    <w:rsid w:val="009B38A4"/>
    <w:rsid w:val="009B682D"/>
    <w:rsid w:val="009C4D02"/>
    <w:rsid w:val="009D0183"/>
    <w:rsid w:val="009E0090"/>
    <w:rsid w:val="009E1843"/>
    <w:rsid w:val="009F24C1"/>
    <w:rsid w:val="009F58A6"/>
    <w:rsid w:val="009F5A80"/>
    <w:rsid w:val="00A06E85"/>
    <w:rsid w:val="00A15908"/>
    <w:rsid w:val="00A50BEC"/>
    <w:rsid w:val="00A60CB2"/>
    <w:rsid w:val="00A73F3A"/>
    <w:rsid w:val="00A87A02"/>
    <w:rsid w:val="00A94F71"/>
    <w:rsid w:val="00AA46B1"/>
    <w:rsid w:val="00AA6171"/>
    <w:rsid w:val="00AB684C"/>
    <w:rsid w:val="00AC6A46"/>
    <w:rsid w:val="00AF4BD2"/>
    <w:rsid w:val="00B26868"/>
    <w:rsid w:val="00B42AE2"/>
    <w:rsid w:val="00B7224F"/>
    <w:rsid w:val="00B94AA2"/>
    <w:rsid w:val="00BA2A75"/>
    <w:rsid w:val="00BB3736"/>
    <w:rsid w:val="00BC3CF1"/>
    <w:rsid w:val="00BD1E79"/>
    <w:rsid w:val="00C32467"/>
    <w:rsid w:val="00C6713B"/>
    <w:rsid w:val="00C970EB"/>
    <w:rsid w:val="00CD6352"/>
    <w:rsid w:val="00D01896"/>
    <w:rsid w:val="00D04674"/>
    <w:rsid w:val="00D05C55"/>
    <w:rsid w:val="00D07355"/>
    <w:rsid w:val="00D1603A"/>
    <w:rsid w:val="00D2285B"/>
    <w:rsid w:val="00D40E02"/>
    <w:rsid w:val="00D44F12"/>
    <w:rsid w:val="00D6391D"/>
    <w:rsid w:val="00D66A39"/>
    <w:rsid w:val="00D77E7F"/>
    <w:rsid w:val="00D839AA"/>
    <w:rsid w:val="00DB4A74"/>
    <w:rsid w:val="00DB618E"/>
    <w:rsid w:val="00DD4D97"/>
    <w:rsid w:val="00DD7734"/>
    <w:rsid w:val="00DE3E12"/>
    <w:rsid w:val="00E03181"/>
    <w:rsid w:val="00E16002"/>
    <w:rsid w:val="00E1651B"/>
    <w:rsid w:val="00E3743A"/>
    <w:rsid w:val="00E451DF"/>
    <w:rsid w:val="00E55C7B"/>
    <w:rsid w:val="00E57DFB"/>
    <w:rsid w:val="00E7097B"/>
    <w:rsid w:val="00E835A3"/>
    <w:rsid w:val="00E91E0A"/>
    <w:rsid w:val="00E96B65"/>
    <w:rsid w:val="00EC2916"/>
    <w:rsid w:val="00ED73F6"/>
    <w:rsid w:val="00F004FC"/>
    <w:rsid w:val="00F01C43"/>
    <w:rsid w:val="00F06353"/>
    <w:rsid w:val="00F13B0F"/>
    <w:rsid w:val="00F31288"/>
    <w:rsid w:val="00F35236"/>
    <w:rsid w:val="00F360A5"/>
    <w:rsid w:val="00F66A70"/>
    <w:rsid w:val="00F67F02"/>
    <w:rsid w:val="00FA46B3"/>
    <w:rsid w:val="00FB52C3"/>
    <w:rsid w:val="00FD507C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Standard"/>
    <w:next w:val="Textbody"/>
    <w:pPr>
      <w:tabs>
        <w:tab w:val="left" w:pos="1135"/>
        <w:tab w:val="left" w:pos="2728"/>
        <w:tab w:val="left" w:pos="2785"/>
      </w:tabs>
      <w:spacing w:before="120" w:after="120" w:line="240" w:lineRule="atLeast"/>
      <w:ind w:left="568" w:hanging="284"/>
      <w:jc w:val="both"/>
      <w:outlineLvl w:val="2"/>
    </w:pPr>
    <w:rPr>
      <w:rFonts w:ascii="Bookman" w:eastAsia="PMingLiU" w:hAnsi="Bookman" w:cs="Times New Roman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aliases w:val="Table of contents numbered"/>
    <w:basedOn w:val="Standard"/>
    <w:uiPriority w:val="34"/>
    <w:qFormat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3Carattere">
    <w:name w:val="Titolo 3 Carattere"/>
    <w:basedOn w:val="Carpredefinitoparagrafo"/>
    <w:rPr>
      <w:rFonts w:ascii="Bookman" w:eastAsia="PMingLiU" w:hAnsi="Bookman" w:cs="Times New Roman"/>
      <w:sz w:val="18"/>
      <w:szCs w:val="20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aragrafoelencoCarattere">
    <w:name w:val="Paragrafo elenco Carattere"/>
    <w:aliases w:val="Table of contents numbered Carattere"/>
    <w:uiPriority w:val="34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  <w:dstrike/>
      <w:u w:val="non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character" w:styleId="Collegamentoipertestuale">
    <w:name w:val="Hyperlink"/>
    <w:basedOn w:val="Carpredefinitoparagrafo"/>
    <w:uiPriority w:val="99"/>
    <w:unhideWhenUsed/>
    <w:rsid w:val="001D62FC"/>
    <w:rPr>
      <w:color w:val="0000FF" w:themeColor="hyperlink"/>
      <w:u w:val="single"/>
    </w:rPr>
  </w:style>
  <w:style w:type="paragraph" w:customStyle="1" w:styleId="Livello2">
    <w:name w:val="Livello2"/>
    <w:qFormat/>
    <w:rsid w:val="00727FEE"/>
    <w:pPr>
      <w:keepNext/>
      <w:widowControl/>
      <w:numPr>
        <w:ilvl w:val="1"/>
        <w:numId w:val="29"/>
      </w:numPr>
      <w:suppressAutoHyphens w:val="0"/>
      <w:autoSpaceDN/>
      <w:spacing w:before="240" w:after="240" w:line="240" w:lineRule="auto"/>
      <w:ind w:hanging="1440"/>
      <w:textAlignment w:val="auto"/>
    </w:pPr>
    <w:rPr>
      <w:rFonts w:ascii="Arial" w:eastAsia="Times New Roman" w:hAnsi="Arial" w:cs="Arial"/>
      <w:bCs/>
      <w:i/>
      <w:kern w:val="0"/>
      <w:sz w:val="20"/>
      <w:szCs w:val="20"/>
      <w:u w:val="single"/>
    </w:rPr>
  </w:style>
  <w:style w:type="character" w:customStyle="1" w:styleId="Livello1Carattere">
    <w:name w:val="Livello1 Carattere"/>
    <w:basedOn w:val="Carpredefinitoparagrafo"/>
    <w:link w:val="Livello1"/>
    <w:locked/>
    <w:rsid w:val="00727FEE"/>
    <w:rPr>
      <w:rFonts w:ascii="Arial Grassetto" w:hAnsi="Arial Grassetto" w:cs="Verdana"/>
      <w:caps/>
    </w:rPr>
  </w:style>
  <w:style w:type="paragraph" w:customStyle="1" w:styleId="Livello1">
    <w:name w:val="Livello1"/>
    <w:next w:val="Normale"/>
    <w:link w:val="Livello1Carattere"/>
    <w:qFormat/>
    <w:rsid w:val="00727FEE"/>
    <w:pPr>
      <w:keepNext/>
      <w:widowControl/>
      <w:numPr>
        <w:numId w:val="29"/>
      </w:numPr>
      <w:suppressAutoHyphens w:val="0"/>
      <w:autoSpaceDN/>
      <w:spacing w:before="360" w:after="240" w:line="240" w:lineRule="auto"/>
      <w:ind w:left="0" w:hanging="357"/>
      <w:jc w:val="both"/>
      <w:textAlignment w:val="auto"/>
    </w:pPr>
    <w:rPr>
      <w:rFonts w:ascii="Arial Grassetto" w:hAnsi="Arial Grassetto" w:cs="Verdana"/>
      <w:caps/>
    </w:rPr>
  </w:style>
  <w:style w:type="paragraph" w:customStyle="1" w:styleId="Livello3">
    <w:name w:val="Livello3"/>
    <w:qFormat/>
    <w:rsid w:val="00727FEE"/>
    <w:pPr>
      <w:widowControl/>
      <w:numPr>
        <w:ilvl w:val="2"/>
        <w:numId w:val="29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eastAsia="Times New Roman" w:hAnsi="Arial" w:cs="Arial"/>
      <w:bCs/>
      <w:kern w:val="0"/>
      <w:sz w:val="20"/>
      <w:szCs w:val="20"/>
    </w:rPr>
  </w:style>
  <w:style w:type="character" w:customStyle="1" w:styleId="Livello4Carattere">
    <w:name w:val="Livello4 Carattere"/>
    <w:basedOn w:val="Carpredefinitoparagrafo"/>
    <w:link w:val="Livello4"/>
    <w:locked/>
    <w:rsid w:val="00727FEE"/>
    <w:rPr>
      <w:rFonts w:ascii="Arial" w:hAnsi="Arial" w:cs="Arial"/>
    </w:rPr>
  </w:style>
  <w:style w:type="paragraph" w:customStyle="1" w:styleId="Livello4">
    <w:name w:val="Livello4"/>
    <w:link w:val="Livello4Carattere"/>
    <w:qFormat/>
    <w:rsid w:val="00727FEE"/>
    <w:pPr>
      <w:widowControl/>
      <w:numPr>
        <w:ilvl w:val="3"/>
        <w:numId w:val="29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semiHidden/>
    <w:rsid w:val="00DD7734"/>
    <w:pPr>
      <w:widowControl/>
      <w:suppressAutoHyphens w:val="0"/>
      <w:autoSpaceDN/>
      <w:spacing w:after="0" w:line="360" w:lineRule="auto"/>
      <w:ind w:left="360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7734"/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94E2D"/>
  </w:style>
  <w:style w:type="character" w:styleId="Enfasicorsivo">
    <w:name w:val="Emphasis"/>
    <w:basedOn w:val="Carpredefinitoparagrafo"/>
    <w:uiPriority w:val="20"/>
    <w:qFormat/>
    <w:rsid w:val="00494E2D"/>
    <w:rPr>
      <w:i/>
      <w:iCs/>
    </w:rPr>
  </w:style>
  <w:style w:type="character" w:styleId="Enfasigrassetto">
    <w:name w:val="Strong"/>
    <w:basedOn w:val="Carpredefinitoparagrafo"/>
    <w:uiPriority w:val="22"/>
    <w:qFormat/>
    <w:rsid w:val="008574CD"/>
    <w:rPr>
      <w:b/>
      <w:bCs/>
    </w:rPr>
  </w:style>
  <w:style w:type="paragraph" w:styleId="Corpotesto">
    <w:name w:val="Body Text"/>
    <w:basedOn w:val="Normale"/>
    <w:link w:val="CorpotestoCarattere"/>
    <w:uiPriority w:val="99"/>
    <w:unhideWhenUsed/>
    <w:rsid w:val="00A159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15908"/>
  </w:style>
  <w:style w:type="paragraph" w:customStyle="1" w:styleId="Normalelt">
    <w:name w:val="Normale lt"/>
    <w:basedOn w:val="Normale"/>
    <w:rsid w:val="00AA6171"/>
    <w:pPr>
      <w:widowControl/>
      <w:suppressAutoHyphens w:val="0"/>
      <w:autoSpaceDN/>
      <w:spacing w:before="120" w:after="120" w:line="360" w:lineRule="exact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Giustificato">
    <w:name w:val="Giustificato"/>
    <w:basedOn w:val="Normalelt"/>
    <w:rsid w:val="00AA6171"/>
    <w:pPr>
      <w:jc w:val="both"/>
    </w:pPr>
  </w:style>
  <w:style w:type="character" w:styleId="Rimandocommento">
    <w:name w:val="annotation reference"/>
    <w:basedOn w:val="Carpredefinitoparagrafo"/>
    <w:uiPriority w:val="99"/>
    <w:semiHidden/>
    <w:unhideWhenUsed/>
    <w:rsid w:val="00217B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B6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B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B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B6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Standard"/>
    <w:next w:val="Textbody"/>
    <w:pPr>
      <w:tabs>
        <w:tab w:val="left" w:pos="1135"/>
        <w:tab w:val="left" w:pos="2728"/>
        <w:tab w:val="left" w:pos="2785"/>
      </w:tabs>
      <w:spacing w:before="120" w:after="120" w:line="240" w:lineRule="atLeast"/>
      <w:ind w:left="568" w:hanging="284"/>
      <w:jc w:val="both"/>
      <w:outlineLvl w:val="2"/>
    </w:pPr>
    <w:rPr>
      <w:rFonts w:ascii="Bookman" w:eastAsia="PMingLiU" w:hAnsi="Bookman" w:cs="Times New Roman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aliases w:val="Table of contents numbered"/>
    <w:basedOn w:val="Standard"/>
    <w:uiPriority w:val="34"/>
    <w:qFormat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3Carattere">
    <w:name w:val="Titolo 3 Carattere"/>
    <w:basedOn w:val="Carpredefinitoparagrafo"/>
    <w:rPr>
      <w:rFonts w:ascii="Bookman" w:eastAsia="PMingLiU" w:hAnsi="Bookman" w:cs="Times New Roman"/>
      <w:sz w:val="18"/>
      <w:szCs w:val="20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aragrafoelencoCarattere">
    <w:name w:val="Paragrafo elenco Carattere"/>
    <w:aliases w:val="Table of contents numbered Carattere"/>
    <w:uiPriority w:val="34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  <w:dstrike/>
      <w:u w:val="non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character" w:styleId="Collegamentoipertestuale">
    <w:name w:val="Hyperlink"/>
    <w:basedOn w:val="Carpredefinitoparagrafo"/>
    <w:uiPriority w:val="99"/>
    <w:unhideWhenUsed/>
    <w:rsid w:val="001D62FC"/>
    <w:rPr>
      <w:color w:val="0000FF" w:themeColor="hyperlink"/>
      <w:u w:val="single"/>
    </w:rPr>
  </w:style>
  <w:style w:type="paragraph" w:customStyle="1" w:styleId="Livello2">
    <w:name w:val="Livello2"/>
    <w:qFormat/>
    <w:rsid w:val="00727FEE"/>
    <w:pPr>
      <w:keepNext/>
      <w:widowControl/>
      <w:numPr>
        <w:ilvl w:val="1"/>
        <w:numId w:val="29"/>
      </w:numPr>
      <w:suppressAutoHyphens w:val="0"/>
      <w:autoSpaceDN/>
      <w:spacing w:before="240" w:after="240" w:line="240" w:lineRule="auto"/>
      <w:ind w:hanging="1440"/>
      <w:textAlignment w:val="auto"/>
    </w:pPr>
    <w:rPr>
      <w:rFonts w:ascii="Arial" w:eastAsia="Times New Roman" w:hAnsi="Arial" w:cs="Arial"/>
      <w:bCs/>
      <w:i/>
      <w:kern w:val="0"/>
      <w:sz w:val="20"/>
      <w:szCs w:val="20"/>
      <w:u w:val="single"/>
    </w:rPr>
  </w:style>
  <w:style w:type="character" w:customStyle="1" w:styleId="Livello1Carattere">
    <w:name w:val="Livello1 Carattere"/>
    <w:basedOn w:val="Carpredefinitoparagrafo"/>
    <w:link w:val="Livello1"/>
    <w:locked/>
    <w:rsid w:val="00727FEE"/>
    <w:rPr>
      <w:rFonts w:ascii="Arial Grassetto" w:hAnsi="Arial Grassetto" w:cs="Verdana"/>
      <w:caps/>
    </w:rPr>
  </w:style>
  <w:style w:type="paragraph" w:customStyle="1" w:styleId="Livello1">
    <w:name w:val="Livello1"/>
    <w:next w:val="Normale"/>
    <w:link w:val="Livello1Carattere"/>
    <w:qFormat/>
    <w:rsid w:val="00727FEE"/>
    <w:pPr>
      <w:keepNext/>
      <w:widowControl/>
      <w:numPr>
        <w:numId w:val="29"/>
      </w:numPr>
      <w:suppressAutoHyphens w:val="0"/>
      <w:autoSpaceDN/>
      <w:spacing w:before="360" w:after="240" w:line="240" w:lineRule="auto"/>
      <w:ind w:left="0" w:hanging="357"/>
      <w:jc w:val="both"/>
      <w:textAlignment w:val="auto"/>
    </w:pPr>
    <w:rPr>
      <w:rFonts w:ascii="Arial Grassetto" w:hAnsi="Arial Grassetto" w:cs="Verdana"/>
      <w:caps/>
    </w:rPr>
  </w:style>
  <w:style w:type="paragraph" w:customStyle="1" w:styleId="Livello3">
    <w:name w:val="Livello3"/>
    <w:qFormat/>
    <w:rsid w:val="00727FEE"/>
    <w:pPr>
      <w:widowControl/>
      <w:numPr>
        <w:ilvl w:val="2"/>
        <w:numId w:val="29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eastAsia="Times New Roman" w:hAnsi="Arial" w:cs="Arial"/>
      <w:bCs/>
      <w:kern w:val="0"/>
      <w:sz w:val="20"/>
      <w:szCs w:val="20"/>
    </w:rPr>
  </w:style>
  <w:style w:type="character" w:customStyle="1" w:styleId="Livello4Carattere">
    <w:name w:val="Livello4 Carattere"/>
    <w:basedOn w:val="Carpredefinitoparagrafo"/>
    <w:link w:val="Livello4"/>
    <w:locked/>
    <w:rsid w:val="00727FEE"/>
    <w:rPr>
      <w:rFonts w:ascii="Arial" w:hAnsi="Arial" w:cs="Arial"/>
    </w:rPr>
  </w:style>
  <w:style w:type="paragraph" w:customStyle="1" w:styleId="Livello4">
    <w:name w:val="Livello4"/>
    <w:link w:val="Livello4Carattere"/>
    <w:qFormat/>
    <w:rsid w:val="00727FEE"/>
    <w:pPr>
      <w:widowControl/>
      <w:numPr>
        <w:ilvl w:val="3"/>
        <w:numId w:val="29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semiHidden/>
    <w:rsid w:val="00DD7734"/>
    <w:pPr>
      <w:widowControl/>
      <w:suppressAutoHyphens w:val="0"/>
      <w:autoSpaceDN/>
      <w:spacing w:after="0" w:line="360" w:lineRule="auto"/>
      <w:ind w:left="360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7734"/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94E2D"/>
  </w:style>
  <w:style w:type="character" w:styleId="Enfasicorsivo">
    <w:name w:val="Emphasis"/>
    <w:basedOn w:val="Carpredefinitoparagrafo"/>
    <w:uiPriority w:val="20"/>
    <w:qFormat/>
    <w:rsid w:val="00494E2D"/>
    <w:rPr>
      <w:i/>
      <w:iCs/>
    </w:rPr>
  </w:style>
  <w:style w:type="character" w:styleId="Enfasigrassetto">
    <w:name w:val="Strong"/>
    <w:basedOn w:val="Carpredefinitoparagrafo"/>
    <w:uiPriority w:val="22"/>
    <w:qFormat/>
    <w:rsid w:val="008574CD"/>
    <w:rPr>
      <w:b/>
      <w:bCs/>
    </w:rPr>
  </w:style>
  <w:style w:type="paragraph" w:styleId="Corpotesto">
    <w:name w:val="Body Text"/>
    <w:basedOn w:val="Normale"/>
    <w:link w:val="CorpotestoCarattere"/>
    <w:uiPriority w:val="99"/>
    <w:unhideWhenUsed/>
    <w:rsid w:val="00A159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15908"/>
  </w:style>
  <w:style w:type="paragraph" w:customStyle="1" w:styleId="Normalelt">
    <w:name w:val="Normale lt"/>
    <w:basedOn w:val="Normale"/>
    <w:rsid w:val="00AA6171"/>
    <w:pPr>
      <w:widowControl/>
      <w:suppressAutoHyphens w:val="0"/>
      <w:autoSpaceDN/>
      <w:spacing w:before="120" w:after="120" w:line="360" w:lineRule="exact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Giustificato">
    <w:name w:val="Giustificato"/>
    <w:basedOn w:val="Normalelt"/>
    <w:rsid w:val="00AA6171"/>
    <w:pPr>
      <w:jc w:val="both"/>
    </w:pPr>
  </w:style>
  <w:style w:type="character" w:styleId="Rimandocommento">
    <w:name w:val="annotation reference"/>
    <w:basedOn w:val="Carpredefinitoparagrafo"/>
    <w:uiPriority w:val="99"/>
    <w:semiHidden/>
    <w:unhideWhenUsed/>
    <w:rsid w:val="00217B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B6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B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B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B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5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5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4B00-692B-447B-81DF-596BDC39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6B8FD06E.dotm</Template>
  <TotalTime>8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Finaosta S.p.A.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Crosa Ivana</dc:creator>
  <cp:lastModifiedBy>Stevenin Patrizia</cp:lastModifiedBy>
  <cp:revision>4</cp:revision>
  <cp:lastPrinted>2020-03-03T16:21:00Z</cp:lastPrinted>
  <dcterms:created xsi:type="dcterms:W3CDTF">2022-03-03T09:45:00Z</dcterms:created>
  <dcterms:modified xsi:type="dcterms:W3CDTF">2022-03-03T10:08:00Z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Finaosta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