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EE6882">
        <w:rPr>
          <w:rFonts w:ascii="Arial" w:hAnsi="Arial" w:cs="Arial"/>
          <w:sz w:val="20"/>
          <w:szCs w:val="20"/>
          <w:lang w:val="it-IT"/>
        </w:rPr>
        <w:t>fac simile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-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Preventivo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e annessa dichiarazione</w:t>
      </w:r>
    </w:p>
    <w:p w:rsidR="007F6304" w:rsidRPr="006A7B0A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6A7B0A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0522" w:rsidRPr="006A7B0A" w:rsidRDefault="00B8771D" w:rsidP="00E60522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  <w:r w:rsidRPr="006A7B0A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 w:rsidRPr="006A7B0A">
        <w:rPr>
          <w:rFonts w:ascii="Arial" w:hAnsi="Arial" w:cs="Arial"/>
          <w:b/>
          <w:sz w:val="20"/>
          <w:szCs w:val="20"/>
          <w:lang w:val="it-IT"/>
        </w:rPr>
        <w:tab/>
      </w:r>
      <w:r w:rsidR="00575476" w:rsidRPr="006A7B0A">
        <w:rPr>
          <w:rFonts w:ascii="Arial" w:hAnsi="Arial" w:cs="Arial"/>
          <w:b/>
          <w:sz w:val="20"/>
          <w:lang w:val="it-IT"/>
        </w:rPr>
        <w:t xml:space="preserve">Richiesta di preventivi per l’affidamento </w:t>
      </w:r>
      <w:r w:rsidR="00EE6882" w:rsidRPr="006A7B0A">
        <w:rPr>
          <w:rFonts w:ascii="Arial" w:hAnsi="Arial" w:cs="Arial"/>
          <w:b/>
          <w:sz w:val="20"/>
          <w:lang w:val="it-IT"/>
        </w:rPr>
        <w:t>del</w:t>
      </w:r>
      <w:r w:rsidR="00486D8B">
        <w:rPr>
          <w:rFonts w:ascii="Arial" w:hAnsi="Arial" w:cs="Arial"/>
          <w:b/>
          <w:sz w:val="20"/>
          <w:lang w:val="it-IT"/>
        </w:rPr>
        <w:t xml:space="preserve"> “</w:t>
      </w:r>
      <w:r w:rsidR="00486D8B" w:rsidRPr="00486D8B">
        <w:rPr>
          <w:rFonts w:ascii="Arial" w:hAnsi="Arial" w:cs="Arial"/>
          <w:b/>
          <w:sz w:val="20"/>
          <w:lang w:val="it-IT"/>
        </w:rPr>
        <w:t>Servizio manutentivo dell’impianto di diffusione sonora e invio messaggi di sfollamento dell’edificio sede di FINAOSTA</w:t>
      </w:r>
      <w:r w:rsidR="00E60522" w:rsidRPr="006A7B0A">
        <w:rPr>
          <w:rFonts w:ascii="Arial" w:hAnsi="Arial" w:cs="Arial"/>
          <w:b/>
          <w:sz w:val="20"/>
          <w:lang w:val="it-IT"/>
        </w:rPr>
        <w:t>”</w:t>
      </w:r>
    </w:p>
    <w:tbl>
      <w:tblPr>
        <w:tblStyle w:val="Grigliatabella"/>
        <w:tblW w:w="10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142"/>
        <w:gridCol w:w="1134"/>
        <w:gridCol w:w="2268"/>
        <w:gridCol w:w="425"/>
        <w:gridCol w:w="425"/>
        <w:gridCol w:w="1134"/>
        <w:gridCol w:w="993"/>
        <w:gridCol w:w="2211"/>
      </w:tblGrid>
      <w:tr w:rsidR="00E95337" w:rsidRPr="006A7B0A" w:rsidTr="00486D8B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6A7B0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6A7B0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6A7B0A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53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265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597"/>
        </w:trPr>
        <w:tc>
          <w:tcPr>
            <w:tcW w:w="266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47AAC" w:rsidRPr="006A7B0A" w:rsidRDefault="00747AAC" w:rsidP="00747AAC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 xml:space="preserve">per l’operatore economico </w:t>
            </w:r>
          </w:p>
        </w:tc>
        <w:tc>
          <w:tcPr>
            <w:tcW w:w="7456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377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70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Sede legale: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373"/>
        </w:trPr>
        <w:tc>
          <w:tcPr>
            <w:tcW w:w="124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7F6304" w:rsidRPr="006A7B0A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6A7B0A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07479C" w:rsidRPr="006A7B0A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6A7B0A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="00F9337E" w:rsidRPr="006A7B0A">
        <w:rPr>
          <w:rFonts w:ascii="Arial" w:hAnsi="Arial" w:cs="Arial"/>
          <w:sz w:val="20"/>
          <w:szCs w:val="20"/>
          <w:lang w:val="it-IT"/>
        </w:rPr>
        <w:t>nella richiesta di preventivo</w:t>
      </w:r>
      <w:r w:rsidR="0007479C" w:rsidRPr="006A7B0A">
        <w:rPr>
          <w:rFonts w:ascii="Arial" w:hAnsi="Arial" w:cs="Arial"/>
          <w:sz w:val="20"/>
          <w:szCs w:val="20"/>
          <w:lang w:val="it-IT"/>
        </w:rPr>
        <w:t>;</w:t>
      </w:r>
    </w:p>
    <w:p w:rsidR="00747AAC" w:rsidRPr="006A7B0A" w:rsidRDefault="00747AAC" w:rsidP="00747AA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7F6304" w:rsidRPr="006A7B0A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6A7B0A" w:rsidRDefault="00B8771D" w:rsidP="00747AAC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6A7B0A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6A7B0A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6A7B0A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6A7B0A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 xml:space="preserve">e </w:t>
      </w:r>
    </w:p>
    <w:p w:rsidR="00E66F7D" w:rsidRPr="006A7B0A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6A7B0A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</w:p>
    <w:p w:rsidR="00747AAC" w:rsidRPr="006A7B0A" w:rsidRDefault="00B55E79" w:rsidP="00EE6882">
      <w:pPr>
        <w:pStyle w:val="Paragrafoelenco"/>
        <w:widowControl/>
        <w:numPr>
          <w:ilvl w:val="0"/>
          <w:numId w:val="9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lang w:val="it-IT"/>
        </w:rPr>
        <w:t>I</w:t>
      </w:r>
      <w:r w:rsidR="00EE6882" w:rsidRPr="006A7B0A">
        <w:rPr>
          <w:rFonts w:ascii="Arial" w:hAnsi="Arial" w:cs="Arial"/>
          <w:b/>
          <w:sz w:val="20"/>
          <w:lang w:val="it-IT"/>
        </w:rPr>
        <w:t xml:space="preserve">mporto del </w:t>
      </w:r>
      <w:r w:rsidR="00E60522" w:rsidRPr="006A7B0A">
        <w:rPr>
          <w:rFonts w:ascii="Arial" w:hAnsi="Arial" w:cs="Arial"/>
          <w:b/>
          <w:sz w:val="20"/>
          <w:lang w:val="it-IT"/>
        </w:rPr>
        <w:t>canone annuale omnicomprensivo</w:t>
      </w:r>
      <w:r w:rsidR="00E60522" w:rsidRPr="006A7B0A">
        <w:rPr>
          <w:rFonts w:ascii="Arial" w:hAnsi="Arial" w:cs="Arial"/>
          <w:sz w:val="20"/>
          <w:lang w:val="it-IT"/>
        </w:rPr>
        <w:t xml:space="preserve"> </w:t>
      </w:r>
      <w:r w:rsidR="00EE6882" w:rsidRPr="006A7B0A">
        <w:rPr>
          <w:rFonts w:ascii="Arial" w:hAnsi="Arial" w:cs="Arial"/>
          <w:b/>
          <w:sz w:val="20"/>
          <w:lang w:val="it-IT"/>
        </w:rPr>
        <w:t>per il servizio richiesto</w:t>
      </w:r>
      <w:r w:rsidR="006A7B0A">
        <w:rPr>
          <w:rFonts w:ascii="Arial" w:hAnsi="Arial" w:cs="Arial"/>
          <w:b/>
          <w:sz w:val="20"/>
          <w:lang w:val="it-IT"/>
        </w:rPr>
        <w:t>,</w:t>
      </w:r>
      <w:r w:rsidR="00E60522" w:rsidRPr="006A7B0A">
        <w:rPr>
          <w:rFonts w:ascii="Arial" w:hAnsi="Arial" w:cs="Arial"/>
          <w:b/>
          <w:sz w:val="20"/>
          <w:lang w:val="it-IT"/>
        </w:rPr>
        <w:t xml:space="preserve"> </w:t>
      </w:r>
      <w:r w:rsidR="00B558D7">
        <w:rPr>
          <w:rFonts w:ascii="Arial" w:hAnsi="Arial" w:cs="Arial"/>
          <w:b/>
          <w:sz w:val="20"/>
          <w:lang w:val="it-IT"/>
        </w:rPr>
        <w:t xml:space="preserve">IVA </w:t>
      </w:r>
      <w:r w:rsidR="00E60522" w:rsidRPr="006A7B0A">
        <w:rPr>
          <w:rFonts w:ascii="Arial" w:hAnsi="Arial" w:cs="Arial"/>
          <w:b/>
          <w:sz w:val="20"/>
          <w:lang w:val="it-IT"/>
        </w:rPr>
        <w:t>es</w:t>
      </w:r>
      <w:r w:rsidR="00B12D1C">
        <w:rPr>
          <w:rFonts w:ascii="Arial" w:hAnsi="Arial" w:cs="Arial"/>
          <w:b/>
          <w:sz w:val="20"/>
          <w:lang w:val="it-IT"/>
        </w:rPr>
        <w:t>cl</w:t>
      </w:r>
      <w:r w:rsidR="00E60522" w:rsidRPr="006A7B0A">
        <w:rPr>
          <w:rFonts w:ascii="Arial" w:hAnsi="Arial" w:cs="Arial"/>
          <w:b/>
          <w:sz w:val="20"/>
          <w:lang w:val="it-IT"/>
        </w:rPr>
        <w:t>usa</w:t>
      </w:r>
      <w:r w:rsidR="00EE6882" w:rsidRPr="006A7B0A">
        <w:rPr>
          <w:rFonts w:ascii="Arial" w:hAnsi="Arial" w:cs="Arial"/>
          <w:b/>
          <w:sz w:val="20"/>
          <w:lang w:val="it-IT"/>
        </w:rPr>
        <w:t>:</w:t>
      </w:r>
    </w:p>
    <w:p w:rsidR="00EE6882" w:rsidRPr="00EE6882" w:rsidRDefault="00EE6882" w:rsidP="00EE6882">
      <w:pPr>
        <w:widowControl/>
        <w:adjustRightInd w:val="0"/>
        <w:spacing w:line="360" w:lineRule="auto"/>
        <w:contextualSpacing/>
        <w:jc w:val="center"/>
        <w:rPr>
          <w:rFonts w:ascii="Arial" w:hAnsi="Arial" w:cs="Arial"/>
          <w:b/>
          <w:sz w:val="20"/>
        </w:rPr>
      </w:pPr>
      <w:r w:rsidRPr="00EE6882">
        <w:rPr>
          <w:rFonts w:ascii="Arial" w:hAnsi="Arial" w:cs="Arial"/>
          <w:b/>
          <w:sz w:val="20"/>
        </w:rPr>
        <w:t>____________________________________________________</w:t>
      </w:r>
    </w:p>
    <w:p w:rsidR="00486D8B" w:rsidRDefault="00486D8B" w:rsidP="00486D8B">
      <w:pPr>
        <w:pStyle w:val="Paragrafoelenco"/>
        <w:widowControl/>
        <w:numPr>
          <w:ilvl w:val="0"/>
          <w:numId w:val="9"/>
        </w:numPr>
        <w:adjustRightInd w:val="0"/>
        <w:spacing w:line="360" w:lineRule="auto"/>
        <w:contextualSpacing/>
        <w:jc w:val="both"/>
        <w:rPr>
          <w:rFonts w:ascii="Arial" w:hAnsi="Arial" w:cs="Arial"/>
          <w:b/>
          <w:sz w:val="20"/>
          <w:lang w:val="it-IT"/>
        </w:rPr>
      </w:pPr>
      <w:r w:rsidRPr="00486D8B">
        <w:rPr>
          <w:rFonts w:ascii="Arial" w:hAnsi="Arial" w:cs="Arial"/>
          <w:b/>
          <w:sz w:val="20"/>
          <w:lang w:val="it-IT"/>
        </w:rPr>
        <w:t>Percentuale di sconto sui prezzi di listino del materiale di consumo e dei ricambi necessari alle operazioni di manutenzione straordinaria</w:t>
      </w:r>
      <w:r w:rsidR="0037300A">
        <w:rPr>
          <w:rFonts w:ascii="Arial" w:hAnsi="Arial" w:cs="Arial"/>
          <w:b/>
          <w:sz w:val="20"/>
          <w:lang w:val="it-IT"/>
        </w:rPr>
        <w:t>:</w:t>
      </w:r>
      <w:bookmarkStart w:id="0" w:name="_GoBack"/>
      <w:bookmarkEnd w:id="0"/>
    </w:p>
    <w:p w:rsidR="00486D8B" w:rsidRPr="00486D8B" w:rsidRDefault="00486D8B" w:rsidP="00486D8B">
      <w:pPr>
        <w:widowControl/>
        <w:adjustRightInd w:val="0"/>
        <w:spacing w:line="360" w:lineRule="auto"/>
        <w:ind w:left="3240" w:firstLine="360"/>
        <w:contextualSpacing/>
        <w:jc w:val="both"/>
        <w:rPr>
          <w:rFonts w:ascii="Arial" w:hAnsi="Arial" w:cs="Arial"/>
          <w:b/>
          <w:sz w:val="20"/>
          <w:lang w:val="it-IT"/>
        </w:rPr>
      </w:pPr>
      <w:r w:rsidRPr="00486D8B">
        <w:rPr>
          <w:rFonts w:ascii="Arial" w:hAnsi="Arial" w:cs="Arial"/>
          <w:b/>
          <w:sz w:val="20"/>
          <w:lang w:val="it-IT"/>
        </w:rPr>
        <w:t>________________________</w:t>
      </w:r>
    </w:p>
    <w:p w:rsidR="007F6304" w:rsidRPr="00E66F7D" w:rsidRDefault="00B8771D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F6304" w:rsidRPr="00E66F7D" w:rsidRDefault="007F6304" w:rsidP="00747AAC">
      <w:pPr>
        <w:pStyle w:val="Corpotesto"/>
        <w:spacing w:before="1"/>
        <w:ind w:left="142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235CAD">
      <w:headerReference w:type="default" r:id="rId9"/>
      <w:footerReference w:type="default" r:id="rId10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810" w:rsidRDefault="00A52810">
      <w:r>
        <w:separator/>
      </w:r>
    </w:p>
  </w:endnote>
  <w:endnote w:type="continuationSeparator" w:id="0">
    <w:p w:rsidR="00A52810" w:rsidRDefault="00A5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F15" w:rsidRDefault="009D6F15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810" w:rsidRDefault="00A52810">
      <w:r>
        <w:separator/>
      </w:r>
    </w:p>
  </w:footnote>
  <w:footnote w:type="continuationSeparator" w:id="0">
    <w:p w:rsidR="00A52810" w:rsidRDefault="00A52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F15" w:rsidRDefault="009D6F15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858"/>
    <w:multiLevelType w:val="hybridMultilevel"/>
    <w:tmpl w:val="F6E8E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3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4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5">
    <w:nsid w:val="238E25B4"/>
    <w:multiLevelType w:val="hybridMultilevel"/>
    <w:tmpl w:val="6D4E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7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9">
    <w:nsid w:val="77BE12BB"/>
    <w:multiLevelType w:val="hybridMultilevel"/>
    <w:tmpl w:val="A87C0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0B361A"/>
    <w:rsid w:val="000E0906"/>
    <w:rsid w:val="00106B40"/>
    <w:rsid w:val="002069A6"/>
    <w:rsid w:val="00220263"/>
    <w:rsid w:val="00231E14"/>
    <w:rsid w:val="00235CAD"/>
    <w:rsid w:val="002D1946"/>
    <w:rsid w:val="0037300A"/>
    <w:rsid w:val="0037470F"/>
    <w:rsid w:val="004153F2"/>
    <w:rsid w:val="00420446"/>
    <w:rsid w:val="00486D8B"/>
    <w:rsid w:val="00536174"/>
    <w:rsid w:val="00575476"/>
    <w:rsid w:val="00637E39"/>
    <w:rsid w:val="00651887"/>
    <w:rsid w:val="006A7B0A"/>
    <w:rsid w:val="00747AAC"/>
    <w:rsid w:val="0078413B"/>
    <w:rsid w:val="007D4B4B"/>
    <w:rsid w:val="007F6304"/>
    <w:rsid w:val="00810D59"/>
    <w:rsid w:val="008F0E2C"/>
    <w:rsid w:val="00930048"/>
    <w:rsid w:val="00974146"/>
    <w:rsid w:val="009934B5"/>
    <w:rsid w:val="009C478D"/>
    <w:rsid w:val="009D6F15"/>
    <w:rsid w:val="00A52810"/>
    <w:rsid w:val="00A61C22"/>
    <w:rsid w:val="00A66EDC"/>
    <w:rsid w:val="00AA13DD"/>
    <w:rsid w:val="00B12D1C"/>
    <w:rsid w:val="00B14F5B"/>
    <w:rsid w:val="00B35DEE"/>
    <w:rsid w:val="00B558D7"/>
    <w:rsid w:val="00B55E79"/>
    <w:rsid w:val="00B8771D"/>
    <w:rsid w:val="00B91A24"/>
    <w:rsid w:val="00BE1B4E"/>
    <w:rsid w:val="00CB5FEE"/>
    <w:rsid w:val="00D62CE1"/>
    <w:rsid w:val="00D81E40"/>
    <w:rsid w:val="00D94894"/>
    <w:rsid w:val="00E60522"/>
    <w:rsid w:val="00E66F7D"/>
    <w:rsid w:val="00E95337"/>
    <w:rsid w:val="00EA52D8"/>
    <w:rsid w:val="00EE6882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8D358-ED5F-4068-B6FE-3CE6CB7E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D02BB479</Template>
  <TotalTime>68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Cavallo Mara</cp:lastModifiedBy>
  <cp:revision>7</cp:revision>
  <cp:lastPrinted>2020-11-05T13:47:00Z</cp:lastPrinted>
  <dcterms:created xsi:type="dcterms:W3CDTF">2022-10-26T12:33:00Z</dcterms:created>
  <dcterms:modified xsi:type="dcterms:W3CDTF">2022-10-27T13:51:00Z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