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EE6882">
        <w:rPr>
          <w:rFonts w:ascii="Arial" w:hAnsi="Arial" w:cs="Arial"/>
          <w:sz w:val="20"/>
          <w:szCs w:val="20"/>
          <w:lang w:val="it-IT"/>
        </w:rPr>
        <w:t>fac</w:t>
      </w:r>
      <w:proofErr w:type="spellEnd"/>
      <w:r w:rsidR="00EE6882">
        <w:rPr>
          <w:rFonts w:ascii="Arial" w:hAnsi="Arial" w:cs="Arial"/>
          <w:sz w:val="20"/>
          <w:szCs w:val="20"/>
          <w:lang w:val="it-IT"/>
        </w:rPr>
        <w:t xml:space="preserve"> simile</w:t>
      </w:r>
      <w:r w:rsidRPr="00E66F7D">
        <w:rPr>
          <w:rFonts w:ascii="Arial" w:hAnsi="Arial" w:cs="Arial"/>
          <w:sz w:val="20"/>
          <w:szCs w:val="20"/>
          <w:lang w:val="it-IT"/>
        </w:rPr>
        <w:t>- dichiarazione</w:t>
      </w:r>
    </w:p>
    <w:p w:rsidR="007F6304" w:rsidRPr="006A7B0A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6A7B0A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0522" w:rsidRPr="006A7B0A" w:rsidRDefault="00B8771D" w:rsidP="00E60522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  <w:r w:rsidRPr="006A7B0A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 w:rsidRPr="006A7B0A">
        <w:rPr>
          <w:rFonts w:ascii="Arial" w:hAnsi="Arial" w:cs="Arial"/>
          <w:b/>
          <w:sz w:val="20"/>
          <w:szCs w:val="20"/>
          <w:lang w:val="it-IT"/>
        </w:rPr>
        <w:tab/>
      </w:r>
      <w:r w:rsidR="00575476" w:rsidRPr="00791E94">
        <w:rPr>
          <w:rFonts w:ascii="Arial" w:hAnsi="Arial" w:cs="Arial"/>
          <w:b/>
          <w:sz w:val="20"/>
          <w:lang w:val="it-IT"/>
        </w:rPr>
        <w:t xml:space="preserve">Richiesta di preventivi per l’affidamento </w:t>
      </w:r>
      <w:r w:rsidR="00EE6882" w:rsidRPr="00791E94">
        <w:rPr>
          <w:rFonts w:ascii="Arial" w:hAnsi="Arial" w:cs="Arial"/>
          <w:b/>
          <w:sz w:val="20"/>
          <w:lang w:val="it-IT"/>
        </w:rPr>
        <w:t>del</w:t>
      </w:r>
      <w:r w:rsidR="00486D8B" w:rsidRPr="00791E94">
        <w:rPr>
          <w:rFonts w:ascii="Arial" w:hAnsi="Arial" w:cs="Arial"/>
          <w:b/>
          <w:sz w:val="20"/>
          <w:lang w:val="it-IT"/>
        </w:rPr>
        <w:t xml:space="preserve"> “</w:t>
      </w:r>
      <w:r w:rsidR="00791E94" w:rsidRPr="00791E94">
        <w:rPr>
          <w:rFonts w:ascii="Arial" w:hAnsi="Arial" w:cs="Arial"/>
          <w:b/>
          <w:sz w:val="20"/>
          <w:lang w:val="it-IT"/>
        </w:rPr>
        <w:t xml:space="preserve">Servizio di prelievo e trasporto rifiuti speciali e non per l’edificio sede di FINAOSTA”, sito in via </w:t>
      </w:r>
      <w:proofErr w:type="spellStart"/>
      <w:r w:rsidR="00791E94" w:rsidRPr="00791E94">
        <w:rPr>
          <w:rFonts w:ascii="Arial" w:hAnsi="Arial" w:cs="Arial"/>
          <w:b/>
          <w:sz w:val="20"/>
          <w:lang w:val="it-IT"/>
        </w:rPr>
        <w:t>Festaz</w:t>
      </w:r>
      <w:proofErr w:type="spellEnd"/>
      <w:r w:rsidR="00791E94" w:rsidRPr="00791E94">
        <w:rPr>
          <w:rFonts w:ascii="Arial" w:hAnsi="Arial" w:cs="Arial"/>
          <w:b/>
          <w:sz w:val="20"/>
          <w:lang w:val="it-IT"/>
        </w:rPr>
        <w:t xml:space="preserve"> 22, ad Aosta</w:t>
      </w:r>
      <w:r w:rsidR="00E60522" w:rsidRPr="00791E94">
        <w:rPr>
          <w:rFonts w:ascii="Arial" w:hAnsi="Arial" w:cs="Arial"/>
          <w:b/>
          <w:sz w:val="20"/>
          <w:lang w:val="it-IT"/>
        </w:rPr>
        <w:t>”</w:t>
      </w:r>
    </w:p>
    <w:tbl>
      <w:tblPr>
        <w:tblStyle w:val="Grigliatabella"/>
        <w:tblW w:w="10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RPr="006A7B0A" w:rsidTr="00486D8B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6A7B0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6A7B0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6A7B0A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Pr="006A7B0A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7F6304" w:rsidRPr="006A7B0A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6A7B0A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07479C" w:rsidRPr="006A7B0A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6A7B0A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F9337E" w:rsidRPr="006A7B0A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6A7B0A">
        <w:rPr>
          <w:rFonts w:ascii="Arial" w:hAnsi="Arial" w:cs="Arial"/>
          <w:sz w:val="20"/>
          <w:szCs w:val="20"/>
          <w:lang w:val="it-IT"/>
        </w:rPr>
        <w:t>;</w:t>
      </w:r>
    </w:p>
    <w:p w:rsidR="00747AAC" w:rsidRPr="006A7B0A" w:rsidRDefault="00747AAC" w:rsidP="00747AA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7F6304" w:rsidRPr="006A7B0A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Default="00B8771D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6A7B0A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6A7B0A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6A7B0A">
        <w:rPr>
          <w:rFonts w:ascii="Arial" w:hAnsi="Arial" w:cs="Arial"/>
          <w:sz w:val="20"/>
          <w:szCs w:val="20"/>
          <w:lang w:val="it-IT"/>
        </w:rPr>
        <w:t>fornite;</w:t>
      </w:r>
    </w:p>
    <w:p w:rsidR="0026788B" w:rsidRPr="006A7B0A" w:rsidRDefault="0026788B" w:rsidP="00C42728">
      <w:pPr>
        <w:pStyle w:val="Paragrafoelenco"/>
        <w:tabs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  <w:bookmarkStart w:id="0" w:name="_GoBack"/>
      <w:bookmarkEnd w:id="0"/>
    </w:p>
    <w:p w:rsidR="007F6304" w:rsidRPr="00E66F7D" w:rsidRDefault="00B8771D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810" w:rsidRDefault="00A52810">
      <w:r>
        <w:separator/>
      </w:r>
    </w:p>
  </w:endnote>
  <w:endnote w:type="continuationSeparator" w:id="0">
    <w:p w:rsidR="00A52810" w:rsidRDefault="00A5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15" w:rsidRDefault="009D6F1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810" w:rsidRDefault="00A52810">
      <w:r>
        <w:separator/>
      </w:r>
    </w:p>
  </w:footnote>
  <w:footnote w:type="continuationSeparator" w:id="0">
    <w:p w:rsidR="00A52810" w:rsidRDefault="00A52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15" w:rsidRDefault="009D6F15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58"/>
    <w:multiLevelType w:val="hybridMultilevel"/>
    <w:tmpl w:val="F6E8E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3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4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5">
    <w:nsid w:val="238E25B4"/>
    <w:multiLevelType w:val="hybridMultilevel"/>
    <w:tmpl w:val="6D4E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7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9">
    <w:nsid w:val="77BE12BB"/>
    <w:multiLevelType w:val="hybridMultilevel"/>
    <w:tmpl w:val="A87C0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361A"/>
    <w:rsid w:val="000E0906"/>
    <w:rsid w:val="00106B40"/>
    <w:rsid w:val="002069A6"/>
    <w:rsid w:val="00220263"/>
    <w:rsid w:val="00231E14"/>
    <w:rsid w:val="00235CAD"/>
    <w:rsid w:val="0026788B"/>
    <w:rsid w:val="002D1946"/>
    <w:rsid w:val="0037300A"/>
    <w:rsid w:val="0037470F"/>
    <w:rsid w:val="004153F2"/>
    <w:rsid w:val="00420446"/>
    <w:rsid w:val="00486D8B"/>
    <w:rsid w:val="00536174"/>
    <w:rsid w:val="00575476"/>
    <w:rsid w:val="00637E39"/>
    <w:rsid w:val="00651887"/>
    <w:rsid w:val="006A7B0A"/>
    <w:rsid w:val="00747AAC"/>
    <w:rsid w:val="0078413B"/>
    <w:rsid w:val="00791E94"/>
    <w:rsid w:val="007D4B4B"/>
    <w:rsid w:val="007F6304"/>
    <w:rsid w:val="00810D59"/>
    <w:rsid w:val="008F0ADB"/>
    <w:rsid w:val="008F0E2C"/>
    <w:rsid w:val="00930048"/>
    <w:rsid w:val="00974146"/>
    <w:rsid w:val="009934B5"/>
    <w:rsid w:val="009C478D"/>
    <w:rsid w:val="009D6F15"/>
    <w:rsid w:val="00A52810"/>
    <w:rsid w:val="00A61C22"/>
    <w:rsid w:val="00A66EDC"/>
    <w:rsid w:val="00AA13DD"/>
    <w:rsid w:val="00B12D1C"/>
    <w:rsid w:val="00B14F5B"/>
    <w:rsid w:val="00B35DEE"/>
    <w:rsid w:val="00B558D7"/>
    <w:rsid w:val="00B55E79"/>
    <w:rsid w:val="00B8771D"/>
    <w:rsid w:val="00B91A24"/>
    <w:rsid w:val="00BE1B4E"/>
    <w:rsid w:val="00C42728"/>
    <w:rsid w:val="00CB5FEE"/>
    <w:rsid w:val="00D62CE1"/>
    <w:rsid w:val="00D81E40"/>
    <w:rsid w:val="00D94894"/>
    <w:rsid w:val="00DE6C2C"/>
    <w:rsid w:val="00E60522"/>
    <w:rsid w:val="00E66F7D"/>
    <w:rsid w:val="00E95337"/>
    <w:rsid w:val="00EA52D8"/>
    <w:rsid w:val="00EE6882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paragraph" w:customStyle="1" w:styleId="Standard">
    <w:name w:val="Standard"/>
    <w:rsid w:val="0026788B"/>
    <w:pPr>
      <w:widowControl/>
      <w:suppressAutoHyphens/>
      <w:autoSpaceDE/>
      <w:spacing w:after="200" w:line="276" w:lineRule="auto"/>
    </w:pPr>
    <w:rPr>
      <w:rFonts w:ascii="Calibri" w:eastAsia="SimSun" w:hAnsi="Calibri" w:cs="Calibri"/>
      <w:kern w:val="3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paragraph" w:customStyle="1" w:styleId="Standard">
    <w:name w:val="Standard"/>
    <w:rsid w:val="0026788B"/>
    <w:pPr>
      <w:widowControl/>
      <w:suppressAutoHyphens/>
      <w:autoSpaceDE/>
      <w:spacing w:after="200" w:line="276" w:lineRule="auto"/>
    </w:pPr>
    <w:rPr>
      <w:rFonts w:ascii="Calibri" w:eastAsia="SimSun" w:hAnsi="Calibri" w:cs="Calibri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A4A5-8005-4AA4-9357-4443B155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FB4549A6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2</cp:revision>
  <cp:lastPrinted>2020-11-05T13:47:00Z</cp:lastPrinted>
  <dcterms:created xsi:type="dcterms:W3CDTF">2022-11-16T08:39:00Z</dcterms:created>
  <dcterms:modified xsi:type="dcterms:W3CDTF">2022-11-16T08:39:00Z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